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xgraphic"/>
    <w:p w14:paraId="321CE782" w14:textId="63ECC0E8" w:rsidR="00D57E6D" w:rsidRPr="006324A2" w:rsidRDefault="006A2AB2" w:rsidP="003A7D62">
      <w:pPr>
        <w:rPr>
          <w:lang w:val="sr-Cyrl-RS"/>
        </w:rPr>
      </w:pPr>
      <w:r w:rsidRPr="006324A2">
        <w:rPr>
          <w:noProof/>
          <w:lang w:val="sr-Cyrl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344B1D5" wp14:editId="06C2380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11CB06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9EA3BDF" w14:textId="77777777" w:rsidR="00D57E6D" w:rsidRPr="006324A2" w:rsidRDefault="00D57E6D" w:rsidP="003A7D62">
      <w:pPr>
        <w:rPr>
          <w:lang w:val="sr-Cyrl-RS"/>
        </w:rPr>
      </w:pPr>
    </w:p>
    <w:bookmarkEnd w:id="0"/>
    <w:p w14:paraId="4A07A517" w14:textId="77777777" w:rsidR="00B758A6" w:rsidRPr="006324A2" w:rsidRDefault="00B758A6" w:rsidP="00B758A6">
      <w:pPr>
        <w:ind w:left="0" w:right="0"/>
        <w:jc w:val="center"/>
        <w:rPr>
          <w:b/>
          <w:bCs/>
          <w:iCs/>
          <w:noProof/>
          <w:lang w:val="sr-Cyrl-RS" w:eastAsia="sr-Latn-CS"/>
        </w:rPr>
      </w:pPr>
      <w:r w:rsidRPr="006324A2">
        <w:rPr>
          <w:b/>
          <w:bCs/>
          <w:iCs/>
          <w:noProof/>
          <w:lang w:val="sr-Cyrl-RS" w:eastAsia="sr-Latn-CS"/>
        </w:rPr>
        <w:t>ОПШТИ ПОДАЦИ О ЈАВНОЈ НАБАВЦИ</w:t>
      </w:r>
    </w:p>
    <w:p w14:paraId="22553D59" w14:textId="77777777" w:rsidR="00B758A6" w:rsidRPr="006324A2" w:rsidRDefault="00B758A6" w:rsidP="00B758A6">
      <w:pPr>
        <w:ind w:left="0" w:right="0"/>
        <w:jc w:val="center"/>
        <w:rPr>
          <w:b/>
          <w:bCs/>
          <w:iCs/>
          <w:noProof/>
          <w:lang w:val="sr-Cyrl-RS" w:eastAsia="sr-Latn-CS"/>
        </w:rPr>
      </w:pPr>
    </w:p>
    <w:p w14:paraId="3B1F3894" w14:textId="77777777" w:rsidR="00B758A6" w:rsidRPr="006324A2" w:rsidRDefault="00B758A6" w:rsidP="00B758A6">
      <w:pPr>
        <w:ind w:left="0" w:right="0"/>
        <w:jc w:val="center"/>
        <w:rPr>
          <w:b/>
          <w:i/>
          <w:noProof/>
          <w:lang w:val="sr-Cyrl-RS" w:eastAsia="sr-Latn-CS"/>
        </w:rPr>
      </w:pPr>
    </w:p>
    <w:p w14:paraId="37CA56EA" w14:textId="77777777" w:rsidR="00B758A6" w:rsidRPr="006324A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6324A2">
        <w:rPr>
          <w:b/>
          <w:lang w:val="sr-Cyrl-RS" w:eastAsia="sr-Latn-CS"/>
        </w:rPr>
        <w:t>1.1. Назив, адреса и интернет страница наручиоца</w:t>
      </w:r>
    </w:p>
    <w:p w14:paraId="68751DFB" w14:textId="77777777" w:rsidR="00B758A6" w:rsidRPr="006324A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6324A2">
        <w:rPr>
          <w:lang w:val="sr-Cyrl-RS" w:eastAsia="sr-Latn-CS"/>
        </w:rPr>
        <w:t xml:space="preserve">Завод за јавно здравље </w:t>
      </w:r>
      <w:r w:rsidR="00B53C13" w:rsidRPr="006324A2">
        <w:rPr>
          <w:lang w:val="sr-Cyrl-RS" w:eastAsia="sr-Latn-CS"/>
        </w:rPr>
        <w:t>Панчево</w:t>
      </w:r>
      <w:r w:rsidRPr="006324A2">
        <w:rPr>
          <w:lang w:val="sr-Cyrl-RS" w:eastAsia="sr-Latn-CS"/>
        </w:rPr>
        <w:t xml:space="preserve">, </w:t>
      </w:r>
    </w:p>
    <w:p w14:paraId="700C1141" w14:textId="77777777" w:rsidR="00B758A6" w:rsidRPr="006324A2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6324A2">
        <w:rPr>
          <w:lang w:val="sr-Cyrl-RS" w:eastAsia="sr-Latn-CS"/>
        </w:rPr>
        <w:t>ул: Пастерова бр:2;</w:t>
      </w:r>
      <w:r w:rsidR="00B758A6" w:rsidRPr="006324A2">
        <w:rPr>
          <w:lang w:val="sr-Cyrl-RS" w:eastAsia="sr-Latn-CS"/>
        </w:rPr>
        <w:t xml:space="preserve"> </w:t>
      </w:r>
      <w:r w:rsidRPr="006324A2">
        <w:rPr>
          <w:lang w:val="sr-Cyrl-RS" w:eastAsia="sr-Latn-CS"/>
        </w:rPr>
        <w:t>26000 Панчево</w:t>
      </w:r>
    </w:p>
    <w:p w14:paraId="19FEDA1C" w14:textId="77777777" w:rsidR="00B53C13" w:rsidRPr="006324A2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6324A2">
        <w:rPr>
          <w:lang w:val="sr-Cyrl-RS" w:eastAsia="sr-Latn-CS"/>
        </w:rPr>
        <w:t>Интернет страница</w:t>
      </w:r>
      <w:r w:rsidR="00B53C13" w:rsidRPr="006324A2">
        <w:rPr>
          <w:lang w:val="sr-Cyrl-RS" w:eastAsia="sr-Latn-CS"/>
        </w:rPr>
        <w:t>:</w:t>
      </w:r>
      <w:r w:rsidRPr="006324A2">
        <w:rPr>
          <w:lang w:val="sr-Cyrl-RS" w:eastAsia="sr-Latn-CS"/>
        </w:rPr>
        <w:t xml:space="preserve"> </w:t>
      </w:r>
      <w:hyperlink r:id="rId7" w:history="1">
        <w:r w:rsidR="00B53C13" w:rsidRPr="006324A2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6324A2">
        <w:rPr>
          <w:rFonts w:eastAsia="Calibri"/>
          <w:sz w:val="22"/>
          <w:szCs w:val="22"/>
          <w:lang w:val="sr-Cyrl-RS"/>
        </w:rPr>
        <w:t xml:space="preserve">  </w:t>
      </w:r>
    </w:p>
    <w:p w14:paraId="61022270" w14:textId="77777777" w:rsidR="00B758A6" w:rsidRPr="006324A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EFFA5B" w14:textId="77777777" w:rsidR="00B758A6" w:rsidRPr="006324A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6324A2">
        <w:rPr>
          <w:b/>
          <w:lang w:val="sr-Cyrl-RS" w:eastAsia="sr-Latn-CS"/>
        </w:rPr>
        <w:t>1.2. Сврха набавке:</w:t>
      </w:r>
      <w:r w:rsidRPr="006324A2">
        <w:rPr>
          <w:lang w:val="sr-Cyrl-RS" w:eastAsia="sr-Latn-CS"/>
        </w:rPr>
        <w:t xml:space="preserve"> Наручилац спроводи отворени поступак јавне набавке ради обављања редовних активности и закључења Уговора о јавној набавци.</w:t>
      </w:r>
    </w:p>
    <w:p w14:paraId="76643C76" w14:textId="77777777" w:rsidR="00B758A6" w:rsidRPr="006324A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E707F0A" w14:textId="624A7968" w:rsidR="00B758A6" w:rsidRPr="00481D0C" w:rsidRDefault="00B758A6" w:rsidP="0009622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6324A2">
        <w:rPr>
          <w:b/>
          <w:lang w:val="sr-Cyrl-RS" w:eastAsia="sr-Latn-CS"/>
        </w:rPr>
        <w:t>1.3. Предмет јавне набавке:</w:t>
      </w:r>
      <w:r w:rsidRPr="006324A2">
        <w:rPr>
          <w:lang w:val="sr-Cyrl-RS" w:eastAsia="sr-Latn-CS"/>
        </w:rPr>
        <w:t xml:space="preserve"> набавка</w:t>
      </w:r>
      <w:r w:rsidR="005B39DA">
        <w:rPr>
          <w:lang w:val="sr-Latn-RS" w:eastAsia="sr-Latn-CS"/>
        </w:rPr>
        <w:t xml:space="preserve"> </w:t>
      </w:r>
      <w:r w:rsidR="005B39DA">
        <w:rPr>
          <w:lang w:val="sr-Cyrl-RS" w:eastAsia="sr-Latn-CS"/>
        </w:rPr>
        <w:t xml:space="preserve">услуге </w:t>
      </w:r>
      <w:r w:rsidR="009B1F50">
        <w:rPr>
          <w:lang w:val="sr-Cyrl-RS" w:eastAsia="sr-Latn-CS"/>
        </w:rPr>
        <w:t>електронских</w:t>
      </w:r>
      <w:r w:rsidR="005B39DA">
        <w:rPr>
          <w:lang w:val="sr-Cyrl-RS" w:eastAsia="sr-Latn-CS"/>
        </w:rPr>
        <w:t xml:space="preserve"> комуникација МОБИЛНА И ФИКСНА ТЕЛЕФОНИЈА, за две године и то </w:t>
      </w:r>
      <w:r w:rsidR="009B1F50">
        <w:rPr>
          <w:lang w:val="sr-Cyrl-RS" w:eastAsia="sr-Latn-CS"/>
        </w:rPr>
        <w:t xml:space="preserve">за </w:t>
      </w:r>
      <w:r w:rsidR="005B39DA">
        <w:rPr>
          <w:lang w:val="sr-Cyrl-RS" w:eastAsia="sr-Latn-CS"/>
        </w:rPr>
        <w:t>2025</w:t>
      </w:r>
      <w:r w:rsidR="009F433C">
        <w:rPr>
          <w:lang w:val="sr-Latn-RS" w:eastAsia="sr-Latn-CS"/>
        </w:rPr>
        <w:t>.</w:t>
      </w:r>
      <w:r w:rsidR="005B39DA">
        <w:rPr>
          <w:lang w:val="sr-Cyrl-RS" w:eastAsia="sr-Latn-CS"/>
        </w:rPr>
        <w:t xml:space="preserve"> и 2026</w:t>
      </w:r>
      <w:r w:rsidR="009F433C">
        <w:rPr>
          <w:lang w:val="sr-Latn-RS" w:eastAsia="sr-Latn-CS"/>
        </w:rPr>
        <w:t xml:space="preserve">. </w:t>
      </w:r>
      <w:r w:rsidR="009F433C">
        <w:rPr>
          <w:lang w:val="sr-Cyrl-RS" w:eastAsia="sr-Latn-CS"/>
        </w:rPr>
        <w:t>год</w:t>
      </w:r>
      <w:r w:rsidR="00096226" w:rsidRPr="006324A2">
        <w:rPr>
          <w:kern w:val="24"/>
          <w:lang w:val="sr-Cyrl-RS"/>
        </w:rPr>
        <w:t>,</w:t>
      </w:r>
      <w:r w:rsidR="00096226" w:rsidRPr="006324A2">
        <w:rPr>
          <w:bCs/>
          <w:iCs/>
          <w:lang w:val="sr-Cyrl-RS"/>
        </w:rPr>
        <w:t xml:space="preserve"> у свему према спецификацији </w:t>
      </w:r>
      <w:r w:rsidR="00096226" w:rsidRPr="006324A2">
        <w:rPr>
          <w:lang w:val="sr-Cyrl-RS"/>
        </w:rPr>
        <w:t>садржаној у Конкурсној документацији</w:t>
      </w:r>
      <w:r w:rsidR="00563C5D">
        <w:rPr>
          <w:lang w:val="sr-Cyrl-RS"/>
        </w:rPr>
        <w:t>,</w:t>
      </w:r>
      <w:r w:rsidR="00096226" w:rsidRPr="006324A2">
        <w:rPr>
          <w:lang w:val="sr-Cyrl-RS" w:eastAsia="sr-Latn-CS"/>
        </w:rPr>
        <w:t xml:space="preserve"> </w:t>
      </w:r>
      <w:r w:rsidR="00563C5D">
        <w:rPr>
          <w:lang w:val="sr-Cyrl-RS" w:eastAsia="sr-Latn-CS"/>
        </w:rPr>
        <w:t>б</w:t>
      </w:r>
      <w:r w:rsidR="00481D0C">
        <w:rPr>
          <w:lang w:val="sr-Cyrl-RS" w:eastAsia="sr-Latn-CS"/>
        </w:rPr>
        <w:t xml:space="preserve">рој набавке </w:t>
      </w:r>
      <w:r w:rsidR="00481D0C" w:rsidRPr="00D11720">
        <w:rPr>
          <w:b/>
          <w:bCs/>
          <w:lang w:val="sr-Latn-RS" w:eastAsia="sr-Latn-CS"/>
        </w:rPr>
        <w:t>OSU-I/2025</w:t>
      </w:r>
    </w:p>
    <w:p w14:paraId="3CC68C5B" w14:textId="13830158" w:rsidR="00096226" w:rsidRPr="006324A2" w:rsidRDefault="00B758A6" w:rsidP="00096226">
      <w:pPr>
        <w:autoSpaceDE w:val="0"/>
        <w:autoSpaceDN w:val="0"/>
        <w:adjustRightInd w:val="0"/>
        <w:jc w:val="both"/>
        <w:rPr>
          <w:lang w:val="sr-Cyrl-RS" w:eastAsia="sr-Latn-CS"/>
        </w:rPr>
      </w:pPr>
      <w:r w:rsidRPr="006324A2">
        <w:rPr>
          <w:lang w:val="sr-Cyrl-RS" w:eastAsia="sr-Latn-CS"/>
        </w:rPr>
        <w:t>Назив и ознака из општег речника набавке</w:t>
      </w:r>
      <w:r w:rsidR="00096226" w:rsidRPr="006324A2">
        <w:rPr>
          <w:lang w:val="sr-Cyrl-RS" w:eastAsia="sr-Latn-CS"/>
        </w:rPr>
        <w:t>-</w:t>
      </w:r>
      <w:r w:rsidRPr="006324A2">
        <w:rPr>
          <w:lang w:val="sr-Cyrl-RS" w:eastAsia="sr-Latn-CS"/>
        </w:rPr>
        <w:t xml:space="preserve"> </w:t>
      </w:r>
      <w:r w:rsidR="00096226" w:rsidRPr="006324A2">
        <w:rPr>
          <w:lang w:val="sr-Cyrl-RS" w:eastAsia="sr-Latn-CS"/>
        </w:rPr>
        <w:t>ЦВП:</w:t>
      </w:r>
      <w:r w:rsidR="00096226" w:rsidRPr="006324A2">
        <w:rPr>
          <w:b/>
          <w:bCs/>
          <w:szCs w:val="20"/>
          <w:lang w:val="sr-Cyrl-RS"/>
        </w:rPr>
        <w:t xml:space="preserve"> </w:t>
      </w:r>
      <w:r w:rsidR="009D7AEB">
        <w:rPr>
          <w:b/>
          <w:bCs/>
          <w:lang w:val="sr-Cyrl-RS" w:eastAsia="sr-Latn-CS"/>
        </w:rPr>
        <w:t>64200000</w:t>
      </w:r>
    </w:p>
    <w:p w14:paraId="127C0B19" w14:textId="77777777" w:rsidR="003742D2" w:rsidRDefault="003742D2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</w:p>
    <w:p w14:paraId="048006D8" w14:textId="617CA879" w:rsidR="00B758A6" w:rsidRPr="006324A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6324A2">
        <w:rPr>
          <w:b/>
          <w:lang w:val="sr-Cyrl-RS" w:eastAsia="sr-Latn-CS"/>
        </w:rPr>
        <w:t xml:space="preserve">1.4. Предметна јавна набавке </w:t>
      </w:r>
      <w:r w:rsidR="001C0154">
        <w:rPr>
          <w:b/>
          <w:lang w:val="sr-Cyrl-RS" w:eastAsia="sr-Latn-CS"/>
        </w:rPr>
        <w:t>је јединствена</w:t>
      </w:r>
    </w:p>
    <w:p w14:paraId="3E9346EA" w14:textId="77777777" w:rsidR="00B758A6" w:rsidRPr="006324A2" w:rsidRDefault="00B758A6" w:rsidP="00B758A6">
      <w:pPr>
        <w:spacing w:line="360" w:lineRule="auto"/>
        <w:ind w:left="0" w:right="0"/>
        <w:rPr>
          <w:lang w:val="sr-Cyrl-RS" w:eastAsia="sr-Latn-CS"/>
        </w:rPr>
      </w:pPr>
    </w:p>
    <w:p w14:paraId="33144C8F" w14:textId="77777777" w:rsidR="00B758A6" w:rsidRPr="006324A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6324A2">
        <w:rPr>
          <w:b/>
          <w:lang w:val="sr-Cyrl-RS" w:eastAsia="sr-Latn-CS"/>
        </w:rPr>
        <w:t>1.5. Контакт:</w:t>
      </w:r>
    </w:p>
    <w:p w14:paraId="2CC9E3B7" w14:textId="77777777" w:rsidR="00D07C17" w:rsidRPr="006324A2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6324A2">
        <w:rPr>
          <w:lang w:val="sr-Cyrl-RS" w:eastAsia="sr-Latn-CS"/>
        </w:rPr>
        <w:t xml:space="preserve">Завод за јавно здравље Панчево, </w:t>
      </w:r>
    </w:p>
    <w:p w14:paraId="5831AE2F" w14:textId="77777777" w:rsidR="00B758A6" w:rsidRPr="006324A2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6324A2">
        <w:rPr>
          <w:lang w:val="sr-Cyrl-RS" w:eastAsia="sr-Latn-CS"/>
        </w:rPr>
        <w:t>ул: Пастерова бр:2; 26000 Панчево</w:t>
      </w:r>
    </w:p>
    <w:p w14:paraId="04F41E97" w14:textId="78F38591" w:rsidR="00B758A6" w:rsidRPr="00052AC8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en-US" w:eastAsia="sr-Latn-CS"/>
        </w:rPr>
      </w:pPr>
      <w:r w:rsidRPr="006324A2">
        <w:rPr>
          <w:bCs/>
          <w:lang w:val="sr-Cyrl-RS" w:eastAsia="sr-Latn-CS"/>
        </w:rPr>
        <w:t xml:space="preserve">Електронска адреса: </w:t>
      </w:r>
      <w:hyperlink r:id="rId8" w:history="1">
        <w:r w:rsidR="00052AC8" w:rsidRPr="00DD4542">
          <w:rPr>
            <w:rStyle w:val="Hyperlink"/>
            <w:lang w:val="sr-Latn-RS"/>
          </w:rPr>
          <w:t>javne.nabavke</w:t>
        </w:r>
        <w:r w:rsidR="00052AC8" w:rsidRPr="00DD4542">
          <w:rPr>
            <w:rStyle w:val="Hyperlink"/>
            <w:lang w:val="en-US"/>
          </w:rPr>
          <w:t>@zjzpa.org.rs</w:t>
        </w:r>
      </w:hyperlink>
      <w:r w:rsidR="00052AC8">
        <w:rPr>
          <w:lang w:val="en-US"/>
        </w:rPr>
        <w:t xml:space="preserve"> </w:t>
      </w:r>
    </w:p>
    <w:p w14:paraId="24462E58" w14:textId="77777777" w:rsidR="003A7D62" w:rsidRPr="006324A2" w:rsidRDefault="003A7D62" w:rsidP="003A7D62">
      <w:pPr>
        <w:rPr>
          <w:lang w:val="sr-Cyrl-RS"/>
        </w:rPr>
      </w:pPr>
    </w:p>
    <w:p w14:paraId="336CB53E" w14:textId="77777777" w:rsidR="003A7D62" w:rsidRPr="006324A2" w:rsidRDefault="003A7D62" w:rsidP="003A7D62">
      <w:pPr>
        <w:ind w:left="0"/>
        <w:rPr>
          <w:lang w:val="sr-Cyrl-RS"/>
        </w:rPr>
      </w:pPr>
    </w:p>
    <w:p w14:paraId="6C71EC1B" w14:textId="77777777" w:rsidR="003A7D62" w:rsidRPr="006324A2" w:rsidRDefault="003A7D62" w:rsidP="003A7D62">
      <w:pPr>
        <w:ind w:left="0"/>
        <w:rPr>
          <w:lang w:val="sr-Cyrl-RS"/>
        </w:rPr>
      </w:pPr>
    </w:p>
    <w:p w14:paraId="697BA6D1" w14:textId="77777777" w:rsidR="003A7D62" w:rsidRPr="006324A2" w:rsidRDefault="003A7D62" w:rsidP="003A7D62">
      <w:pPr>
        <w:ind w:left="0"/>
        <w:rPr>
          <w:lang w:val="sr-Cyrl-RS"/>
        </w:rPr>
      </w:pPr>
    </w:p>
    <w:p w14:paraId="47BB860E" w14:textId="77777777" w:rsidR="003A7D62" w:rsidRPr="006324A2" w:rsidRDefault="003A7D62" w:rsidP="003A7D62">
      <w:pPr>
        <w:ind w:left="0"/>
        <w:rPr>
          <w:lang w:val="sr-Cyrl-RS"/>
        </w:rPr>
      </w:pPr>
    </w:p>
    <w:p w14:paraId="001290AB" w14:textId="77777777" w:rsidR="003A7D62" w:rsidRPr="006324A2" w:rsidRDefault="003A7D62" w:rsidP="003A7D62">
      <w:pPr>
        <w:ind w:left="0"/>
        <w:rPr>
          <w:lang w:val="sr-Cyrl-RS"/>
        </w:rPr>
      </w:pPr>
    </w:p>
    <w:sectPr w:rsidR="003A7D62" w:rsidRPr="006324A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3072C7" w14:textId="77777777" w:rsidR="00D656E5" w:rsidRDefault="00D656E5">
      <w:r>
        <w:separator/>
      </w:r>
    </w:p>
  </w:endnote>
  <w:endnote w:type="continuationSeparator" w:id="0">
    <w:p w14:paraId="28E3B852" w14:textId="77777777" w:rsidR="00D656E5" w:rsidRDefault="00D65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87C45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0E743E1C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8E4547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4CB24" w14:textId="381C05B0" w:rsidR="00B53C13" w:rsidRPr="00152F9F" w:rsidRDefault="006A2AB2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8E41C17" wp14:editId="7766A6DB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66B775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671DAF" w14:textId="77777777" w:rsidR="00D656E5" w:rsidRDefault="00D656E5">
      <w:r>
        <w:separator/>
      </w:r>
    </w:p>
  </w:footnote>
  <w:footnote w:type="continuationSeparator" w:id="0">
    <w:p w14:paraId="5E1DA493" w14:textId="77777777" w:rsidR="00D656E5" w:rsidRDefault="00D65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5EC0B8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8D601" w14:textId="77777777" w:rsidR="00B53C13" w:rsidRDefault="00B53C13" w:rsidP="00020DF1">
    <w:pPr>
      <w:pStyle w:val="Heading3"/>
      <w:spacing w:before="0" w:after="0"/>
      <w:ind w:left="0" w:right="0"/>
    </w:pPr>
  </w:p>
  <w:p w14:paraId="6FC6E649" w14:textId="2D293928" w:rsidR="00B53C13" w:rsidRDefault="006A2AB2" w:rsidP="00647975">
    <w:pPr>
      <w:pStyle w:val="Heading3"/>
      <w:spacing w:before="0" w:after="0"/>
      <w:ind w:left="0" w:right="0"/>
      <w:jc w:val="center"/>
    </w:pPr>
    <w:r>
      <w:rPr>
        <w:noProof/>
      </w:rPr>
      <w:drawing>
        <wp:anchor distT="0" distB="0" distL="114300" distR="114300" simplePos="0" relativeHeight="251658752" behindDoc="1" locked="0" layoutInCell="1" allowOverlap="1" wp14:anchorId="1675DEEF" wp14:editId="3AE98F3F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3C13">
      <w:t>РЕПУБЛИКА СРБИЈА</w:t>
    </w:r>
    <w:r>
      <w:rPr>
        <w:noProof/>
      </w:rPr>
      <w:drawing>
        <wp:anchor distT="0" distB="0" distL="114300" distR="114300" simplePos="0" relativeHeight="251657728" behindDoc="0" locked="0" layoutInCell="1" allowOverlap="1" wp14:anchorId="42F62B33" wp14:editId="62993DB0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7D7D86" w14:textId="77777777" w:rsidR="00B53C13" w:rsidRDefault="00B53C13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35455306" w14:textId="77777777" w:rsidR="00B53C13" w:rsidRDefault="00B53C13" w:rsidP="00255AFE">
    <w:pPr>
      <w:ind w:left="170" w:right="0"/>
      <w:jc w:val="center"/>
    </w:pPr>
    <w:r>
      <w:t>Завод за јавно здравље Панчево</w:t>
    </w:r>
  </w:p>
  <w:p w14:paraId="3F8EE2C0" w14:textId="77777777" w:rsidR="00B53C13" w:rsidRDefault="00B53C13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679DA3DC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20DF1"/>
    <w:rsid w:val="00023F52"/>
    <w:rsid w:val="00052AC8"/>
    <w:rsid w:val="00063C8E"/>
    <w:rsid w:val="00096226"/>
    <w:rsid w:val="000C72B2"/>
    <w:rsid w:val="001249E0"/>
    <w:rsid w:val="00152F9F"/>
    <w:rsid w:val="00153DB0"/>
    <w:rsid w:val="0016026B"/>
    <w:rsid w:val="001604B2"/>
    <w:rsid w:val="001A2DF0"/>
    <w:rsid w:val="001C0154"/>
    <w:rsid w:val="001E28EE"/>
    <w:rsid w:val="00255AFE"/>
    <w:rsid w:val="002E6BB5"/>
    <w:rsid w:val="00356D25"/>
    <w:rsid w:val="00373489"/>
    <w:rsid w:val="003742D2"/>
    <w:rsid w:val="003A7D62"/>
    <w:rsid w:val="003D56B3"/>
    <w:rsid w:val="004267E2"/>
    <w:rsid w:val="00434B9F"/>
    <w:rsid w:val="00481D0C"/>
    <w:rsid w:val="00563C5D"/>
    <w:rsid w:val="00570E24"/>
    <w:rsid w:val="005A48D4"/>
    <w:rsid w:val="005B39DA"/>
    <w:rsid w:val="005B3F46"/>
    <w:rsid w:val="00620E24"/>
    <w:rsid w:val="006324A2"/>
    <w:rsid w:val="00647975"/>
    <w:rsid w:val="006A2AB2"/>
    <w:rsid w:val="0074399B"/>
    <w:rsid w:val="007C6708"/>
    <w:rsid w:val="007F4E0B"/>
    <w:rsid w:val="00841BD3"/>
    <w:rsid w:val="00872673"/>
    <w:rsid w:val="00885B49"/>
    <w:rsid w:val="008A1C5C"/>
    <w:rsid w:val="008C46C7"/>
    <w:rsid w:val="008D72FC"/>
    <w:rsid w:val="008F6FE9"/>
    <w:rsid w:val="008F77E2"/>
    <w:rsid w:val="00900B56"/>
    <w:rsid w:val="00937EF1"/>
    <w:rsid w:val="00947A00"/>
    <w:rsid w:val="009B1801"/>
    <w:rsid w:val="009B1F50"/>
    <w:rsid w:val="009C48BF"/>
    <w:rsid w:val="009D3EF4"/>
    <w:rsid w:val="009D7AEB"/>
    <w:rsid w:val="009F433C"/>
    <w:rsid w:val="009F5BF8"/>
    <w:rsid w:val="00A00040"/>
    <w:rsid w:val="00A65609"/>
    <w:rsid w:val="00A72312"/>
    <w:rsid w:val="00A94055"/>
    <w:rsid w:val="00AA4928"/>
    <w:rsid w:val="00AE2633"/>
    <w:rsid w:val="00B105E0"/>
    <w:rsid w:val="00B22668"/>
    <w:rsid w:val="00B53C13"/>
    <w:rsid w:val="00B71CC8"/>
    <w:rsid w:val="00B758A6"/>
    <w:rsid w:val="00B834F9"/>
    <w:rsid w:val="00BE1D99"/>
    <w:rsid w:val="00C07AEF"/>
    <w:rsid w:val="00C72B23"/>
    <w:rsid w:val="00CD2FA7"/>
    <w:rsid w:val="00D032E9"/>
    <w:rsid w:val="00D07C17"/>
    <w:rsid w:val="00D11720"/>
    <w:rsid w:val="00D130A5"/>
    <w:rsid w:val="00D24539"/>
    <w:rsid w:val="00D57E6D"/>
    <w:rsid w:val="00D656E5"/>
    <w:rsid w:val="00D9739E"/>
    <w:rsid w:val="00DE3BE4"/>
    <w:rsid w:val="00E43265"/>
    <w:rsid w:val="00EA39DE"/>
    <w:rsid w:val="00EA5E7E"/>
    <w:rsid w:val="00EB52E0"/>
    <w:rsid w:val="00EE525E"/>
    <w:rsid w:val="00F6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42B9370F"/>
  <w15:chartTrackingRefBased/>
  <w15:docId w15:val="{CF361010-E153-4CD2-8263-BAEF0E7DC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2A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memorandum.dot</Template>
  <TotalTime>6</TotalTime>
  <Pages>1</Pages>
  <Words>107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889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Goran Ilić</cp:lastModifiedBy>
  <cp:revision>13</cp:revision>
  <cp:lastPrinted>2007-06-13T07:07:00Z</cp:lastPrinted>
  <dcterms:created xsi:type="dcterms:W3CDTF">2023-01-30T15:48:00Z</dcterms:created>
  <dcterms:modified xsi:type="dcterms:W3CDTF">2025-01-21T11:48:00Z</dcterms:modified>
</cp:coreProperties>
</file>