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7D8AB" w14:textId="77777777" w:rsidR="002C1D40" w:rsidRDefault="00C823AF" w:rsidP="0059572E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</w:pPr>
      <w:r w:rsidRPr="002C1D40">
        <w:rPr>
          <w:rFonts w:ascii="Times New Roman" w:hAnsi="Times New Roman"/>
          <w:b/>
          <w:bCs/>
          <w:kern w:val="32"/>
          <w:sz w:val="28"/>
          <w:szCs w:val="28"/>
          <w:highlight w:val="lightGray"/>
          <w:lang w:val="sr-Cyrl-RS"/>
        </w:rPr>
        <w:t xml:space="preserve">МОДЕЛ   </w:t>
      </w:r>
      <w:r w:rsidR="0059572E" w:rsidRPr="002C1D40">
        <w:rPr>
          <w:rFonts w:ascii="Times New Roman" w:hAnsi="Times New Roman"/>
          <w:b/>
          <w:bCs/>
          <w:kern w:val="32"/>
          <w:sz w:val="28"/>
          <w:szCs w:val="28"/>
          <w:highlight w:val="lightGray"/>
          <w:lang w:val="sr-Cyrl-RS"/>
        </w:rPr>
        <w:t>УГОВОР</w:t>
      </w:r>
      <w:r w:rsidRPr="002C1D40">
        <w:rPr>
          <w:rFonts w:ascii="Times New Roman" w:hAnsi="Times New Roman"/>
          <w:b/>
          <w:bCs/>
          <w:kern w:val="32"/>
          <w:sz w:val="28"/>
          <w:szCs w:val="28"/>
          <w:highlight w:val="lightGray"/>
          <w:lang w:val="sr-Cyrl-RS"/>
        </w:rPr>
        <w:t>А</w:t>
      </w:r>
      <w:r w:rsidRPr="00760163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</w:t>
      </w:r>
    </w:p>
    <w:p w14:paraId="32894DBB" w14:textId="440EF861" w:rsidR="00227F91" w:rsidRDefault="001D1E4C" w:rsidP="00227F91">
      <w:pPr>
        <w:keepNext/>
        <w:spacing w:before="240" w:after="60"/>
        <w:ind w:firstLine="720"/>
        <w:jc w:val="center"/>
        <w:outlineLvl w:val="0"/>
        <w:rPr>
          <w:rFonts w:ascii="Times New Roman" w:hAnsi="Times New Roman"/>
          <w:b/>
          <w:bCs/>
          <w:sz w:val="32"/>
          <w:szCs w:val="32"/>
          <w:lang w:val="sr-Cyrl-RS"/>
        </w:rPr>
      </w:pPr>
      <w:r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У</w:t>
      </w:r>
      <w:r w:rsidRPr="00227F91">
        <w:rPr>
          <w:rFonts w:ascii="Times New Roman" w:hAnsi="Times New Roman"/>
          <w:b/>
          <w:bCs/>
          <w:kern w:val="32"/>
          <w:sz w:val="32"/>
          <w:szCs w:val="32"/>
          <w:lang w:val="sr-Cyrl-RS"/>
        </w:rPr>
        <w:t>ГОВОР О  НАБАВЦИ</w:t>
      </w:r>
      <w:r w:rsidRPr="00760163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bCs/>
          <w:sz w:val="32"/>
          <w:szCs w:val="32"/>
          <w:lang w:val="sr-Cyrl-RS"/>
        </w:rPr>
        <w:t xml:space="preserve">ДОБАРА </w:t>
      </w:r>
    </w:p>
    <w:p w14:paraId="7DADD74A" w14:textId="77777777" w:rsidR="001D1E4C" w:rsidRPr="001D1E4C" w:rsidRDefault="001D1E4C" w:rsidP="001D1E4C">
      <w:pPr>
        <w:spacing w:after="0" w:line="240" w:lineRule="auto"/>
        <w:ind w:left="-142" w:right="-472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1D1E4C">
        <w:rPr>
          <w:rFonts w:ascii="Times New Roman" w:hAnsi="Times New Roman"/>
          <w:b/>
          <w:bCs/>
          <w:sz w:val="28"/>
          <w:szCs w:val="28"/>
          <w:lang w:val="sr-Cyrl-RS"/>
        </w:rPr>
        <w:t xml:space="preserve">Намештај и </w:t>
      </w:r>
      <w:proofErr w:type="spellStart"/>
      <w:r w:rsidRPr="001D1E4C">
        <w:rPr>
          <w:rFonts w:ascii="Times New Roman" w:hAnsi="Times New Roman"/>
          <w:b/>
          <w:bCs/>
          <w:sz w:val="28"/>
          <w:szCs w:val="28"/>
          <w:lang w:val="sr-Cyrl-RS"/>
        </w:rPr>
        <w:t>опремa</w:t>
      </w:r>
      <w:proofErr w:type="spellEnd"/>
      <w:r w:rsidRPr="001D1E4C">
        <w:rPr>
          <w:rFonts w:ascii="Times New Roman" w:hAnsi="Times New Roman"/>
          <w:b/>
          <w:bCs/>
          <w:sz w:val="28"/>
          <w:szCs w:val="28"/>
          <w:lang w:val="sr-Cyrl-RS"/>
        </w:rPr>
        <w:t xml:space="preserve"> за просторије организационих јединица </w:t>
      </w:r>
    </w:p>
    <w:p w14:paraId="021FD3C7" w14:textId="7408EC99" w:rsidR="001D1E4C" w:rsidRPr="001D1E4C" w:rsidRDefault="001D1E4C" w:rsidP="001D1E4C">
      <w:pPr>
        <w:spacing w:after="0" w:line="240" w:lineRule="auto"/>
        <w:ind w:left="-142" w:right="-472"/>
        <w:jc w:val="center"/>
        <w:rPr>
          <w:rFonts w:ascii="Times New Roman" w:hAnsi="Times New Roman"/>
          <w:b/>
          <w:bCs/>
          <w:sz w:val="28"/>
          <w:szCs w:val="28"/>
          <w:lang w:val="sr-Cyrl-RS"/>
        </w:rPr>
      </w:pPr>
      <w:r w:rsidRPr="001D1E4C">
        <w:rPr>
          <w:rFonts w:ascii="Times New Roman" w:hAnsi="Times New Roman"/>
          <w:b/>
          <w:bCs/>
          <w:sz w:val="28"/>
          <w:szCs w:val="28"/>
          <w:lang w:val="sr-Cyrl-RS"/>
        </w:rPr>
        <w:t>и пратеће просторије у новом објекту Завода за јавно здравље Панчево</w:t>
      </w:r>
    </w:p>
    <w:p w14:paraId="0DC3A276" w14:textId="77777777" w:rsidR="001D1E4C" w:rsidRDefault="001D1E4C" w:rsidP="0040387B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171D3617" w14:textId="15698FF0" w:rsidR="0040387B" w:rsidRPr="00760163" w:rsidRDefault="0040387B" w:rsidP="0040387B">
      <w:pPr>
        <w:spacing w:after="0" w:line="240" w:lineRule="auto"/>
        <w:ind w:left="-142" w:right="-472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По спроведеном поступку јавне набавке </w:t>
      </w:r>
      <w:bookmarkStart w:id="0" w:name="_Hlk179533925"/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ЈНД-</w:t>
      </w:r>
      <w:r w:rsidR="00BA7958">
        <w:rPr>
          <w:rFonts w:ascii="Times New Roman" w:eastAsia="Times New Roman" w:hAnsi="Times New Roman"/>
          <w:b/>
          <w:sz w:val="24"/>
          <w:szCs w:val="24"/>
          <w:lang w:val="sr-Latn-RS"/>
        </w:rPr>
        <w:t>IX</w:t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/2024</w:t>
      </w:r>
      <w:bookmarkEnd w:id="0"/>
    </w:p>
    <w:p w14:paraId="463D44F5" w14:textId="77777777" w:rsidR="000C2F70" w:rsidRPr="00760163" w:rsidRDefault="000C2F70" w:rsidP="000C2F70">
      <w:pPr>
        <w:spacing w:after="0"/>
        <w:ind w:left="-142" w:right="-472"/>
        <w:jc w:val="center"/>
        <w:rPr>
          <w:rFonts w:ascii="Times New Roman" w:hAnsi="Times New Roman"/>
          <w:b/>
          <w:sz w:val="32"/>
          <w:szCs w:val="32"/>
          <w:lang w:val="sr-Cyrl-RS"/>
        </w:rPr>
      </w:pPr>
    </w:p>
    <w:p w14:paraId="378B50E8" w14:textId="423063CE" w:rsidR="000C2F70" w:rsidRPr="00760163" w:rsidRDefault="000C2F70" w:rsidP="000C2F70">
      <w:pPr>
        <w:ind w:left="-142" w:right="-472"/>
        <w:rPr>
          <w:rFonts w:ascii="Times New Roman" w:hAnsi="Times New Roman"/>
          <w:sz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Закључен у Панчеву, дана ________</w:t>
      </w:r>
      <w:r w:rsidR="001D1E4C">
        <w:rPr>
          <w:rFonts w:ascii="Times New Roman" w:hAnsi="Times New Roman"/>
          <w:sz w:val="24"/>
          <w:lang w:val="sr-Cyrl-RS"/>
        </w:rPr>
        <w:t>.</w:t>
      </w:r>
      <w:r w:rsidRPr="00760163">
        <w:rPr>
          <w:rFonts w:ascii="Times New Roman" w:hAnsi="Times New Roman"/>
          <w:sz w:val="24"/>
          <w:lang w:val="sr-Cyrl-RS"/>
        </w:rPr>
        <w:t>202</w:t>
      </w:r>
      <w:r w:rsidR="008C2612" w:rsidRPr="00760163">
        <w:rPr>
          <w:rFonts w:ascii="Times New Roman" w:hAnsi="Times New Roman"/>
          <w:sz w:val="24"/>
          <w:lang w:val="sr-Cyrl-RS"/>
        </w:rPr>
        <w:t>4</w:t>
      </w:r>
      <w:r w:rsidRPr="00760163">
        <w:rPr>
          <w:rFonts w:ascii="Times New Roman" w:hAnsi="Times New Roman"/>
          <w:sz w:val="24"/>
          <w:lang w:val="sr-Cyrl-RS"/>
        </w:rPr>
        <w:t>. године, између:</w:t>
      </w:r>
    </w:p>
    <w:p w14:paraId="76ABAF51" w14:textId="0674F2D3" w:rsidR="000C2F70" w:rsidRPr="00760163" w:rsidRDefault="000C2F70" w:rsidP="000C2F7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760163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760163">
        <w:rPr>
          <w:rFonts w:ascii="Times New Roman" w:hAnsi="Times New Roman"/>
          <w:sz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bookmarkStart w:id="1" w:name="_Hlk176794291"/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bookmarkEnd w:id="1"/>
      <w:r w:rsidRPr="00760163">
        <w:rPr>
          <w:rFonts w:ascii="Times New Roman" w:hAnsi="Times New Roman"/>
          <w:sz w:val="24"/>
          <w:lang w:val="sr-Cyrl-RS"/>
        </w:rPr>
        <w:t>) и</w:t>
      </w:r>
    </w:p>
    <w:p w14:paraId="6F81228A" w14:textId="77777777" w:rsidR="00714A69" w:rsidRPr="00760163" w:rsidRDefault="00714A69" w:rsidP="000C2F70">
      <w:pPr>
        <w:ind w:left="-142" w:right="-472"/>
        <w:jc w:val="both"/>
        <w:rPr>
          <w:rFonts w:ascii="Times New Roman" w:hAnsi="Times New Roman"/>
          <w:sz w:val="18"/>
          <w:szCs w:val="18"/>
          <w:lang w:val="sr-Cyrl-RS"/>
        </w:rPr>
      </w:pPr>
    </w:p>
    <w:p w14:paraId="3371AADE" w14:textId="46562C49" w:rsidR="000C2F70" w:rsidRPr="00760163" w:rsidRDefault="000C2F70" w:rsidP="000C2F70">
      <w:pPr>
        <w:ind w:left="-142" w:right="-472"/>
        <w:jc w:val="both"/>
        <w:rPr>
          <w:rFonts w:ascii="Times New Roman" w:hAnsi="Times New Roman"/>
          <w:b/>
          <w:bCs/>
          <w:sz w:val="18"/>
          <w:szCs w:val="18"/>
          <w:lang w:val="sr-Cyrl-RS"/>
        </w:rPr>
      </w:pPr>
      <w:r w:rsidRPr="00760163">
        <w:rPr>
          <w:rFonts w:ascii="Times New Roman" w:hAnsi="Times New Roman"/>
          <w:b/>
          <w:bCs/>
          <w:sz w:val="18"/>
          <w:szCs w:val="18"/>
          <w:lang w:val="sr-Cyrl-RS"/>
        </w:rPr>
        <w:t xml:space="preserve">(* у случају заједничке понуде под редним бројем 1. уписује се овлашћени </w:t>
      </w:r>
      <w:r w:rsidR="00714A69" w:rsidRPr="00760163">
        <w:rPr>
          <w:rFonts w:ascii="Times New Roman" w:hAnsi="Times New Roman"/>
          <w:b/>
          <w:bCs/>
          <w:sz w:val="18"/>
          <w:szCs w:val="18"/>
          <w:lang w:val="sr-Cyrl-RS"/>
        </w:rPr>
        <w:t>представник</w:t>
      </w:r>
      <w:r w:rsidRPr="00760163">
        <w:rPr>
          <w:rFonts w:ascii="Times New Roman" w:hAnsi="Times New Roman"/>
          <w:b/>
          <w:bCs/>
          <w:sz w:val="18"/>
          <w:szCs w:val="18"/>
          <w:lang w:val="sr-Cyrl-RS"/>
        </w:rPr>
        <w:t>)</w:t>
      </w:r>
    </w:p>
    <w:p w14:paraId="2AB4C49E" w14:textId="77777777" w:rsidR="000C2F70" w:rsidRPr="00760163" w:rsidRDefault="000C2F70" w:rsidP="000C2F70">
      <w:pPr>
        <w:ind w:left="-142" w:right="-472"/>
        <w:jc w:val="both"/>
        <w:rPr>
          <w:rFonts w:ascii="Times New Roman" w:hAnsi="Times New Roman"/>
          <w:b/>
          <w:bCs/>
          <w:sz w:val="18"/>
          <w:szCs w:val="18"/>
          <w:lang w:val="sr-Cyrl-RS"/>
        </w:rPr>
      </w:pPr>
      <w:r w:rsidRPr="00760163">
        <w:rPr>
          <w:rFonts w:ascii="Times New Roman" w:hAnsi="Times New Roman"/>
          <w:b/>
          <w:bCs/>
          <w:sz w:val="18"/>
          <w:szCs w:val="18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3E79D30" w14:textId="53A8EDF2" w:rsidR="000C2F70" w:rsidRPr="00760163" w:rsidRDefault="000C2F70" w:rsidP="000C2F70">
      <w:pPr>
        <w:ind w:left="-142" w:right="-472"/>
        <w:jc w:val="both"/>
        <w:rPr>
          <w:rFonts w:ascii="Times New Roman" w:hAnsi="Times New Roman"/>
          <w:sz w:val="24"/>
          <w:lang w:val="sr-Cyrl-RS"/>
        </w:rPr>
      </w:pPr>
      <w:r w:rsidRPr="00760163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 w:rsidRPr="00760163">
        <w:rPr>
          <w:rFonts w:ascii="Times New Roman" w:hAnsi="Times New Roman"/>
          <w:sz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r w:rsidRPr="00760163">
        <w:rPr>
          <w:rFonts w:ascii="Times New Roman" w:hAnsi="Times New Roman"/>
          <w:sz w:val="24"/>
          <w:lang w:val="sr-Cyrl-RS"/>
        </w:rPr>
        <w:t>) и</w:t>
      </w:r>
    </w:p>
    <w:p w14:paraId="178638B2" w14:textId="77777777" w:rsidR="000C2F70" w:rsidRPr="00760163" w:rsidRDefault="000C2F70" w:rsidP="000C2F70">
      <w:pPr>
        <w:ind w:left="-142" w:right="-472"/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1339BAB1" w14:textId="319E2C17" w:rsidR="000C2F70" w:rsidRPr="00760163" w:rsidRDefault="00DE24E7" w:rsidP="000C2F70">
      <w:pPr>
        <w:numPr>
          <w:ilvl w:val="0"/>
          <w:numId w:val="7"/>
        </w:numPr>
        <w:spacing w:after="0" w:line="240" w:lineRule="auto"/>
        <w:ind w:left="-142" w:right="-472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 w:rsidRPr="00760163">
        <w:rPr>
          <w:rFonts w:ascii="Times New Roman" w:hAnsi="Times New Roman"/>
          <w:b/>
          <w:bCs/>
          <w:sz w:val="24"/>
          <w:lang w:val="sr-Cyrl-RS"/>
        </w:rPr>
        <w:t>ЗАВОДА ЗА ЈАВНО ЗДРАВЉЕ ПАНЧЕВО</w:t>
      </w:r>
      <w:r w:rsidR="000C2F70" w:rsidRPr="00760163">
        <w:rPr>
          <w:rFonts w:ascii="Times New Roman" w:hAnsi="Times New Roman"/>
          <w:b/>
          <w:bCs/>
          <w:sz w:val="24"/>
          <w:lang w:val="sr-Cyrl-RS"/>
        </w:rPr>
        <w:t xml:space="preserve">, </w:t>
      </w:r>
      <w:r w:rsidR="000C2F70" w:rsidRPr="00760163">
        <w:rPr>
          <w:rFonts w:ascii="Times New Roman" w:hAnsi="Times New Roman"/>
          <w:sz w:val="24"/>
          <w:lang w:val="sr-Cyrl-RS"/>
        </w:rPr>
        <w:t xml:space="preserve">из Панчева, улица </w:t>
      </w:r>
      <w:proofErr w:type="spellStart"/>
      <w:r w:rsidR="000C2F70" w:rsidRPr="00760163">
        <w:rPr>
          <w:rFonts w:ascii="Times New Roman" w:hAnsi="Times New Roman"/>
          <w:sz w:val="24"/>
          <w:lang w:val="sr-Cyrl-RS"/>
        </w:rPr>
        <w:t>Пастерова</w:t>
      </w:r>
      <w:proofErr w:type="spellEnd"/>
      <w:r w:rsidR="000C2F70" w:rsidRPr="00760163">
        <w:rPr>
          <w:rFonts w:ascii="Times New Roman" w:hAnsi="Times New Roman"/>
          <w:sz w:val="24"/>
          <w:lang w:val="sr-Cyrl-RS"/>
        </w:rPr>
        <w:t xml:space="preserve"> број 2, број рачуна код Управе за трезор </w:t>
      </w:r>
      <w:r w:rsidR="000C2F70" w:rsidRPr="00C35448">
        <w:rPr>
          <w:rFonts w:ascii="Times New Roman" w:hAnsi="Times New Roman"/>
          <w:sz w:val="24"/>
          <w:lang w:val="sr-Cyrl-RS"/>
        </w:rPr>
        <w:t>840-39566</w:t>
      </w:r>
      <w:r w:rsidR="00CA0BFA" w:rsidRPr="00C35448">
        <w:rPr>
          <w:rFonts w:ascii="Times New Roman" w:hAnsi="Times New Roman"/>
          <w:sz w:val="24"/>
          <w:lang w:val="ru-RU"/>
        </w:rPr>
        <w:t>7</w:t>
      </w:r>
      <w:r w:rsidR="000C2F70" w:rsidRPr="00C35448">
        <w:rPr>
          <w:rFonts w:ascii="Times New Roman" w:hAnsi="Times New Roman"/>
          <w:sz w:val="24"/>
          <w:lang w:val="sr-Cyrl-RS"/>
        </w:rPr>
        <w:t>-</w:t>
      </w:r>
      <w:r w:rsidR="00CA0BFA" w:rsidRPr="00C35448">
        <w:rPr>
          <w:rFonts w:ascii="Times New Roman" w:hAnsi="Times New Roman"/>
          <w:sz w:val="24"/>
          <w:lang w:val="ru-RU"/>
        </w:rPr>
        <w:t>19</w:t>
      </w:r>
      <w:r w:rsidR="000C2F70" w:rsidRPr="00C35448">
        <w:rPr>
          <w:rFonts w:ascii="Times New Roman" w:hAnsi="Times New Roman"/>
          <w:sz w:val="24"/>
          <w:lang w:val="sr-Cyrl-RS"/>
        </w:rPr>
        <w:t>, ПИБ</w:t>
      </w:r>
      <w:r w:rsidR="000C2F70" w:rsidRPr="00760163">
        <w:rPr>
          <w:rFonts w:ascii="Times New Roman" w:hAnsi="Times New Roman"/>
          <w:sz w:val="24"/>
          <w:lang w:val="sr-Cyrl-RS"/>
        </w:rPr>
        <w:t xml:space="preserve"> 102002701, матични број 08259330, ПДВ регистрациони број 112859833, шифра делатности 8690 - остала здравствена заштита, регистрациони број 8230045398, кога заступа </w:t>
      </w:r>
      <w:proofErr w:type="spellStart"/>
      <w:r w:rsidR="000C2F70" w:rsidRPr="00760163">
        <w:rPr>
          <w:rFonts w:ascii="Times New Roman" w:hAnsi="Times New Roman"/>
          <w:sz w:val="24"/>
          <w:lang w:val="sr-Cyrl-RS"/>
        </w:rPr>
        <w:t>в.д</w:t>
      </w:r>
      <w:proofErr w:type="spellEnd"/>
      <w:r w:rsidR="000C2F70" w:rsidRPr="00760163">
        <w:rPr>
          <w:rFonts w:ascii="Times New Roman" w:hAnsi="Times New Roman"/>
          <w:sz w:val="24"/>
          <w:lang w:val="sr-Cyrl-RS"/>
        </w:rPr>
        <w:t xml:space="preserve">. директора Прим. др Љиљана Лазић (у  даљем  тексту: </w:t>
      </w:r>
      <w:bookmarkStart w:id="2" w:name="_Hlk176794674"/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bookmarkEnd w:id="2"/>
      <w:r w:rsidR="000C2F70" w:rsidRPr="00760163">
        <w:rPr>
          <w:rFonts w:ascii="Times New Roman" w:hAnsi="Times New Roman"/>
          <w:sz w:val="24"/>
          <w:lang w:val="sr-Cyrl-RS"/>
        </w:rPr>
        <w:t>).</w:t>
      </w:r>
    </w:p>
    <w:p w14:paraId="676540D5" w14:textId="77777777" w:rsidR="00CA0BFA" w:rsidRPr="00BC1A29" w:rsidRDefault="00CA0BFA" w:rsidP="005D0EB5">
      <w:pPr>
        <w:autoSpaceDE w:val="0"/>
        <w:autoSpaceDN w:val="0"/>
        <w:adjustRightInd w:val="0"/>
        <w:spacing w:line="240" w:lineRule="auto"/>
        <w:ind w:left="-142" w:right="-472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B08F84E" w14:textId="5BB80CF2" w:rsidR="005D0EB5" w:rsidRPr="00760163" w:rsidRDefault="005D0EB5" w:rsidP="005D0EB5">
      <w:pPr>
        <w:autoSpaceDE w:val="0"/>
        <w:autoSpaceDN w:val="0"/>
        <w:adjustRightInd w:val="0"/>
        <w:spacing w:line="240" w:lineRule="auto"/>
        <w:ind w:left="-426" w:right="-472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Уговорне стране сагласно констатују:</w:t>
      </w:r>
    </w:p>
    <w:p w14:paraId="297D511F" w14:textId="77777777" w:rsidR="0098006B" w:rsidRPr="00760163" w:rsidRDefault="00966681" w:rsidP="0098006B">
      <w:pPr>
        <w:suppressAutoHyphens/>
        <w:spacing w:before="120" w:after="0" w:line="240" w:lineRule="auto"/>
        <w:jc w:val="center"/>
        <w:rPr>
          <w:rFonts w:ascii="Times New Roman" w:eastAsia="Arial Unicode MS" w:hAnsi="Times New Roman"/>
          <w:b/>
          <w:i/>
          <w:color w:val="000000"/>
          <w:kern w:val="1"/>
          <w:sz w:val="24"/>
          <w:szCs w:val="24"/>
          <w:lang w:val="sr-Cyrl-RS" w:eastAsia="ar-SA"/>
        </w:rPr>
      </w:pPr>
      <w:r w:rsidRPr="00760163">
        <w:rPr>
          <w:rFonts w:ascii="Times New Roman" w:eastAsia="Arial Unicode MS" w:hAnsi="Times New Roman"/>
          <w:b/>
          <w:i/>
          <w:color w:val="000000"/>
          <w:kern w:val="1"/>
          <w:sz w:val="24"/>
          <w:szCs w:val="24"/>
          <w:lang w:val="sr-Cyrl-RS" w:eastAsia="ar-SA"/>
        </w:rPr>
        <w:t>Члан 1.</w:t>
      </w:r>
    </w:p>
    <w:p w14:paraId="2D4F2B48" w14:textId="452B4EDD" w:rsidR="00966681" w:rsidRPr="00760163" w:rsidRDefault="00966681" w:rsidP="0098006B">
      <w:pPr>
        <w:suppressAutoHyphens/>
        <w:spacing w:before="120" w:after="0" w:line="240" w:lineRule="auto"/>
        <w:rPr>
          <w:rFonts w:ascii="Times New Roman" w:eastAsia="Arial Unicode MS" w:hAnsi="Times New Roman"/>
          <w:b/>
          <w:i/>
          <w:color w:val="000000"/>
          <w:kern w:val="1"/>
          <w:sz w:val="24"/>
          <w:szCs w:val="24"/>
          <w:lang w:val="sr-Cyrl-RS" w:eastAsia="ar-SA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Уговорне стране констатују:</w:t>
      </w:r>
    </w:p>
    <w:p w14:paraId="074BFB76" w14:textId="25B35A04" w:rsidR="00705552" w:rsidRPr="007D573F" w:rsidRDefault="00705552" w:rsidP="007D573F">
      <w:pPr>
        <w:spacing w:after="0" w:line="240" w:lineRule="auto"/>
        <w:ind w:left="-142" w:right="-472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-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да је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складу са одредбама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Закона о јавнима набавкама (Службени гласник Републике Србије број 91/2019 и 92/2023), спровео отворени поступак јавне набавке </w:t>
      </w:r>
      <w:r w:rsidR="004128A6">
        <w:rPr>
          <w:rFonts w:ascii="Times New Roman" w:eastAsia="Times New Roman" w:hAnsi="Times New Roman"/>
          <w:sz w:val="24"/>
          <w:szCs w:val="24"/>
          <w:lang w:val="sr-Cyrl-RS"/>
        </w:rPr>
        <w:t xml:space="preserve">број </w:t>
      </w:r>
      <w:r w:rsidR="004128A6" w:rsidRPr="00BA7958">
        <w:rPr>
          <w:rFonts w:ascii="Times New Roman" w:eastAsia="Times New Roman" w:hAnsi="Times New Roman"/>
          <w:b/>
          <w:sz w:val="24"/>
          <w:szCs w:val="24"/>
          <w:lang w:val="sr-Cyrl-RS"/>
        </w:rPr>
        <w:t>ЈНД-IX/2024</w:t>
      </w:r>
      <w:r w:rsidR="004128A6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</w:t>
      </w:r>
      <w:r w:rsidR="004128A6">
        <w:rPr>
          <w:rFonts w:ascii="Times New Roman" w:eastAsia="Times New Roman" w:hAnsi="Times New Roman"/>
          <w:sz w:val="24"/>
          <w:szCs w:val="24"/>
          <w:lang w:val="sr-Cyrl-RS"/>
        </w:rPr>
        <w:t>за набавку добара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4128A6">
        <w:rPr>
          <w:rFonts w:ascii="Times New Roman" w:eastAsia="Times New Roman" w:hAnsi="Times New Roman"/>
          <w:sz w:val="24"/>
          <w:szCs w:val="24"/>
          <w:lang w:val="sr-Cyrl-RS"/>
        </w:rPr>
        <w:t xml:space="preserve">и то </w:t>
      </w:r>
      <w:proofErr w:type="spellStart"/>
      <w:r w:rsidR="001D1E4C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Н</w:t>
      </w:r>
      <w:r w:rsidR="00BA7958" w:rsidRPr="00BA7958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амештајa</w:t>
      </w:r>
      <w:proofErr w:type="spellEnd"/>
      <w:r w:rsidR="00BA7958" w:rsidRPr="00BA7958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и </w:t>
      </w:r>
      <w:proofErr w:type="spellStart"/>
      <w:r w:rsidR="00BA7958" w:rsidRPr="00BA7958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опремe</w:t>
      </w:r>
      <w:proofErr w:type="spellEnd"/>
      <w:r w:rsidR="00BA7958" w:rsidRPr="00BA7958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за просторије организационих јединица и пратеће просторије у новом објекту Завода за јавно здравље Панчево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966681" w:rsidRPr="00760163">
        <w:rPr>
          <w:rFonts w:ascii="Times New Roman" w:eastAsia="Times New Roman" w:hAnsi="Times New Roman"/>
          <w:b/>
          <w:noProof/>
          <w:sz w:val="24"/>
          <w:szCs w:val="24"/>
          <w:lang w:val="sr-Cyrl-RS"/>
        </w:rPr>
        <w:t xml:space="preserve"> </w:t>
      </w:r>
      <w:r w:rsidR="00966681"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>з</w:t>
      </w:r>
      <w:r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а </w:t>
      </w:r>
      <w:r w:rsidR="00966681"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потребе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>;</w:t>
      </w:r>
    </w:p>
    <w:p w14:paraId="024717F4" w14:textId="5B0D89E3" w:rsidR="00705552" w:rsidRPr="00760163" w:rsidRDefault="00705552" w:rsidP="00BA7958">
      <w:pPr>
        <w:tabs>
          <w:tab w:val="num" w:pos="720"/>
        </w:tabs>
        <w:spacing w:after="0" w:line="240" w:lineRule="auto"/>
        <w:ind w:left="-142" w:right="-4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-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да је </w:t>
      </w:r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966681" w:rsidRPr="0086544F">
        <w:rPr>
          <w:rFonts w:ascii="Times New Roman" w:eastAsia="Times New Roman" w:hAnsi="Times New Roman"/>
          <w:sz w:val="24"/>
          <w:szCs w:val="24"/>
          <w:lang w:val="sr-Cyrl-RS"/>
        </w:rPr>
        <w:t xml:space="preserve">дана </w:t>
      </w:r>
      <w:r w:rsidRPr="0086544F">
        <w:rPr>
          <w:rFonts w:ascii="Times New Roman" w:eastAsia="Times New Roman" w:hAnsi="Times New Roman"/>
          <w:sz w:val="24"/>
          <w:szCs w:val="24"/>
          <w:lang w:val="sr-Cyrl-RS"/>
        </w:rPr>
        <w:t>___</w:t>
      </w:r>
      <w:r w:rsidR="0086544F">
        <w:rPr>
          <w:rFonts w:ascii="Times New Roman" w:eastAsia="Times New Roman" w:hAnsi="Times New Roman"/>
          <w:sz w:val="24"/>
          <w:szCs w:val="24"/>
          <w:lang w:val="sr-Cyrl-RS"/>
        </w:rPr>
        <w:t>_____</w:t>
      </w:r>
      <w:r w:rsidRPr="0086544F">
        <w:rPr>
          <w:rFonts w:ascii="Times New Roman" w:eastAsia="Times New Roman" w:hAnsi="Times New Roman"/>
          <w:sz w:val="24"/>
          <w:szCs w:val="24"/>
          <w:lang w:val="sr-Cyrl-RS"/>
        </w:rPr>
        <w:t>_____</w:t>
      </w:r>
      <w:r w:rsidR="00966681" w:rsidRPr="0086544F">
        <w:rPr>
          <w:rFonts w:ascii="Times New Roman" w:eastAsia="Times New Roman" w:hAnsi="Times New Roman"/>
          <w:sz w:val="24"/>
          <w:szCs w:val="24"/>
          <w:lang w:val="sr-Cyrl-RS"/>
        </w:rPr>
        <w:t xml:space="preserve">. године доставио понуду број </w:t>
      </w:r>
      <w:r w:rsidR="0086544F">
        <w:rPr>
          <w:rFonts w:ascii="Times New Roman" w:eastAsia="Times New Roman" w:hAnsi="Times New Roman"/>
          <w:sz w:val="24"/>
          <w:szCs w:val="24"/>
          <w:lang w:val="sr-Cyrl-RS"/>
        </w:rPr>
        <w:t>____</w:t>
      </w:r>
      <w:r w:rsidR="00467EBA" w:rsidRPr="0086544F">
        <w:rPr>
          <w:rFonts w:ascii="Times New Roman" w:eastAsia="Times New Roman" w:hAnsi="Times New Roman"/>
          <w:sz w:val="24"/>
          <w:szCs w:val="24"/>
          <w:lang w:val="sr-Cyrl-RS"/>
        </w:rPr>
        <w:t>____</w:t>
      </w:r>
      <w:r w:rsidR="00206672" w:rsidRPr="0086544F">
        <w:rPr>
          <w:rFonts w:ascii="Times New Roman" w:eastAsia="Times New Roman" w:hAnsi="Times New Roman"/>
          <w:sz w:val="24"/>
          <w:szCs w:val="24"/>
          <w:lang w:val="sr-Latn-RS"/>
        </w:rPr>
        <w:t>_</w:t>
      </w:r>
      <w:r w:rsidR="00467EBA" w:rsidRPr="0086544F">
        <w:rPr>
          <w:rFonts w:ascii="Times New Roman" w:eastAsia="Times New Roman" w:hAnsi="Times New Roman"/>
          <w:sz w:val="24"/>
          <w:szCs w:val="24"/>
          <w:lang w:val="sr-Cyrl-RS"/>
        </w:rPr>
        <w:t>______</w:t>
      </w:r>
      <w:r w:rsidR="0086544F">
        <w:rPr>
          <w:rFonts w:ascii="Times New Roman" w:eastAsia="Times New Roman" w:hAnsi="Times New Roman"/>
          <w:sz w:val="24"/>
          <w:szCs w:val="24"/>
          <w:lang w:val="sr-Cyrl-RS"/>
        </w:rPr>
        <w:t>____</w:t>
      </w:r>
      <w:r w:rsidR="00966681" w:rsidRPr="0086544F">
        <w:rPr>
          <w:rFonts w:ascii="Times New Roman" w:eastAsia="Times New Roman" w:hAnsi="Times New Roman"/>
          <w:sz w:val="24"/>
          <w:szCs w:val="24"/>
          <w:lang w:val="sr-Cyrl-RS"/>
        </w:rPr>
        <w:t>;</w:t>
      </w:r>
    </w:p>
    <w:p w14:paraId="59892CFF" w14:textId="2203A696" w:rsidR="00467EBA" w:rsidRPr="00760163" w:rsidRDefault="00705552" w:rsidP="00467EBA">
      <w:pPr>
        <w:tabs>
          <w:tab w:val="num" w:pos="720"/>
        </w:tabs>
        <w:spacing w:after="0" w:line="240" w:lineRule="auto"/>
        <w:ind w:left="-142" w:right="-4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-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да понуда </w:t>
      </w:r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r w:rsidR="00B27B2E">
        <w:rPr>
          <w:rFonts w:ascii="Times New Roman" w:hAnsi="Times New Roman"/>
          <w:sz w:val="24"/>
          <w:lang w:val="sr-Latn-RS"/>
        </w:rPr>
        <w:t>A</w:t>
      </w:r>
      <w:r w:rsidR="0098006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у потпуности одговара техничким спецификацијама и осталим захтевима из конкурсне документације;</w:t>
      </w:r>
    </w:p>
    <w:p w14:paraId="49E67A62" w14:textId="3D5190C7" w:rsidR="00966681" w:rsidRPr="00760163" w:rsidRDefault="00705552" w:rsidP="00467EBA">
      <w:pPr>
        <w:tabs>
          <w:tab w:val="num" w:pos="720"/>
        </w:tabs>
        <w:spacing w:after="0" w:line="240" w:lineRule="auto"/>
        <w:ind w:left="-142" w:right="-472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-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да је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у складу са Законом о јавним набавкама, на основу понуде </w:t>
      </w:r>
      <w:r w:rsidR="0098006B" w:rsidRPr="00760163">
        <w:rPr>
          <w:rFonts w:ascii="Times New Roman" w:hAnsi="Times New Roman"/>
          <w:sz w:val="24"/>
          <w:lang w:val="sr-Cyrl-RS"/>
        </w:rPr>
        <w:t>ДОБАВЉАЧА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Одлуке о додели уговора број _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_______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_______ од __________ године доделио </w:t>
      </w:r>
      <w:r w:rsidR="0098006B" w:rsidRPr="00760163">
        <w:rPr>
          <w:rFonts w:ascii="Times New Roman" w:hAnsi="Times New Roman"/>
          <w:sz w:val="24"/>
          <w:lang w:val="sr-Cyrl-RS"/>
        </w:rPr>
        <w:t>ДОБАВЉАЧУ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Уговор по предметној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набавци</w:t>
      </w:r>
      <w:r w:rsidR="00966681"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>.</w:t>
      </w:r>
    </w:p>
    <w:p w14:paraId="5D846BF6" w14:textId="77777777" w:rsidR="00467EBA" w:rsidRPr="00760163" w:rsidRDefault="00467EBA" w:rsidP="00966681">
      <w:pPr>
        <w:spacing w:before="120" w:after="0" w:line="240" w:lineRule="auto"/>
        <w:ind w:left="357" w:hanging="357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9F1D90B" w14:textId="2F1897CD" w:rsidR="00966681" w:rsidRPr="00760163" w:rsidRDefault="00966681" w:rsidP="00966681">
      <w:pPr>
        <w:spacing w:before="120" w:after="0" w:line="240" w:lineRule="auto"/>
        <w:ind w:left="357" w:hanging="357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ПРЕДМЕТ</w:t>
      </w:r>
      <w:r w:rsidR="006C6577"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УГОВОРА</w:t>
      </w:r>
    </w:p>
    <w:p w14:paraId="3E2053DD" w14:textId="77777777" w:rsidR="00966681" w:rsidRPr="00760163" w:rsidRDefault="00966681" w:rsidP="00966681">
      <w:pPr>
        <w:spacing w:before="120" w:after="0" w:line="240" w:lineRule="auto"/>
        <w:ind w:left="357" w:hanging="357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2.</w:t>
      </w:r>
    </w:p>
    <w:p w14:paraId="4FCF6EFD" w14:textId="4A715ED0" w:rsidR="00966681" w:rsidRDefault="00966681" w:rsidP="00CB162F">
      <w:pPr>
        <w:spacing w:before="120"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Предмет Уговора је </w:t>
      </w:r>
      <w:r w:rsidR="00CB162F">
        <w:rPr>
          <w:rFonts w:ascii="Times New Roman" w:eastAsia="Times New Roman" w:hAnsi="Times New Roman"/>
          <w:sz w:val="24"/>
          <w:szCs w:val="24"/>
          <w:lang w:val="sr-Cyrl-RS"/>
        </w:rPr>
        <w:t>набавка</w:t>
      </w:r>
      <w:r w:rsidR="004128A6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 </w:t>
      </w:r>
      <w:r w:rsidR="001D1E4C">
        <w:rPr>
          <w:rFonts w:ascii="Times New Roman" w:eastAsia="Times New Roman" w:hAnsi="Times New Roman"/>
          <w:noProof/>
          <w:sz w:val="24"/>
          <w:szCs w:val="24"/>
          <w:lang w:val="sr-Cyrl-RS"/>
        </w:rPr>
        <w:t>добара</w:t>
      </w:r>
      <w:r w:rsidR="004128A6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, и то </w:t>
      </w:r>
      <w:r w:rsidR="004128A6">
        <w:rPr>
          <w:rFonts w:ascii="Times New Roman" w:eastAsia="Times New Roman" w:hAnsi="Times New Roman"/>
          <w:b/>
          <w:bCs/>
          <w:noProof/>
          <w:sz w:val="24"/>
          <w:szCs w:val="24"/>
          <w:lang w:val="sr-Cyrl-RS"/>
        </w:rPr>
        <w:t>н</w:t>
      </w:r>
      <w:r w:rsidR="004128A6" w:rsidRPr="00BA7958">
        <w:rPr>
          <w:rFonts w:ascii="Times New Roman" w:eastAsia="Times New Roman" w:hAnsi="Times New Roman"/>
          <w:b/>
          <w:bCs/>
          <w:noProof/>
          <w:sz w:val="24"/>
          <w:szCs w:val="24"/>
          <w:lang w:val="sr-Cyrl-RS"/>
        </w:rPr>
        <w:t>амештајa и опремe за просторије организационих јединица и пратеће просторије у новом објекту Завода за јавно здравље Панчево</w:t>
      </w:r>
      <w:r w:rsidR="004128A6"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>,</w:t>
      </w:r>
      <w:r w:rsidR="004128A6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на адреси улица Милоша Обреновића број 2</w:t>
      </w:r>
      <w:r w:rsidR="004128A6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4128A6" w:rsidRPr="004128A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4128A6" w:rsidRPr="00760163">
        <w:rPr>
          <w:rFonts w:ascii="Times New Roman" w:eastAsia="Times New Roman" w:hAnsi="Times New Roman"/>
          <w:sz w:val="24"/>
          <w:szCs w:val="24"/>
          <w:lang w:val="sr-Cyrl-RS"/>
        </w:rPr>
        <w:t>Панчево</w:t>
      </w:r>
      <w:r w:rsidR="005E3E15" w:rsidRPr="004128A6">
        <w:rPr>
          <w:rFonts w:ascii="Times New Roman" w:eastAsia="Verdana" w:hAnsi="Times New Roman"/>
          <w:bCs/>
          <w:sz w:val="24"/>
          <w:szCs w:val="24"/>
          <w:lang w:val="sr-Cyrl-RS"/>
        </w:rPr>
        <w:t>,</w:t>
      </w:r>
      <w:r w:rsidR="005E3E15" w:rsidRPr="004128A6"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t xml:space="preserve"> </w:t>
      </w:r>
      <w:r w:rsidR="006C6577" w:rsidRPr="004128A6">
        <w:rPr>
          <w:rFonts w:ascii="Times New Roman" w:eastAsia="Times New Roman" w:hAnsi="Times New Roman"/>
          <w:bCs/>
          <w:noProof/>
          <w:sz w:val="24"/>
          <w:szCs w:val="24"/>
          <w:lang w:val="sr-Cyrl-RS"/>
        </w:rPr>
        <w:t>а</w:t>
      </w:r>
      <w:r w:rsidR="006C6577" w:rsidRPr="00760163">
        <w:rPr>
          <w:rFonts w:ascii="Times New Roman" w:eastAsia="Times New Roman" w:hAnsi="Times New Roman"/>
          <w:noProof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Verdana" w:hAnsi="Times New Roman"/>
          <w:sz w:val="24"/>
          <w:szCs w:val="24"/>
          <w:lang w:val="sr-Cyrl-RS"/>
        </w:rPr>
        <w:t>у свему према</w:t>
      </w:r>
      <w:r w:rsidR="00C472B1" w:rsidRPr="00760163">
        <w:rPr>
          <w:rFonts w:ascii="Times New Roman" w:eastAsia="Verdana" w:hAnsi="Times New Roman"/>
          <w:sz w:val="24"/>
          <w:szCs w:val="24"/>
          <w:lang w:val="sr-Cyrl-RS"/>
        </w:rPr>
        <w:t xml:space="preserve"> захтеваним техничким спецификацијама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="000909FA" w:rsidRPr="00760163">
        <w:rPr>
          <w:rFonts w:ascii="Times New Roman" w:eastAsia="Verdana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Verdana" w:hAnsi="Times New Roman"/>
          <w:sz w:val="24"/>
          <w:szCs w:val="24"/>
          <w:lang w:val="sr-Cyrl-RS"/>
        </w:rPr>
        <w:t xml:space="preserve">и према понуди </w:t>
      </w:r>
      <w:r w:rsidR="000909FA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Verdana" w:hAnsi="Times New Roman"/>
          <w:sz w:val="24"/>
          <w:szCs w:val="24"/>
          <w:lang w:val="sr-Cyrl-RS"/>
        </w:rPr>
        <w:t>.</w:t>
      </w:r>
    </w:p>
    <w:p w14:paraId="2851125C" w14:textId="77777777" w:rsidR="005E3E15" w:rsidRPr="005E3E15" w:rsidRDefault="005E3E15" w:rsidP="005E3E15">
      <w:pPr>
        <w:spacing w:before="120"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val="sr-Cyrl-RS"/>
        </w:rPr>
      </w:pPr>
    </w:p>
    <w:p w14:paraId="63E1B39A" w14:textId="77777777" w:rsidR="00966681" w:rsidRPr="00760163" w:rsidRDefault="00966681" w:rsidP="00966681">
      <w:pPr>
        <w:spacing w:before="120" w:after="0" w:line="240" w:lineRule="auto"/>
        <w:rPr>
          <w:rFonts w:ascii="Times New Roman" w:eastAsia="Verdana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Verdana" w:hAnsi="Times New Roman"/>
          <w:b/>
          <w:sz w:val="24"/>
          <w:szCs w:val="24"/>
          <w:lang w:val="sr-Cyrl-RS"/>
        </w:rPr>
        <w:t xml:space="preserve">ЦЕНА </w:t>
      </w:r>
    </w:p>
    <w:p w14:paraId="64B41706" w14:textId="77777777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3.</w:t>
      </w:r>
    </w:p>
    <w:p w14:paraId="2D822BBA" w14:textId="634867B6" w:rsidR="00966681" w:rsidRPr="00760163" w:rsidRDefault="00756642" w:rsidP="006C657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F1E0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У</w:t>
      </w:r>
      <w:r w:rsidR="004A0D3B" w:rsidRPr="007F1E0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говорена цена укупно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износи __________________ динара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без 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>ПДВ-а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односно </w:t>
      </w:r>
      <w:r w:rsidRPr="00206672">
        <w:rPr>
          <w:rFonts w:ascii="Times New Roman" w:eastAsia="Times New Roman" w:hAnsi="Times New Roman"/>
          <w:sz w:val="24"/>
          <w:szCs w:val="24"/>
          <w:lang w:val="sr-Cyrl-RS"/>
        </w:rPr>
        <w:t>_________________ динара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са обрачунатим </w:t>
      </w:r>
      <w:r w:rsidR="006C6577" w:rsidRPr="00760163">
        <w:rPr>
          <w:rFonts w:ascii="Times New Roman" w:eastAsia="Times New Roman" w:hAnsi="Times New Roman"/>
          <w:sz w:val="24"/>
          <w:szCs w:val="24"/>
          <w:lang w:val="sr-Cyrl-RS"/>
        </w:rPr>
        <w:t>ПДВ-ом.</w:t>
      </w:r>
    </w:p>
    <w:p w14:paraId="680BB779" w14:textId="77777777" w:rsidR="00206672" w:rsidRDefault="00206672" w:rsidP="006C657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071B40B2" w14:textId="7C2C021C" w:rsidR="00DB2404" w:rsidRDefault="006C6577" w:rsidP="001D1E4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 цену је урачунато следеће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: 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>Израда намештаја по захтеваним димензијама</w:t>
      </w:r>
      <w:r w:rsidR="00F5729C">
        <w:rPr>
          <w:rFonts w:ascii="Times New Roman" w:eastAsia="Times New Roman" w:hAnsi="Times New Roman"/>
          <w:sz w:val="24"/>
          <w:szCs w:val="24"/>
          <w:lang w:val="sr-Cyrl-RS"/>
        </w:rPr>
        <w:t xml:space="preserve"> и наменски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5E3E15">
        <w:rPr>
          <w:rFonts w:ascii="Times New Roman" w:eastAsia="Times New Roman" w:hAnsi="Times New Roman"/>
          <w:sz w:val="24"/>
          <w:szCs w:val="24"/>
          <w:lang w:val="sr-Cyrl-RS"/>
        </w:rPr>
        <w:t xml:space="preserve">набавка опреме,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испорук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истовар, </w:t>
      </w:r>
      <w:proofErr w:type="spellStart"/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>отпакивање</w:t>
      </w:r>
      <w:proofErr w:type="spellEnd"/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>, монтажа</w:t>
      </w:r>
      <w:r w:rsidR="0001315E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01315E" w:rsidRPr="0001315E">
        <w:rPr>
          <w:rFonts w:ascii="Times New Roman" w:eastAsia="Times New Roman" w:hAnsi="Times New Roman"/>
          <w:sz w:val="24"/>
          <w:szCs w:val="24"/>
          <w:lang w:val="sr-Cyrl-RS"/>
        </w:rPr>
        <w:t>стављање у функцију и провера функционалности свих предметних добара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1D1E4C">
        <w:rPr>
          <w:rFonts w:ascii="Times New Roman" w:eastAsia="Times New Roman" w:hAnsi="Times New Roman"/>
          <w:sz w:val="24"/>
          <w:szCs w:val="24"/>
          <w:lang w:val="sr-Cyrl-RS"/>
        </w:rPr>
        <w:t xml:space="preserve">у 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>објект</w:t>
      </w:r>
      <w:r w:rsidR="001D1E4C">
        <w:rPr>
          <w:rFonts w:ascii="Times New Roman" w:eastAsia="Times New Roman" w:hAnsi="Times New Roman"/>
          <w:sz w:val="24"/>
          <w:szCs w:val="24"/>
          <w:lang w:val="sr-Cyrl-RS"/>
        </w:rPr>
        <w:t>у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DB2404" w:rsidRPr="00760163">
        <w:rPr>
          <w:rFonts w:ascii="Times New Roman" w:hAnsi="Times New Roman"/>
          <w:sz w:val="24"/>
          <w:lang w:val="sr-Cyrl-RS"/>
        </w:rPr>
        <w:t>НАРУЧИОЦА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793BBE1B" w14:textId="77777777" w:rsidR="001D1E4C" w:rsidRPr="00760163" w:rsidRDefault="001D1E4C" w:rsidP="001D1E4C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6826722" w14:textId="274B196D" w:rsidR="00966681" w:rsidRPr="00760163" w:rsidRDefault="00966681" w:rsidP="006C657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Уговорена цена је фиксна и  не може се изменити без обзира на промену тржишних, или других услова након закључења уговора.</w:t>
      </w:r>
    </w:p>
    <w:p w14:paraId="2D7E7063" w14:textId="77777777" w:rsidR="006C6577" w:rsidRPr="00760163" w:rsidRDefault="006C6577" w:rsidP="00966681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3BB3FBF" w14:textId="58A5D5B6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КВАЛИТЕТ И ИСПОРУКА </w:t>
      </w:r>
    </w:p>
    <w:p w14:paraId="6189454C" w14:textId="77777777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4.</w:t>
      </w:r>
    </w:p>
    <w:p w14:paraId="6A345650" w14:textId="28859595" w:rsidR="00966681" w:rsidRPr="00760163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се обавезује да </w:t>
      </w:r>
      <w:r w:rsidR="00CB162F">
        <w:rPr>
          <w:rFonts w:ascii="Times New Roman" w:eastAsia="Times New Roman" w:hAnsi="Times New Roman"/>
          <w:sz w:val="24"/>
          <w:szCs w:val="24"/>
          <w:lang w:val="sr-Cyrl-RS"/>
        </w:rPr>
        <w:t>испоруку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добара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из члана 2. овог Уговора изврши у свему </w:t>
      </w:r>
      <w:r w:rsidR="00966681" w:rsidRPr="00CB162F">
        <w:rPr>
          <w:rFonts w:ascii="Times New Roman" w:eastAsia="Times New Roman" w:hAnsi="Times New Roman"/>
          <w:b/>
          <w:bCs/>
          <w:sz w:val="24"/>
          <w:szCs w:val="24"/>
          <w:u w:val="single"/>
          <w:lang w:val="sr-Cyrl-RS"/>
        </w:rPr>
        <w:t>под условима из конкурсне документације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966681" w:rsidRPr="00CB162F">
        <w:rPr>
          <w:rFonts w:ascii="Times New Roman" w:eastAsia="Times New Roman" w:hAnsi="Times New Roman"/>
          <w:b/>
          <w:bCs/>
          <w:sz w:val="24"/>
          <w:szCs w:val="24"/>
          <w:u w:val="single"/>
          <w:lang w:val="sr-Cyrl-RS"/>
        </w:rPr>
        <w:t>прихваћене понуде</w:t>
      </w:r>
      <w:r w:rsidR="00DB240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као и </w:t>
      </w:r>
      <w:r w:rsidR="00DB2404" w:rsidRPr="00CB162F">
        <w:rPr>
          <w:rFonts w:ascii="Times New Roman" w:eastAsia="Times New Roman" w:hAnsi="Times New Roman"/>
          <w:b/>
          <w:bCs/>
          <w:sz w:val="24"/>
          <w:szCs w:val="24"/>
          <w:u w:val="single"/>
          <w:lang w:val="sr-Cyrl-RS"/>
        </w:rPr>
        <w:t>на основу прецизно одређених димензија након доношења одлуке о додели уговора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367B9ED5" w14:textId="2D43C8E8" w:rsidR="003E1CC8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Квалитет испоручених добара мора у потпуности одговарати важећим домаћим</w:t>
      </w:r>
      <w:r w:rsidR="00206672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и међународним стандардима за ту врсту добара, </w:t>
      </w:r>
      <w:r w:rsidR="00E530F0">
        <w:rPr>
          <w:rFonts w:ascii="Times New Roman" w:eastAsia="Times New Roman" w:hAnsi="Times New Roman"/>
          <w:sz w:val="24"/>
          <w:szCs w:val="24"/>
          <w:lang w:val="sr-Cyrl-RS"/>
        </w:rPr>
        <w:t>као и захтевима из техничке спецификације Наручиоца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74E035DE" w14:textId="3FAA888F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Неопходно је да </w:t>
      </w:r>
      <w:r w:rsidR="00F5729C">
        <w:rPr>
          <w:rFonts w:ascii="Times New Roman" w:eastAsia="Times New Roman" w:hAnsi="Times New Roman"/>
          <w:sz w:val="24"/>
          <w:szCs w:val="24"/>
          <w:lang w:val="sr-Cyrl-RS"/>
        </w:rPr>
        <w:t>предметна добра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буду нов</w:t>
      </w:r>
      <w:r w:rsidR="00F5729C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некоришћен</w:t>
      </w:r>
      <w:r w:rsidR="00F5729C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, без недостатака у погледу функције</w:t>
      </w:r>
      <w:r w:rsidR="00206672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или квалитета израде</w:t>
      </w:r>
      <w:r w:rsidR="0007271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3C18E484" w14:textId="1C061A29" w:rsidR="000F3972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Квантитативни пријем доб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ра врши се приликом пријема – испоруке предметних добара</w:t>
      </w:r>
      <w:r w:rsidR="000F3972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 присуству представника </w:t>
      </w:r>
      <w:r w:rsidR="0098006B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="00F374A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на основу отпремнице потписане и оверене од стране произвођача. </w:t>
      </w:r>
    </w:p>
    <w:p w14:paraId="5EFC253F" w14:textId="50774935" w:rsidR="006C6577" w:rsidRPr="00C35448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Евентуалне рекламације од стране </w:t>
      </w:r>
      <w:r w:rsidR="000909FA" w:rsidRPr="00C35448">
        <w:rPr>
          <w:rFonts w:ascii="Times New Roman" w:hAnsi="Times New Roman"/>
          <w:sz w:val="24"/>
          <w:lang w:val="sr-Cyrl-RS"/>
        </w:rPr>
        <w:t>НАРУЧИОЦА</w:t>
      </w:r>
      <w:r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 на испоручена добра морају бити сачињене у писаној форми и достављене </w:t>
      </w:r>
      <w:r w:rsidR="0098006B" w:rsidRPr="00C35448">
        <w:rPr>
          <w:rFonts w:ascii="Times New Roman" w:hAnsi="Times New Roman"/>
          <w:sz w:val="24"/>
          <w:lang w:val="sr-Cyrl-RS"/>
        </w:rPr>
        <w:t>ДОБАВЉАЧУ</w:t>
      </w:r>
      <w:r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 у року од </w:t>
      </w:r>
      <w:r w:rsidR="006C6577" w:rsidRPr="00C35448">
        <w:rPr>
          <w:rFonts w:ascii="Times New Roman" w:eastAsia="Times New Roman" w:hAnsi="Times New Roman"/>
          <w:sz w:val="24"/>
          <w:szCs w:val="24"/>
          <w:lang w:val="sr-Cyrl-RS"/>
        </w:rPr>
        <w:t>_________________</w:t>
      </w:r>
      <w:r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F3972" w:rsidRPr="00C35448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(најдуже </w:t>
      </w:r>
      <w:r w:rsidR="00DB2404" w:rsidRPr="00C35448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7</w:t>
      </w:r>
      <w:r w:rsidR="000F3972" w:rsidRPr="00C35448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дана)</w:t>
      </w:r>
      <w:r w:rsidR="000F3972"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од </w:t>
      </w:r>
      <w:r w:rsidR="000F3972"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дана </w:t>
      </w:r>
      <w:r w:rsidRPr="00C35448">
        <w:rPr>
          <w:rFonts w:ascii="Times New Roman" w:eastAsia="Times New Roman" w:hAnsi="Times New Roman"/>
          <w:sz w:val="24"/>
          <w:szCs w:val="24"/>
          <w:lang w:val="sr-Cyrl-RS"/>
        </w:rPr>
        <w:t>пријема</w:t>
      </w:r>
      <w:r w:rsidR="00757FA4"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 добара</w:t>
      </w:r>
      <w:r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46822D19" w14:textId="4CDBCAA7" w:rsidR="006C6577" w:rsidRPr="00BC1A29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C35448">
        <w:rPr>
          <w:rFonts w:ascii="Times New Roman" w:hAnsi="Times New Roman"/>
          <w:sz w:val="24"/>
          <w:lang w:val="sr-Cyrl-RS"/>
        </w:rPr>
        <w:t>ДОБАВЉАЧ</w:t>
      </w:r>
      <w:r w:rsidR="00966681"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 је дужан да рекламацију реши у року од </w:t>
      </w:r>
      <w:r w:rsidR="006C6577" w:rsidRPr="00C35448">
        <w:rPr>
          <w:rFonts w:ascii="Times New Roman" w:eastAsia="Times New Roman" w:hAnsi="Times New Roman"/>
          <w:sz w:val="24"/>
          <w:szCs w:val="24"/>
          <w:lang w:val="sr-Cyrl-RS"/>
        </w:rPr>
        <w:t>________</w:t>
      </w:r>
      <w:r w:rsidR="00966681"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 дана</w:t>
      </w:r>
      <w:r w:rsidR="000F3972"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F3972" w:rsidRPr="00C35448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(најдуже </w:t>
      </w:r>
      <w:r w:rsidR="00757FA4" w:rsidRPr="00C35448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14</w:t>
      </w:r>
      <w:r w:rsidR="000F3972" w:rsidRPr="00C35448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дана)</w:t>
      </w:r>
      <w:r w:rsidR="00966681"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 од </w:t>
      </w:r>
      <w:r w:rsidR="000F3972" w:rsidRPr="00C35448">
        <w:rPr>
          <w:rFonts w:ascii="Times New Roman" w:eastAsia="Times New Roman" w:hAnsi="Times New Roman"/>
          <w:sz w:val="24"/>
          <w:szCs w:val="24"/>
          <w:lang w:val="sr-Cyrl-RS"/>
        </w:rPr>
        <w:t xml:space="preserve">дана </w:t>
      </w:r>
      <w:r w:rsidR="00966681" w:rsidRPr="00C35448">
        <w:rPr>
          <w:rFonts w:ascii="Times New Roman" w:eastAsia="Times New Roman" w:hAnsi="Times New Roman"/>
          <w:sz w:val="24"/>
          <w:szCs w:val="24"/>
          <w:lang w:val="sr-Cyrl-RS"/>
        </w:rPr>
        <w:t>пријема исте.</w:t>
      </w:r>
      <w:r w:rsidR="0096668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6876B511" w14:textId="774CC9C9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sr-Cyrl-RS"/>
        </w:rPr>
      </w:pPr>
      <w:r w:rsidRPr="00BC1A29">
        <w:rPr>
          <w:rFonts w:ascii="Times New Roman" w:eastAsia="Times New Roman" w:hAnsi="Times New Roman"/>
          <w:iCs/>
          <w:sz w:val="24"/>
          <w:szCs w:val="24"/>
          <w:lang w:val="sr-Cyrl-RS"/>
        </w:rPr>
        <w:t>О примопредаји предметн</w:t>
      </w:r>
      <w:r w:rsidR="000F3972" w:rsidRPr="00BC1A29">
        <w:rPr>
          <w:rFonts w:ascii="Times New Roman" w:eastAsia="Times New Roman" w:hAnsi="Times New Roman"/>
          <w:iCs/>
          <w:sz w:val="24"/>
          <w:szCs w:val="24"/>
          <w:lang w:val="sr-Cyrl-RS"/>
        </w:rPr>
        <w:t>их</w:t>
      </w:r>
      <w:r w:rsidRPr="00BC1A29">
        <w:rPr>
          <w:rFonts w:ascii="Times New Roman" w:eastAsia="Times New Roman" w:hAnsi="Times New Roman"/>
          <w:iCs/>
          <w:sz w:val="24"/>
          <w:szCs w:val="24"/>
          <w:lang w:val="sr-Cyrl-RS"/>
        </w:rPr>
        <w:t xml:space="preserve"> доб</w:t>
      </w:r>
      <w:r w:rsidR="000F3972" w:rsidRPr="00BC1A29">
        <w:rPr>
          <w:rFonts w:ascii="Times New Roman" w:eastAsia="Times New Roman" w:hAnsi="Times New Roman"/>
          <w:iCs/>
          <w:sz w:val="24"/>
          <w:szCs w:val="24"/>
          <w:lang w:val="sr-Cyrl-RS"/>
        </w:rPr>
        <w:t>а</w:t>
      </w:r>
      <w:r w:rsidRPr="00BC1A29">
        <w:rPr>
          <w:rFonts w:ascii="Times New Roman" w:eastAsia="Times New Roman" w:hAnsi="Times New Roman"/>
          <w:iCs/>
          <w:sz w:val="24"/>
          <w:szCs w:val="24"/>
          <w:lang w:val="sr-Cyrl-RS"/>
        </w:rPr>
        <w:t>ра</w:t>
      </w:r>
      <w:r w:rsidR="00C5067A" w:rsidRPr="00BC1A29">
        <w:rPr>
          <w:rFonts w:ascii="Times New Roman" w:eastAsia="Times New Roman" w:hAnsi="Times New Roman"/>
          <w:iCs/>
          <w:sz w:val="24"/>
          <w:szCs w:val="24"/>
          <w:lang w:val="sr-Cyrl-RS"/>
        </w:rPr>
        <w:t xml:space="preserve">, монтажи и </w:t>
      </w:r>
      <w:r w:rsidR="001D1E4C" w:rsidRPr="00BC1A29">
        <w:rPr>
          <w:rFonts w:ascii="Times New Roman" w:eastAsia="Times New Roman" w:hAnsi="Times New Roman"/>
          <w:iCs/>
          <w:sz w:val="24"/>
          <w:szCs w:val="24"/>
          <w:lang w:val="sr-Cyrl-RS"/>
        </w:rPr>
        <w:t>стављању у функцију</w:t>
      </w:r>
      <w:r w:rsidRPr="00BC1A29">
        <w:rPr>
          <w:rFonts w:ascii="Times New Roman" w:eastAsia="Times New Roman" w:hAnsi="Times New Roman"/>
          <w:iCs/>
          <w:sz w:val="24"/>
          <w:szCs w:val="24"/>
          <w:lang w:val="sr-Cyrl-RS"/>
        </w:rPr>
        <w:t xml:space="preserve"> сачињава </w:t>
      </w:r>
      <w:r w:rsidRPr="00760163">
        <w:rPr>
          <w:rFonts w:ascii="Times New Roman" w:eastAsia="Times New Roman" w:hAnsi="Times New Roman"/>
          <w:iCs/>
          <w:sz w:val="24"/>
          <w:szCs w:val="24"/>
          <w:lang w:val="sr-Cyrl-RS"/>
        </w:rPr>
        <w:t>се Записник</w:t>
      </w:r>
      <w:r w:rsidR="00D251A5" w:rsidRPr="00760163">
        <w:rPr>
          <w:rFonts w:ascii="Times New Roman" w:eastAsia="Times New Roman" w:hAnsi="Times New Roman"/>
          <w:iCs/>
          <w:sz w:val="24"/>
          <w:szCs w:val="24"/>
          <w:lang w:val="sr-Cyrl-RS"/>
        </w:rPr>
        <w:t>.</w:t>
      </w:r>
    </w:p>
    <w:p w14:paraId="2D0D4E6E" w14:textId="353FD0DB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lastRenderedPageBreak/>
        <w:t xml:space="preserve">Ако се записнички утврди да добра која је </w:t>
      </w:r>
      <w:r w:rsidR="0098006B" w:rsidRPr="00BC1A29">
        <w:rPr>
          <w:rFonts w:ascii="Times New Roman" w:hAnsi="Times New Roman"/>
          <w:sz w:val="24"/>
          <w:lang w:val="sr-Cyrl-RS"/>
        </w:rPr>
        <w:t>ДОБАВЉАЧ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испоручио </w:t>
      </w:r>
      <w:r w:rsidR="000909FA" w:rsidRPr="00BC1A29">
        <w:rPr>
          <w:rFonts w:ascii="Times New Roman" w:eastAsia="Times New Roman" w:hAnsi="Times New Roman"/>
          <w:sz w:val="24"/>
          <w:szCs w:val="24"/>
          <w:lang w:val="sr-Cyrl-RS"/>
        </w:rPr>
        <w:t>НАРУЧИОЦУ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имају недостатке и скривене мане, </w:t>
      </w:r>
      <w:r w:rsidR="0098006B" w:rsidRPr="00BC1A29">
        <w:rPr>
          <w:rFonts w:ascii="Times New Roman" w:hAnsi="Times New Roman"/>
          <w:sz w:val="24"/>
          <w:lang w:val="sr-Cyrl-RS"/>
        </w:rPr>
        <w:t>ДОБАВЉАЧ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мора исте отклонити у року од </w:t>
      </w:r>
      <w:r w:rsidR="006C6577" w:rsidRPr="00BC1A29">
        <w:rPr>
          <w:rFonts w:ascii="Times New Roman" w:eastAsia="Times New Roman" w:hAnsi="Times New Roman"/>
          <w:sz w:val="24"/>
          <w:szCs w:val="24"/>
          <w:lang w:val="sr-Cyrl-RS"/>
        </w:rPr>
        <w:t>_________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дана </w:t>
      </w:r>
      <w:r w:rsidR="000F3972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F3972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(најдуже </w:t>
      </w:r>
      <w:r w:rsidR="00757FA4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14</w:t>
      </w:r>
      <w:r w:rsidR="000F3972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дана )</w:t>
      </w:r>
      <w:r w:rsidR="00757FA4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од дана изјављене рекламације, а уколико то не учини, или ако се иста или слична грешка понови, </w:t>
      </w:r>
      <w:r w:rsidR="000909FA" w:rsidRPr="00BC1A29">
        <w:rPr>
          <w:rFonts w:ascii="Times New Roman" w:hAnsi="Times New Roman"/>
          <w:sz w:val="24"/>
          <w:lang w:val="sr-Cyrl-RS"/>
        </w:rPr>
        <w:t>НАРУЧИЛАЦ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ће поступити у складу са одредбама члана 8. овог Уговора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односно зарачунаваће уговорну казну. </w:t>
      </w:r>
    </w:p>
    <w:p w14:paraId="0C90D1EA" w14:textId="77777777" w:rsidR="003E1CC8" w:rsidRPr="00760163" w:rsidRDefault="003E1CC8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F9FB581" w14:textId="24BBFD56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5.</w:t>
      </w:r>
    </w:p>
    <w:p w14:paraId="5EF7D25B" w14:textId="3A29C5A9" w:rsidR="003E1CC8" w:rsidRPr="00BC1A29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C1A29">
        <w:rPr>
          <w:rFonts w:ascii="Times New Roman" w:hAnsi="Times New Roman"/>
          <w:sz w:val="24"/>
          <w:lang w:val="sr-Cyrl-RS"/>
        </w:rPr>
        <w:t>ДОБАВЉАЧ</w:t>
      </w:r>
      <w:r w:rsidR="0096668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је обавезан да изврши испоруку</w:t>
      </w:r>
      <w:r w:rsidR="00757FA4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bookmarkStart w:id="3" w:name="_Hlk177549782"/>
      <w:r w:rsidR="00757FA4" w:rsidRPr="00BC1A29">
        <w:rPr>
          <w:rFonts w:ascii="Times New Roman" w:eastAsia="Times New Roman" w:hAnsi="Times New Roman"/>
          <w:sz w:val="24"/>
          <w:szCs w:val="24"/>
          <w:lang w:val="sr-Cyrl-RS"/>
        </w:rPr>
        <w:t>монтажу и стављање у функцију</w:t>
      </w:r>
      <w:r w:rsidR="0096668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bookmarkEnd w:id="3"/>
      <w:r w:rsidR="003E1CC8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свих </w:t>
      </w:r>
      <w:r w:rsidR="0096668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добара </w:t>
      </w:r>
      <w:r w:rsidR="003E1CC8" w:rsidRPr="00BC1A29">
        <w:rPr>
          <w:rFonts w:ascii="Times New Roman" w:eastAsia="Times New Roman" w:hAnsi="Times New Roman"/>
          <w:sz w:val="24"/>
          <w:szCs w:val="24"/>
          <w:lang w:val="sr-Cyrl-RS"/>
        </w:rPr>
        <w:t>чија је набавка предмет</w:t>
      </w:r>
      <w:r w:rsidR="0096668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овог Уговора, у року </w:t>
      </w:r>
      <w:r w:rsidR="00757FA4" w:rsidRPr="00BC1A29">
        <w:rPr>
          <w:rFonts w:ascii="Times New Roman" w:eastAsia="Times New Roman" w:hAnsi="Times New Roman"/>
          <w:sz w:val="24"/>
          <w:szCs w:val="24"/>
          <w:lang w:val="sr-Cyrl-RS"/>
        </w:rPr>
        <w:t>од</w:t>
      </w:r>
      <w:r w:rsidR="0096668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>______</w:t>
      </w:r>
      <w:r w:rsidR="0096668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календарских дана </w:t>
      </w:r>
      <w:r w:rsidR="00C472B1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(нај</w:t>
      </w:r>
      <w:r w:rsidR="00757FA4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дуже</w:t>
      </w:r>
      <w:r w:rsidR="00C472B1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</w:t>
      </w:r>
      <w:r w:rsidR="00757FA4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9</w:t>
      </w:r>
      <w:r w:rsidR="000F3972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0</w:t>
      </w:r>
      <w:r w:rsidR="00C472B1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календарских дана)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6F6335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након </w:t>
      </w:r>
      <w:r w:rsidR="00966681" w:rsidRPr="00BC1A29">
        <w:rPr>
          <w:rFonts w:ascii="Times New Roman" w:eastAsia="Times New Roman" w:hAnsi="Times New Roman"/>
          <w:sz w:val="24"/>
          <w:szCs w:val="24"/>
          <w:lang w:val="sr-Cyrl-RS"/>
        </w:rPr>
        <w:t>закључења Уговора</w:t>
      </w:r>
      <w:r w:rsidR="00D251A5" w:rsidRPr="00BC1A2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, </w:t>
      </w:r>
      <w:r w:rsidR="006F6335" w:rsidRPr="00BC1A29">
        <w:rPr>
          <w:rFonts w:ascii="Times New Roman" w:eastAsia="Times New Roman" w:hAnsi="Times New Roman"/>
          <w:sz w:val="24"/>
          <w:szCs w:val="24"/>
          <w:lang w:val="sr-Cyrl-RS" w:eastAsia="x-none"/>
        </w:rPr>
        <w:t>а р</w:t>
      </w:r>
      <w:r w:rsidR="006F6335" w:rsidRPr="00BC1A29">
        <w:rPr>
          <w:rFonts w:ascii="Times New Roman" w:eastAsia="Times New Roman" w:hAnsi="Times New Roman"/>
          <w:sz w:val="24"/>
          <w:szCs w:val="24"/>
          <w:lang w:val="sr-Cyrl-RS"/>
        </w:rPr>
        <w:t>ачунајући</w:t>
      </w:r>
      <w:r w:rsidR="006F6335" w:rsidRPr="00BC1A2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</w:t>
      </w:r>
      <w:r w:rsidR="006F6335" w:rsidRPr="00BC1A29">
        <w:rPr>
          <w:rFonts w:ascii="Times New Roman" w:eastAsia="Times New Roman" w:hAnsi="Times New Roman"/>
          <w:sz w:val="24"/>
          <w:szCs w:val="24"/>
          <w:lang w:val="sr-Cyrl-RS"/>
        </w:rPr>
        <w:t>од дана</w:t>
      </w:r>
      <w:r w:rsidR="00D251A5" w:rsidRPr="00BC1A29">
        <w:rPr>
          <w:rFonts w:ascii="Times New Roman" w:eastAsia="Times New Roman" w:hAnsi="Times New Roman"/>
          <w:sz w:val="24"/>
          <w:szCs w:val="24"/>
          <w:lang w:val="sr-Cyrl-RS" w:eastAsia="x-none"/>
        </w:rPr>
        <w:t xml:space="preserve"> достављања банкарске гаранције за повраћај аванса. </w:t>
      </w:r>
    </w:p>
    <w:p w14:paraId="1D02E969" w14:textId="7DFC9BF4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Уколико овлашћени заступници уговорних страна не потписују уговор истог дана, уговор ће се сматрати закљученим датумом каснијег потписа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једне од уговорних страна. </w:t>
      </w:r>
    </w:p>
    <w:p w14:paraId="39E02950" w14:textId="2E9914E3" w:rsidR="003E1CC8" w:rsidRPr="00760163" w:rsidRDefault="0098006B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се обавезује да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у писаној форми, извести о датуму и часу испоруке, како би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извршио потребне припремне радње. </w:t>
      </w:r>
    </w:p>
    <w:p w14:paraId="0140ED2D" w14:textId="77777777" w:rsidR="003E1CC8" w:rsidRPr="00760163" w:rsidRDefault="003E1CC8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6A493734" w14:textId="35A7843B" w:rsidR="003E1CC8" w:rsidRPr="00760163" w:rsidRDefault="003E1CC8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Место испоруке је на следећој адреси: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757FA4"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улица Милоша Обреновића број 2, Панчево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175E3106" w14:textId="77777777" w:rsidR="003E1CC8" w:rsidRPr="00760163" w:rsidRDefault="003E1CC8" w:rsidP="0096668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 w:eastAsia="x-none"/>
        </w:rPr>
      </w:pPr>
    </w:p>
    <w:p w14:paraId="1ED23916" w14:textId="274730CB" w:rsidR="00966681" w:rsidRPr="00760163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дужан да добра испоручи у прописаној амбалажи и на прописан начин, уз одговарајући превоз, са мерама заштите од делимичног или потпуног оштећења приликом утовара, транспорта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истовара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3FE61A81" w14:textId="2CB51EC8" w:rsidR="00966681" w:rsidRPr="00760163" w:rsidRDefault="00966681" w:rsidP="00966681">
      <w:pPr>
        <w:spacing w:before="120" w:after="0" w:line="240" w:lineRule="auto"/>
        <w:ind w:right="8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Сматра се да је испорука извршена када се сачини Записник о </w:t>
      </w:r>
      <w:bookmarkStart w:id="4" w:name="_Hlk177033727"/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примопредаји</w:t>
      </w:r>
      <w:r w:rsidR="00671FD5" w:rsidRPr="00760163">
        <w:rPr>
          <w:rFonts w:ascii="Times New Roman" w:eastAsia="Times New Roman" w:hAnsi="Times New Roman"/>
          <w:sz w:val="24"/>
          <w:szCs w:val="24"/>
          <w:lang w:val="sr-Cyrl-RS"/>
        </w:rPr>
        <w:t>, монтажи и пуштању у рад</w:t>
      </w:r>
      <w:bookmarkEnd w:id="4"/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потписан од стране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и </w:t>
      </w:r>
      <w:r w:rsidR="0098006B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. Овај Записник се сачињава на дан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671FD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коначног завршетка свих радњи </w:t>
      </w:r>
      <w:proofErr w:type="spellStart"/>
      <w:r w:rsidR="00671FD5" w:rsidRPr="00760163">
        <w:rPr>
          <w:rFonts w:ascii="Times New Roman" w:eastAsia="Times New Roman" w:hAnsi="Times New Roman"/>
          <w:sz w:val="24"/>
          <w:szCs w:val="24"/>
          <w:lang w:val="sr-Cyrl-RS"/>
        </w:rPr>
        <w:t>предвиђених</w:t>
      </w:r>
      <w:proofErr w:type="spellEnd"/>
      <w:r w:rsidR="00671FD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овим уговором. </w:t>
      </w:r>
    </w:p>
    <w:p w14:paraId="7993A3D9" w14:textId="5488925F" w:rsidR="00966681" w:rsidRPr="00760163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се обавезује да приликом испоруке </w:t>
      </w:r>
      <w:r w:rsidR="000909FA" w:rsidRPr="00760163">
        <w:rPr>
          <w:rFonts w:ascii="Times New Roman" w:hAnsi="Times New Roman"/>
          <w:sz w:val="24"/>
          <w:lang w:val="sr-Cyrl-RS"/>
        </w:rPr>
        <w:t>НАРУЧИОЦУ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преда:  упутство за употребу на српском језику </w:t>
      </w:r>
      <w:r w:rsidR="001F44E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за сву набављену опрему као и 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>оверен гарантни лист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за сваку ставку према техничкој </w:t>
      </w:r>
      <w:r w:rsidR="00206672" w:rsidRPr="00760163">
        <w:rPr>
          <w:rFonts w:ascii="Times New Roman" w:eastAsia="Times New Roman" w:hAnsi="Times New Roman"/>
          <w:sz w:val="24"/>
          <w:szCs w:val="24"/>
          <w:lang w:val="sr-Cyrl-RS"/>
        </w:rPr>
        <w:t>спецификацији</w:t>
      </w:r>
      <w:r w:rsidR="00757FA4" w:rsidRPr="00760163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235993D3" w14:textId="77777777" w:rsidR="00B178DB" w:rsidRDefault="00B178DB" w:rsidP="003E1CC8">
      <w:pPr>
        <w:spacing w:before="120"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Cyrl-RS"/>
        </w:rPr>
      </w:pPr>
    </w:p>
    <w:p w14:paraId="0ADAA35B" w14:textId="316C5084" w:rsidR="003E1CC8" w:rsidRPr="00760163" w:rsidRDefault="003E1CC8" w:rsidP="003E1CC8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Cs/>
          <w:sz w:val="24"/>
          <w:szCs w:val="24"/>
          <w:lang w:val="sr-Cyrl-RS"/>
        </w:rPr>
        <w:t xml:space="preserve">ГАРАНЦИЈА </w:t>
      </w:r>
    </w:p>
    <w:p w14:paraId="00B996C1" w14:textId="68B0717D" w:rsidR="003E1CC8" w:rsidRPr="00760163" w:rsidRDefault="003E1CC8" w:rsidP="003E1CC8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6.</w:t>
      </w:r>
    </w:p>
    <w:p w14:paraId="6AD92288" w14:textId="09B06F6D" w:rsidR="003E1CC8" w:rsidRPr="00760163" w:rsidRDefault="003E1CC8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Гарантни рок</w:t>
      </w:r>
      <w:r w:rsidR="006F633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за квалитет 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>испоручених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 xml:space="preserve"> предметних добара</w:t>
      </w:r>
      <w:r w:rsidR="00B27B2E">
        <w:rPr>
          <w:rFonts w:ascii="Times New Roman" w:eastAsia="Times New Roman" w:hAnsi="Times New Roman"/>
          <w:sz w:val="24"/>
          <w:szCs w:val="24"/>
          <w:lang w:val="sr-Latn-RS"/>
        </w:rPr>
        <w:t xml:space="preserve">, 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>монтираних и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B27B2E">
        <w:rPr>
          <w:rFonts w:ascii="Times New Roman" w:eastAsia="Times New Roman" w:hAnsi="Times New Roman"/>
          <w:sz w:val="24"/>
          <w:szCs w:val="24"/>
          <w:lang w:val="sr-Cyrl-RS"/>
        </w:rPr>
        <w:t>стављених у функцију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износи 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>__________ месец</w:t>
      </w:r>
      <w:r w:rsidR="00112516" w:rsidRPr="00BC1A29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C472B1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(најмање 24 месеца)</w:t>
      </w:r>
      <w:r w:rsidR="000C19C6" w:rsidRPr="00BC1A29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,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1641BA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рачунајући 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од дана </w:t>
      </w:r>
      <w:r w:rsidR="0083410B" w:rsidRPr="00BC1A29">
        <w:rPr>
          <w:rFonts w:ascii="Times New Roman" w:eastAsia="Times New Roman" w:hAnsi="Times New Roman"/>
          <w:sz w:val="24"/>
          <w:szCs w:val="24"/>
          <w:lang w:val="sr-Cyrl-RS"/>
        </w:rPr>
        <w:t>потписивања Записника о примопредаји, монтажи и пуштању у рад.</w:t>
      </w:r>
      <w:r w:rsidR="0083410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</w:p>
    <w:p w14:paraId="270EB2FF" w14:textId="3671FEB9" w:rsidR="003E1CC8" w:rsidRPr="004432FB" w:rsidRDefault="0098006B" w:rsidP="003E1CC8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Latn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гарантује </w:t>
      </w:r>
      <w:r w:rsidR="000D3F2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наведени рок 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>за квалитет испоручених добара</w:t>
      </w:r>
      <w:r w:rsidR="0083410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D3F25" w:rsidRPr="00760163">
        <w:rPr>
          <w:rFonts w:ascii="Times New Roman" w:eastAsia="Times New Roman" w:hAnsi="Times New Roman"/>
          <w:sz w:val="24"/>
          <w:szCs w:val="24"/>
          <w:lang w:val="sr-Cyrl-RS"/>
        </w:rPr>
        <w:t>према т</w:t>
      </w:r>
      <w:r w:rsidR="00563F46" w:rsidRPr="00760163"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="000D3F25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хничкој спецификацији </w:t>
      </w:r>
      <w:r w:rsidR="00206672" w:rsidRPr="00760163">
        <w:rPr>
          <w:rFonts w:ascii="Times New Roman" w:eastAsia="Times New Roman" w:hAnsi="Times New Roman"/>
          <w:sz w:val="24"/>
          <w:szCs w:val="24"/>
          <w:lang w:val="sr-Cyrl-RS"/>
        </w:rPr>
        <w:t>НАРУЧИОЦА</w:t>
      </w:r>
      <w:r w:rsidR="0083410B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</w:p>
    <w:p w14:paraId="5EA69ED4" w14:textId="3F59EF5F" w:rsidR="00B178DB" w:rsidRDefault="0098006B" w:rsidP="000131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3E1CC8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одговара за све скривене мане испоручених добара. </w:t>
      </w:r>
    </w:p>
    <w:p w14:paraId="6D956FBE" w14:textId="77777777" w:rsidR="0001315E" w:rsidRDefault="0001315E" w:rsidP="000131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4F4C9FDA" w14:textId="77777777" w:rsidR="0001315E" w:rsidRPr="0001315E" w:rsidRDefault="0001315E" w:rsidP="0001315E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7FFD876" w14:textId="77777777" w:rsidR="00E530F0" w:rsidRDefault="00E530F0" w:rsidP="001E7804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20FB8397" w14:textId="77777777" w:rsidR="00E530F0" w:rsidRDefault="00E530F0" w:rsidP="001E7804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606E450B" w14:textId="0D2008BA" w:rsidR="00C472B1" w:rsidRPr="00760163" w:rsidRDefault="00966681" w:rsidP="001E7804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  <w:t>рок и  начин плаћања</w:t>
      </w:r>
    </w:p>
    <w:p w14:paraId="1130DB4B" w14:textId="1E0FD515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 xml:space="preserve">Члан </w:t>
      </w:r>
      <w:r w:rsidR="003E1CC8"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7</w:t>
      </w: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.</w:t>
      </w:r>
    </w:p>
    <w:p w14:paraId="6D15D485" w14:textId="335DF152" w:rsidR="00E530F0" w:rsidRPr="00BC1A29" w:rsidRDefault="003D71F7" w:rsidP="00E530F0">
      <w:pPr>
        <w:spacing w:before="120" w:after="0" w:line="240" w:lineRule="auto"/>
        <w:ind w:right="8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НАРУЧИЛАЦ ће извршити авансно плаћање </w:t>
      </w:r>
      <w:r w:rsidR="00DA3167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у висини од 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BC1A29">
        <w:rPr>
          <w:rFonts w:ascii="Times New Roman" w:eastAsia="Times New Roman" w:hAnsi="Times New Roman"/>
          <w:sz w:val="24"/>
          <w:szCs w:val="24"/>
          <w:lang w:val="sr-Latn-RS"/>
        </w:rPr>
        <w:t>50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% </w:t>
      </w:r>
      <w:r w:rsidR="00DA3167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>вредности овог уговора</w:t>
      </w:r>
      <w:r w:rsidR="00E530F0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са ПДВ-ом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>, што износи ______________ динара</w:t>
      </w:r>
      <w:r w:rsidR="00E530F0" w:rsidRPr="00BC1A29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5AABF3D3" w14:textId="692530A2" w:rsidR="008D18E0" w:rsidRPr="00BC1A29" w:rsidRDefault="003B5E36" w:rsidP="003D71F7">
      <w:pPr>
        <w:spacing w:before="120" w:after="0" w:line="240" w:lineRule="auto"/>
        <w:ind w:right="8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Банкарска гаранција за повраћај аванса је једнака износу који </w:t>
      </w:r>
      <w:r w:rsidR="000909FA" w:rsidRPr="00BC1A29">
        <w:rPr>
          <w:rFonts w:ascii="Times New Roman" w:eastAsia="Times New Roman" w:hAnsi="Times New Roman"/>
          <w:sz w:val="24"/>
          <w:szCs w:val="24"/>
          <w:lang w:val="sr-Cyrl-RS"/>
        </w:rPr>
        <w:t>НАРУЧИЛАЦ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плаћа </w:t>
      </w:r>
      <w:r w:rsidR="006F2179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0909FA" w:rsidRPr="00BC1A29">
        <w:rPr>
          <w:rFonts w:ascii="Times New Roman" w:eastAsia="Times New Roman" w:hAnsi="Times New Roman"/>
          <w:sz w:val="24"/>
          <w:szCs w:val="24"/>
          <w:lang w:val="sr-Cyrl-RS"/>
        </w:rPr>
        <w:t>ДОБАВЉАЧУ</w:t>
      </w:r>
      <w:r w:rsidR="006F2179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и подразумева плаћање које се врши </w:t>
      </w:r>
      <w:r w:rsidR="006F2179" w:rsidRPr="00BC1A29">
        <w:rPr>
          <w:rFonts w:ascii="Times New Roman" w:eastAsia="Times New Roman" w:hAnsi="Times New Roman"/>
          <w:sz w:val="24"/>
          <w:szCs w:val="24"/>
          <w:lang w:val="sr-Cyrl-RS"/>
        </w:rPr>
        <w:t>са урачунатим ПДВ-ом.</w:t>
      </w:r>
    </w:p>
    <w:p w14:paraId="57FDBA61" w14:textId="77B128C3" w:rsidR="00F96E31" w:rsidRPr="00BC1A29" w:rsidRDefault="00C540E3" w:rsidP="00EB7CCC">
      <w:pPr>
        <w:spacing w:before="120" w:after="0" w:line="240" w:lineRule="auto"/>
        <w:ind w:right="8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>НАРУЧИЛАЦ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ће авансно плаћање извршити на рачун 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>ДОБАВЉАЧА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4C65DB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а на основу </w:t>
      </w:r>
      <w:r w:rsidR="00DE7DBC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достављеног </w:t>
      </w:r>
      <w:r w:rsidR="004C65DB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предрачуна 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након закључења </w:t>
      </w:r>
      <w:r w:rsidR="00DE7DBC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овог </w:t>
      </w:r>
      <w:r w:rsidR="00C472B1" w:rsidRPr="00BC1A29">
        <w:rPr>
          <w:rFonts w:ascii="Times New Roman" w:eastAsia="Times New Roman" w:hAnsi="Times New Roman"/>
          <w:sz w:val="24"/>
          <w:szCs w:val="24"/>
          <w:lang w:val="sr-Cyrl-RS"/>
        </w:rPr>
        <w:t>уговора</w:t>
      </w:r>
      <w:r w:rsidR="009E31D8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4C65DB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и по </w:t>
      </w:r>
      <w:r w:rsidR="009E31D8" w:rsidRPr="00BC1A29">
        <w:rPr>
          <w:rFonts w:ascii="Times New Roman" w:eastAsia="Times New Roman" w:hAnsi="Times New Roman"/>
          <w:sz w:val="24"/>
          <w:szCs w:val="24"/>
          <w:lang w:val="sr-Cyrl-RS"/>
        </w:rPr>
        <w:t>преузимањ</w:t>
      </w:r>
      <w:r w:rsidR="004C65DB" w:rsidRPr="00BC1A29">
        <w:rPr>
          <w:rFonts w:ascii="Times New Roman" w:eastAsia="Times New Roman" w:hAnsi="Times New Roman"/>
          <w:sz w:val="24"/>
          <w:szCs w:val="24"/>
          <w:lang w:val="sr-Cyrl-RS"/>
        </w:rPr>
        <w:t>у</w:t>
      </w:r>
      <w:r w:rsidR="009E31D8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банкарске гаранције за повраћај аванса</w:t>
      </w:r>
      <w:r w:rsidR="0033715F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у вис</w:t>
      </w:r>
      <w:r w:rsidR="000909FA" w:rsidRPr="00BC1A29">
        <w:rPr>
          <w:rFonts w:ascii="Times New Roman" w:eastAsia="Times New Roman" w:hAnsi="Times New Roman"/>
          <w:sz w:val="24"/>
          <w:szCs w:val="24"/>
          <w:lang w:val="sr-Cyrl-RS"/>
        </w:rPr>
        <w:t>и</w:t>
      </w:r>
      <w:r w:rsidR="0033715F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ни </w:t>
      </w:r>
      <w:r w:rsidR="003D71F7" w:rsidRPr="00BC1A29">
        <w:rPr>
          <w:rFonts w:ascii="Times New Roman" w:eastAsia="Times New Roman" w:hAnsi="Times New Roman"/>
          <w:sz w:val="24"/>
          <w:szCs w:val="24"/>
          <w:lang w:val="sr-Cyrl-RS"/>
        </w:rPr>
        <w:t>5</w:t>
      </w:r>
      <w:r w:rsidR="0033715F" w:rsidRPr="00BC1A29">
        <w:rPr>
          <w:rFonts w:ascii="Times New Roman" w:eastAsia="Times New Roman" w:hAnsi="Times New Roman"/>
          <w:sz w:val="24"/>
          <w:szCs w:val="24"/>
          <w:lang w:val="sr-Cyrl-RS"/>
        </w:rPr>
        <w:t>0% аванса</w:t>
      </w:r>
      <w:r w:rsidR="009E31D8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. </w:t>
      </w:r>
      <w:r w:rsidR="009A12C0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Након извршеног плаћања по предрачуну </w:t>
      </w:r>
      <w:r w:rsidR="00E04F81" w:rsidRPr="00BC1A29">
        <w:rPr>
          <w:rFonts w:ascii="Times New Roman" w:eastAsia="Times New Roman" w:hAnsi="Times New Roman"/>
          <w:sz w:val="24"/>
          <w:szCs w:val="24"/>
          <w:lang w:val="sr-Cyrl-RS"/>
        </w:rPr>
        <w:t>ДОБАВЉАЧА</w:t>
      </w:r>
      <w:r w:rsidR="009A12C0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E04F81" w:rsidRPr="00BC1A29">
        <w:rPr>
          <w:rFonts w:ascii="Times New Roman" w:eastAsia="Times New Roman" w:hAnsi="Times New Roman"/>
          <w:sz w:val="24"/>
          <w:szCs w:val="24"/>
          <w:lang w:val="sr-Cyrl-RS"/>
        </w:rPr>
        <w:t>НАРУЧИОЦУ</w:t>
      </w:r>
      <w:r w:rsidR="009A12C0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се доставља авансни рачун</w:t>
      </w:r>
      <w:r w:rsidR="00F96E31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на износ извршеног плаћања</w:t>
      </w:r>
      <w:r w:rsidR="000909FA" w:rsidRPr="00BC1A29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D342EE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као и коначни рачун. </w:t>
      </w:r>
    </w:p>
    <w:p w14:paraId="1577E376" w14:textId="2B06B4EF" w:rsidR="00E530F0" w:rsidRPr="00BC1A29" w:rsidRDefault="00E530F0" w:rsidP="00E530F0">
      <w:pPr>
        <w:spacing w:before="120" w:after="0" w:line="240" w:lineRule="auto"/>
        <w:ind w:right="81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Преостали део од </w:t>
      </w:r>
      <w:r w:rsidRPr="00BC1A29">
        <w:rPr>
          <w:rFonts w:ascii="Times New Roman" w:eastAsia="Times New Roman" w:hAnsi="Times New Roman"/>
          <w:sz w:val="24"/>
          <w:szCs w:val="24"/>
          <w:lang w:val="sr-Latn-RS"/>
        </w:rPr>
        <w:t xml:space="preserve">50% 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>вредности уговора</w:t>
      </w:r>
      <w:r w:rsidR="00792393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са ПДВ-ом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>, НАРУЧИЛАЦ ће уплатити на рачун ДОБАВЉАЧА након завршетка посла</w:t>
      </w:r>
      <w:r w:rsidRPr="00BC1A29">
        <w:t xml:space="preserve"> </w:t>
      </w:r>
      <w:r w:rsidR="00792393" w:rsidRPr="00BC1A29">
        <w:rPr>
          <w:rFonts w:ascii="Times New Roman" w:eastAsia="Times New Roman" w:hAnsi="Times New Roman"/>
          <w:sz w:val="24"/>
          <w:szCs w:val="24"/>
          <w:lang w:val="sr-Cyrl-RS"/>
        </w:rPr>
        <w:t>и достављања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792393" w:rsidRPr="00BC1A29">
        <w:rPr>
          <w:rFonts w:ascii="Times New Roman" w:eastAsia="Times New Roman" w:hAnsi="Times New Roman"/>
          <w:sz w:val="24"/>
          <w:szCs w:val="24"/>
          <w:lang w:val="sr-Cyrl-RS"/>
        </w:rPr>
        <w:t>уредне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фактуре. </w:t>
      </w:r>
    </w:p>
    <w:p w14:paraId="72A83F3A" w14:textId="77777777" w:rsidR="002B6E01" w:rsidRDefault="002B6E01" w:rsidP="00966681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709ADF13" w14:textId="7EEA03FF" w:rsidR="00150F28" w:rsidRPr="00760163" w:rsidRDefault="00966681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СРЕДСТВА ОБЕЗБЕЂЕЊА </w:t>
      </w:r>
    </w:p>
    <w:p w14:paraId="039791C7" w14:textId="77777777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8.</w:t>
      </w:r>
    </w:p>
    <w:p w14:paraId="68C02E7F" w14:textId="4362172E" w:rsidR="00966681" w:rsidRPr="00FA5FF6" w:rsidRDefault="0098006B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FA5FF6">
        <w:rPr>
          <w:rFonts w:ascii="Times New Roman" w:hAnsi="Times New Roman"/>
          <w:sz w:val="24"/>
          <w:lang w:val="sr-Cyrl-RS"/>
        </w:rPr>
        <w:t>ДОБАВЉАЧ</w:t>
      </w:r>
      <w:r w:rsidR="00966681" w:rsidRPr="00FA5FF6">
        <w:rPr>
          <w:rFonts w:ascii="Times New Roman" w:eastAsia="Times New Roman" w:hAnsi="Times New Roman"/>
          <w:sz w:val="24"/>
          <w:szCs w:val="24"/>
          <w:lang w:val="sr-Cyrl-RS"/>
        </w:rPr>
        <w:t xml:space="preserve"> се обавезује да, </w:t>
      </w:r>
      <w:r w:rsidR="001641BA" w:rsidRPr="00FA5FF6">
        <w:rPr>
          <w:rFonts w:ascii="Times New Roman" w:eastAsia="Times New Roman" w:hAnsi="Times New Roman"/>
          <w:sz w:val="24"/>
          <w:szCs w:val="24"/>
          <w:lang w:val="sr-Cyrl-RS"/>
        </w:rPr>
        <w:t>након</w:t>
      </w:r>
      <w:r w:rsidR="00966681" w:rsidRPr="00FA5FF6">
        <w:rPr>
          <w:rFonts w:ascii="Times New Roman" w:eastAsia="Times New Roman" w:hAnsi="Times New Roman"/>
          <w:sz w:val="24"/>
          <w:szCs w:val="24"/>
          <w:lang w:val="sr-Cyrl-RS"/>
        </w:rPr>
        <w:t xml:space="preserve"> закључења уговора, достави </w:t>
      </w:r>
      <w:r w:rsidR="000909FA" w:rsidRPr="00FA5FF6">
        <w:rPr>
          <w:rFonts w:ascii="Times New Roman" w:hAnsi="Times New Roman"/>
          <w:sz w:val="24"/>
          <w:lang w:val="sr-Cyrl-RS"/>
        </w:rPr>
        <w:t>НАРУЧИОЦУ</w:t>
      </w:r>
      <w:r w:rsidR="00BD65C5" w:rsidRPr="00FA5FF6">
        <w:rPr>
          <w:rFonts w:ascii="Times New Roman" w:eastAsia="Times New Roman" w:hAnsi="Times New Roman"/>
          <w:sz w:val="24"/>
          <w:szCs w:val="24"/>
          <w:lang w:val="sr-Cyrl-RS"/>
        </w:rPr>
        <w:t xml:space="preserve"> средства обезбеђења</w:t>
      </w:r>
      <w:r w:rsidR="00112516" w:rsidRPr="00FA5FF6">
        <w:rPr>
          <w:rFonts w:ascii="Times New Roman" w:eastAsia="Times New Roman" w:hAnsi="Times New Roman"/>
          <w:sz w:val="24"/>
          <w:szCs w:val="24"/>
          <w:lang w:val="sr-Cyrl-RS"/>
        </w:rPr>
        <w:t>,</w:t>
      </w:r>
      <w:r w:rsidR="00BD65C5" w:rsidRPr="00FA5FF6">
        <w:rPr>
          <w:rFonts w:ascii="Times New Roman" w:eastAsia="Times New Roman" w:hAnsi="Times New Roman"/>
          <w:sz w:val="24"/>
          <w:szCs w:val="24"/>
          <w:lang w:val="sr-Cyrl-RS"/>
        </w:rPr>
        <w:t xml:space="preserve"> и то</w:t>
      </w:r>
      <w:r w:rsidR="00966681" w:rsidRPr="00FA5FF6">
        <w:rPr>
          <w:rFonts w:ascii="Times New Roman" w:eastAsia="Times New Roman" w:hAnsi="Times New Roman"/>
          <w:sz w:val="24"/>
          <w:szCs w:val="24"/>
          <w:lang w:val="sr-Cyrl-RS"/>
        </w:rPr>
        <w:t xml:space="preserve">:  </w:t>
      </w:r>
    </w:p>
    <w:p w14:paraId="2FC4A89C" w14:textId="48959C3D" w:rsidR="00966681" w:rsidRPr="002B6E01" w:rsidRDefault="00966681" w:rsidP="00966681">
      <w:pPr>
        <w:spacing w:before="120" w:after="0" w:line="240" w:lineRule="auto"/>
        <w:jc w:val="both"/>
        <w:rPr>
          <w:rFonts w:ascii="Times New Roman" w:eastAsia="Arial" w:hAnsi="Times New Roman"/>
          <w:sz w:val="24"/>
          <w:szCs w:val="24"/>
          <w:highlight w:val="yellow"/>
          <w:lang w:val="sr-Cyrl-RS"/>
        </w:rPr>
      </w:pPr>
    </w:p>
    <w:p w14:paraId="762D5A15" w14:textId="495D8121" w:rsidR="00652832" w:rsidRPr="00BC1A29" w:rsidRDefault="00A17211" w:rsidP="00652832">
      <w:pPr>
        <w:pStyle w:val="ListParagraph"/>
        <w:numPr>
          <w:ilvl w:val="0"/>
          <w:numId w:val="18"/>
        </w:numPr>
        <w:spacing w:before="120"/>
        <w:ind w:right="95"/>
        <w:jc w:val="both"/>
        <w:rPr>
          <w:rFonts w:eastAsia="Arial"/>
          <w:lang w:val="sr-Cyrl-RS"/>
        </w:rPr>
      </w:pPr>
      <w:r w:rsidRPr="00BC1A29">
        <w:rPr>
          <w:rFonts w:eastAsia="Arial"/>
          <w:lang w:val="sr-Cyrl-RS"/>
        </w:rPr>
        <w:t>Банкарск</w:t>
      </w:r>
      <w:r w:rsidR="000909FA" w:rsidRPr="00BC1A29">
        <w:rPr>
          <w:rFonts w:eastAsia="Arial"/>
          <w:lang w:val="sr-Cyrl-RS"/>
        </w:rPr>
        <w:t>у</w:t>
      </w:r>
      <w:r w:rsidRPr="00BC1A29">
        <w:rPr>
          <w:rFonts w:eastAsia="Arial"/>
          <w:lang w:val="sr-Cyrl-RS"/>
        </w:rPr>
        <w:t xml:space="preserve"> гаранциј</w:t>
      </w:r>
      <w:r w:rsidR="000909FA" w:rsidRPr="00BC1A29">
        <w:rPr>
          <w:rFonts w:eastAsia="Arial"/>
          <w:lang w:val="sr-Cyrl-RS"/>
        </w:rPr>
        <w:t>у</w:t>
      </w:r>
      <w:r w:rsidR="00112516" w:rsidRPr="00BC1A29">
        <w:rPr>
          <w:rFonts w:eastAsia="Arial"/>
          <w:lang w:val="sr-Cyrl-RS"/>
        </w:rPr>
        <w:t xml:space="preserve"> (са клаузалама безусловна и платива на први позив</w:t>
      </w:r>
      <w:r w:rsidR="00AC5848" w:rsidRPr="00BC1A29">
        <w:rPr>
          <w:rFonts w:eastAsia="Arial"/>
          <w:lang w:val="sr-Cyrl-RS"/>
        </w:rPr>
        <w:t xml:space="preserve"> у целости</w:t>
      </w:r>
      <w:r w:rsidR="00112516" w:rsidRPr="00BC1A29">
        <w:rPr>
          <w:rFonts w:eastAsia="Arial"/>
          <w:lang w:val="sr-Cyrl-RS"/>
        </w:rPr>
        <w:t>)</w:t>
      </w:r>
      <w:r w:rsidRPr="00BC1A29">
        <w:rPr>
          <w:rFonts w:eastAsia="Arial"/>
          <w:lang w:val="sr-Cyrl-RS"/>
        </w:rPr>
        <w:t xml:space="preserve"> </w:t>
      </w:r>
      <w:r w:rsidRPr="00BC1A29">
        <w:rPr>
          <w:rFonts w:eastAsia="Arial"/>
          <w:b/>
          <w:lang w:val="sr-Cyrl-RS"/>
        </w:rPr>
        <w:t xml:space="preserve">за повраћај аванса у износу од </w:t>
      </w:r>
      <w:r w:rsidR="002B6E01" w:rsidRPr="00BC1A29">
        <w:rPr>
          <w:rFonts w:eastAsia="Arial"/>
          <w:b/>
          <w:lang w:val="sr-Cyrl-RS"/>
        </w:rPr>
        <w:t>5</w:t>
      </w:r>
      <w:r w:rsidRPr="00BC1A29">
        <w:rPr>
          <w:rFonts w:eastAsia="Arial"/>
          <w:b/>
          <w:lang w:val="sr-Cyrl-RS"/>
        </w:rPr>
        <w:t>0%</w:t>
      </w:r>
      <w:r w:rsidRPr="00BC1A29">
        <w:rPr>
          <w:rFonts w:eastAsia="Arial"/>
          <w:lang w:val="sr-Cyrl-RS"/>
        </w:rPr>
        <w:t xml:space="preserve"> од укупно уговорене цене </w:t>
      </w:r>
      <w:r w:rsidR="00AC5848" w:rsidRPr="00BC1A29">
        <w:rPr>
          <w:rFonts w:eastAsia="Arial"/>
          <w:lang w:val="sr-Cyrl-RS"/>
        </w:rPr>
        <w:t>са</w:t>
      </w:r>
      <w:r w:rsidRPr="00BC1A29">
        <w:rPr>
          <w:rFonts w:eastAsia="Arial"/>
          <w:lang w:val="sr-Cyrl-RS"/>
        </w:rPr>
        <w:t xml:space="preserve"> ПДВ-а, у корист </w:t>
      </w:r>
      <w:r w:rsidR="000909FA" w:rsidRPr="00BC1A29">
        <w:rPr>
          <w:lang w:val="sr-Cyrl-RS"/>
        </w:rPr>
        <w:t>НАРУЧИОЦА</w:t>
      </w:r>
      <w:r w:rsidRPr="00BC1A29">
        <w:rPr>
          <w:rFonts w:eastAsia="Arial"/>
          <w:lang w:val="sr-Cyrl-RS"/>
        </w:rPr>
        <w:t xml:space="preserve"> са роком важ</w:t>
      </w:r>
      <w:r w:rsidR="00772371" w:rsidRPr="00BC1A29">
        <w:rPr>
          <w:rFonts w:eastAsia="Arial"/>
          <w:lang w:val="sr-Cyrl-RS"/>
        </w:rPr>
        <w:t>ења</w:t>
      </w:r>
      <w:r w:rsidRPr="00BC1A29">
        <w:rPr>
          <w:rFonts w:eastAsia="Arial"/>
          <w:lang w:val="sr-Cyrl-RS"/>
        </w:rPr>
        <w:t xml:space="preserve"> 6 месеци </w:t>
      </w:r>
      <w:r w:rsidRPr="00BC1A29">
        <w:rPr>
          <w:rFonts w:eastAsia="Arial Unicode MS"/>
          <w:kern w:val="1"/>
          <w:lang w:val="sr-Cyrl-RS" w:eastAsia="ar-SA"/>
        </w:rPr>
        <w:t xml:space="preserve">дужем од дана истека рока за коначно извршење посла. </w:t>
      </w:r>
    </w:p>
    <w:p w14:paraId="510C4EF7" w14:textId="77777777" w:rsidR="00652832" w:rsidRPr="00BC1A29" w:rsidRDefault="00652832" w:rsidP="00652832">
      <w:pPr>
        <w:pStyle w:val="ListParagraph"/>
        <w:spacing w:before="120"/>
        <w:ind w:right="95"/>
        <w:jc w:val="both"/>
        <w:rPr>
          <w:rFonts w:eastAsia="Arial"/>
          <w:lang w:val="sr-Cyrl-RS"/>
        </w:rPr>
      </w:pPr>
    </w:p>
    <w:p w14:paraId="56B62F57" w14:textId="2BBDBFF7" w:rsidR="00864113" w:rsidRPr="00BC1A29" w:rsidRDefault="002D69F5" w:rsidP="00933CF8">
      <w:pPr>
        <w:pStyle w:val="ListParagraph"/>
        <w:numPr>
          <w:ilvl w:val="0"/>
          <w:numId w:val="18"/>
        </w:numPr>
        <w:suppressAutoHyphens/>
        <w:spacing w:after="120" w:line="100" w:lineRule="atLeast"/>
        <w:ind w:right="251"/>
        <w:jc w:val="both"/>
        <w:rPr>
          <w:rFonts w:eastAsia="Arial Unicode MS"/>
          <w:kern w:val="1"/>
          <w:lang w:val="sr-Cyrl-RS" w:eastAsia="ar-SA"/>
        </w:rPr>
      </w:pPr>
      <w:r w:rsidRPr="00BC1A29">
        <w:rPr>
          <w:rFonts w:eastAsia="Arial Unicode MS"/>
          <w:kern w:val="1"/>
          <w:lang w:val="sr-Cyrl-RS" w:eastAsia="ar-SA"/>
        </w:rPr>
        <w:t xml:space="preserve">Банкарску гаранцију </w:t>
      </w:r>
      <w:r w:rsidR="00112516" w:rsidRPr="00BC1A29">
        <w:rPr>
          <w:rFonts w:eastAsia="Arial"/>
          <w:lang w:val="sr-Cyrl-RS"/>
        </w:rPr>
        <w:t>(са клаузалама безусловна и платива на први позив</w:t>
      </w:r>
      <w:r w:rsidR="00E45011" w:rsidRPr="00BC1A29">
        <w:rPr>
          <w:rFonts w:eastAsia="Arial"/>
          <w:lang w:val="sr-Cyrl-RS"/>
        </w:rPr>
        <w:t xml:space="preserve"> у целости</w:t>
      </w:r>
      <w:r w:rsidR="00112516" w:rsidRPr="00BC1A29">
        <w:rPr>
          <w:rFonts w:eastAsia="Arial"/>
          <w:lang w:val="sr-Cyrl-RS"/>
        </w:rPr>
        <w:t xml:space="preserve">) </w:t>
      </w:r>
      <w:r w:rsidR="00BD65C5" w:rsidRPr="00BC1A29">
        <w:rPr>
          <w:rFonts w:eastAsia="Arial Unicode MS"/>
          <w:b/>
          <w:bCs/>
          <w:kern w:val="1"/>
          <w:lang w:val="sr-Cyrl-RS" w:eastAsia="ar-SA"/>
        </w:rPr>
        <w:t>за добро извршење посла</w:t>
      </w:r>
      <w:r w:rsidR="00A9651B" w:rsidRPr="00BC1A29">
        <w:rPr>
          <w:rFonts w:eastAsia="Arial Unicode MS"/>
          <w:kern w:val="1"/>
          <w:lang w:val="sr-Cyrl-RS" w:eastAsia="ar-SA"/>
        </w:rPr>
        <w:t xml:space="preserve"> у</w:t>
      </w:r>
      <w:r w:rsidR="00966681" w:rsidRPr="00BC1A29">
        <w:rPr>
          <w:rFonts w:eastAsia="Arial Unicode MS"/>
          <w:kern w:val="1"/>
          <w:lang w:val="sr-Cyrl-RS" w:eastAsia="ar-SA"/>
        </w:rPr>
        <w:t xml:space="preserve"> </w:t>
      </w:r>
      <w:r w:rsidR="00BD65C5" w:rsidRPr="00BC1A29">
        <w:rPr>
          <w:rFonts w:eastAsia="Arial Unicode MS"/>
          <w:kern w:val="1"/>
          <w:lang w:val="sr-Cyrl-RS" w:eastAsia="ar-SA"/>
        </w:rPr>
        <w:t>износу</w:t>
      </w:r>
      <w:r w:rsidR="00966681" w:rsidRPr="00BC1A29">
        <w:rPr>
          <w:rFonts w:eastAsia="Arial Unicode MS"/>
          <w:kern w:val="1"/>
          <w:lang w:val="sr-Cyrl-RS" w:eastAsia="ar-SA"/>
        </w:rPr>
        <w:t xml:space="preserve"> од 10% од укупно уговорене цене без ПДВ-а, у корист </w:t>
      </w:r>
      <w:r w:rsidR="000909FA" w:rsidRPr="00BC1A29">
        <w:rPr>
          <w:lang w:val="sr-Cyrl-RS"/>
        </w:rPr>
        <w:t>НАРУЧИОЦА</w:t>
      </w:r>
      <w:r w:rsidR="00966681" w:rsidRPr="00BC1A29">
        <w:rPr>
          <w:rFonts w:eastAsia="Arial Unicode MS"/>
          <w:kern w:val="1"/>
          <w:lang w:val="sr-Cyrl-RS" w:eastAsia="ar-SA"/>
        </w:rPr>
        <w:t xml:space="preserve"> и роком важења 30 дана дуж</w:t>
      </w:r>
      <w:r w:rsidR="00864113" w:rsidRPr="00BC1A29">
        <w:rPr>
          <w:rFonts w:eastAsia="Arial Unicode MS"/>
          <w:kern w:val="1"/>
          <w:lang w:val="sr-Cyrl-RS" w:eastAsia="ar-SA"/>
        </w:rPr>
        <w:t>е</w:t>
      </w:r>
      <w:r w:rsidR="00966681" w:rsidRPr="00BC1A29">
        <w:rPr>
          <w:rFonts w:eastAsia="Arial Unicode MS"/>
          <w:kern w:val="1"/>
          <w:lang w:val="sr-Cyrl-RS" w:eastAsia="ar-SA"/>
        </w:rPr>
        <w:t xml:space="preserve">м од </w:t>
      </w:r>
      <w:r w:rsidR="00864113" w:rsidRPr="00BC1A29">
        <w:rPr>
          <w:rFonts w:eastAsia="Arial Unicode MS"/>
          <w:kern w:val="1"/>
          <w:lang w:val="sr-Cyrl-RS" w:eastAsia="ar-SA"/>
        </w:rPr>
        <w:t>дана истека</w:t>
      </w:r>
      <w:r w:rsidR="00966681" w:rsidRPr="00BC1A29">
        <w:rPr>
          <w:rFonts w:eastAsia="Arial Unicode MS"/>
          <w:kern w:val="1"/>
          <w:lang w:val="sr-Cyrl-RS" w:eastAsia="ar-SA"/>
        </w:rPr>
        <w:t xml:space="preserve"> рока </w:t>
      </w:r>
      <w:r w:rsidR="00572FE5" w:rsidRPr="00BC1A29">
        <w:rPr>
          <w:rFonts w:eastAsia="Arial Unicode MS"/>
          <w:kern w:val="1"/>
          <w:lang w:val="sr-Cyrl-RS" w:eastAsia="ar-SA"/>
        </w:rPr>
        <w:t xml:space="preserve">за </w:t>
      </w:r>
      <w:r w:rsidR="00864113" w:rsidRPr="00BC1A29">
        <w:rPr>
          <w:rFonts w:eastAsia="Arial Unicode MS"/>
          <w:kern w:val="1"/>
          <w:lang w:val="sr-Cyrl-RS" w:eastAsia="ar-SA"/>
        </w:rPr>
        <w:t>коначан завршетак посла</w:t>
      </w:r>
      <w:r w:rsidR="00966681" w:rsidRPr="00BC1A29">
        <w:rPr>
          <w:rFonts w:eastAsia="Arial Unicode MS"/>
          <w:kern w:val="1"/>
          <w:lang w:val="sr-Cyrl-RS" w:eastAsia="ar-SA"/>
        </w:rPr>
        <w:t>;</w:t>
      </w:r>
      <w:r w:rsidR="00864113" w:rsidRPr="00BC1A29">
        <w:rPr>
          <w:rFonts w:eastAsia="Arial Unicode MS"/>
          <w:kern w:val="1"/>
          <w:lang w:val="sr-Cyrl-RS" w:eastAsia="ar-SA"/>
        </w:rPr>
        <w:t xml:space="preserve"> </w:t>
      </w:r>
    </w:p>
    <w:p w14:paraId="5119193E" w14:textId="77777777" w:rsidR="00B007D7" w:rsidRPr="00BC1A29" w:rsidRDefault="00B007D7" w:rsidP="00B007D7">
      <w:pPr>
        <w:pStyle w:val="ListParagraph"/>
        <w:rPr>
          <w:rFonts w:eastAsia="Arial Unicode MS"/>
          <w:kern w:val="1"/>
          <w:lang w:val="sr-Cyrl-RS" w:eastAsia="ar-SA"/>
        </w:rPr>
      </w:pPr>
    </w:p>
    <w:p w14:paraId="475CFC4B" w14:textId="7A162DF4" w:rsidR="00B007D7" w:rsidRPr="00BC1A29" w:rsidRDefault="00BC1A29" w:rsidP="00B007D7">
      <w:pPr>
        <w:pStyle w:val="ListParagraph"/>
        <w:numPr>
          <w:ilvl w:val="0"/>
          <w:numId w:val="18"/>
        </w:numPr>
        <w:ind w:right="95"/>
        <w:jc w:val="both"/>
        <w:rPr>
          <w:rFonts w:eastAsia="Arial Unicode MS"/>
          <w:kern w:val="1"/>
          <w:lang w:val="sr-Cyrl-RS" w:eastAsia="ar-SA"/>
        </w:rPr>
      </w:pPr>
      <w:r w:rsidRPr="00BC1A29">
        <w:rPr>
          <w:rFonts w:eastAsia="Arial Unicode MS"/>
          <w:b/>
          <w:bCs/>
          <w:kern w:val="1"/>
          <w:lang w:val="sr-Cyrl-RS" w:eastAsia="ar-SA"/>
        </w:rPr>
        <w:t>Регистровану меницу</w:t>
      </w:r>
      <w:r w:rsidRPr="00BC1A29">
        <w:rPr>
          <w:rFonts w:eastAsia="Arial Unicode MS"/>
          <w:kern w:val="1"/>
          <w:lang w:val="sr-Cyrl-RS" w:eastAsia="ar-SA"/>
        </w:rPr>
        <w:t xml:space="preserve"> са меничним овлашћењем </w:t>
      </w:r>
      <w:r w:rsidR="00B007D7" w:rsidRPr="00BC1A29">
        <w:rPr>
          <w:rFonts w:eastAsia="Arial Unicode MS"/>
          <w:kern w:val="1"/>
          <w:lang w:val="sr-Cyrl-RS" w:eastAsia="ar-SA"/>
        </w:rPr>
        <w:t xml:space="preserve">за отклањање недостатака у гарантном року у износу од 10% од укупно уговорене цене без ПДВ-а, у корист НАРУЧИОЦА и роком важења 30 дана дужем од уговореног гарантног рока. </w:t>
      </w:r>
    </w:p>
    <w:p w14:paraId="2872A462" w14:textId="77777777" w:rsidR="00B007D7" w:rsidRPr="00BC1A29" w:rsidRDefault="00B007D7" w:rsidP="00B007D7">
      <w:pPr>
        <w:pStyle w:val="ListParagraph"/>
        <w:suppressAutoHyphens/>
        <w:spacing w:after="120" w:line="100" w:lineRule="atLeast"/>
        <w:ind w:right="251"/>
        <w:jc w:val="both"/>
        <w:rPr>
          <w:rFonts w:eastAsia="Arial Unicode MS"/>
          <w:kern w:val="1"/>
          <w:lang w:val="sr-Cyrl-RS" w:eastAsia="ar-SA"/>
        </w:rPr>
      </w:pPr>
    </w:p>
    <w:p w14:paraId="4AE4348E" w14:textId="3B0B84BA" w:rsidR="001641BA" w:rsidRPr="00BC1A29" w:rsidRDefault="00864113" w:rsidP="001641BA">
      <w:pPr>
        <w:numPr>
          <w:ilvl w:val="0"/>
          <w:numId w:val="18"/>
        </w:numPr>
        <w:suppressAutoHyphens/>
        <w:spacing w:after="120" w:line="100" w:lineRule="atLeast"/>
        <w:ind w:right="251"/>
        <w:jc w:val="both"/>
        <w:rPr>
          <w:rFonts w:ascii="Times New Roman" w:eastAsia="Arial Unicode MS" w:hAnsi="Times New Roman"/>
          <w:kern w:val="2"/>
          <w:sz w:val="24"/>
          <w:szCs w:val="24"/>
          <w:lang w:val="sr-Cyrl-RS" w:eastAsia="ar-SA"/>
        </w:rPr>
      </w:pPr>
      <w:r w:rsidRPr="00BC1A29">
        <w:rPr>
          <w:rFonts w:ascii="Times New Roman" w:eastAsia="Arial Unicode MS" w:hAnsi="Times New Roman"/>
          <w:b/>
          <w:bCs/>
          <w:kern w:val="1"/>
          <w:lang w:val="sr-Cyrl-RS" w:eastAsia="ar-SA"/>
        </w:rPr>
        <w:t>Р</w:t>
      </w:r>
      <w:r w:rsidRPr="00BC1A29">
        <w:rPr>
          <w:rFonts w:ascii="Times New Roman" w:eastAsia="Arial Unicode MS" w:hAnsi="Times New Roman"/>
          <w:b/>
          <w:bCs/>
          <w:kern w:val="1"/>
          <w:sz w:val="24"/>
          <w:szCs w:val="24"/>
          <w:lang w:val="sr-Cyrl-RS" w:eastAsia="ar-SA"/>
        </w:rPr>
        <w:t>егистровану</w:t>
      </w:r>
      <w:r w:rsidRPr="00BC1A29">
        <w:rPr>
          <w:rFonts w:eastAsia="Arial Unicode MS"/>
          <w:b/>
          <w:bCs/>
          <w:kern w:val="1"/>
          <w:lang w:val="sr-Cyrl-RS" w:eastAsia="ar-SA"/>
        </w:rPr>
        <w:t xml:space="preserve"> </w:t>
      </w:r>
      <w:r w:rsidRPr="00BC1A29">
        <w:rPr>
          <w:rFonts w:ascii="Times New Roman" w:eastAsia="Arial Unicode MS" w:hAnsi="Times New Roman"/>
          <w:b/>
          <w:bCs/>
          <w:kern w:val="1"/>
          <w:sz w:val="24"/>
          <w:szCs w:val="24"/>
          <w:lang w:val="sr-Cyrl-RS" w:eastAsia="ar-SA"/>
        </w:rPr>
        <w:t>меницу</w:t>
      </w:r>
      <w:r w:rsidRPr="00BC1A29">
        <w:rPr>
          <w:rFonts w:eastAsia="Arial Unicode MS"/>
          <w:kern w:val="1"/>
          <w:lang w:val="sr-Cyrl-RS" w:eastAsia="ar-SA"/>
        </w:rPr>
        <w:t xml:space="preserve"> </w:t>
      </w:r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>са меничним овлашћењем</w:t>
      </w:r>
      <w:r w:rsidRPr="00BC1A29">
        <w:rPr>
          <w:rFonts w:eastAsia="Arial Unicode MS"/>
          <w:kern w:val="1"/>
          <w:lang w:val="sr-Cyrl-RS" w:eastAsia="ar-SA"/>
        </w:rPr>
        <w:t xml:space="preserve"> </w:t>
      </w:r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у износу од 5% од укупно уговорене цене без ПДВ-а, у корист </w:t>
      </w:r>
      <w:r w:rsidR="000909FA" w:rsidRPr="00BC1A29">
        <w:rPr>
          <w:rFonts w:ascii="Times New Roman" w:hAnsi="Times New Roman"/>
          <w:sz w:val="24"/>
          <w:lang w:val="sr-Cyrl-RS"/>
        </w:rPr>
        <w:t>НАРУЧИОЦА</w:t>
      </w:r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 и роком важења </w:t>
      </w:r>
      <w:r w:rsidR="001641BA"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>6</w:t>
      </w:r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0 дана </w:t>
      </w:r>
      <w:bookmarkStart w:id="5" w:name="_Hlk175657291"/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>дужем од дана истека рока за коначно извршење посла,</w:t>
      </w:r>
      <w:bookmarkEnd w:id="5"/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 која ће бити активирана у сврху наплате уговорне казне</w:t>
      </w:r>
      <w:r w:rsidR="000909FA"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 у складу са чл. 10. овог уговора</w:t>
      </w:r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>.</w:t>
      </w:r>
    </w:p>
    <w:p w14:paraId="6E8B2AC5" w14:textId="77777777" w:rsidR="00B007D7" w:rsidRPr="00BC1A29" w:rsidRDefault="00B007D7" w:rsidP="00B007D7">
      <w:pPr>
        <w:suppressAutoHyphens/>
        <w:spacing w:after="120" w:line="100" w:lineRule="atLeast"/>
        <w:ind w:left="720" w:right="251"/>
        <w:jc w:val="both"/>
        <w:rPr>
          <w:rFonts w:ascii="Times New Roman" w:eastAsia="Arial Unicode MS" w:hAnsi="Times New Roman"/>
          <w:kern w:val="2"/>
          <w:sz w:val="24"/>
          <w:szCs w:val="24"/>
          <w:lang w:val="sr-Cyrl-RS" w:eastAsia="ar-SA"/>
        </w:rPr>
      </w:pPr>
    </w:p>
    <w:p w14:paraId="4B54B0E7" w14:textId="2327DA08" w:rsidR="001641BA" w:rsidRPr="00FA5FF6" w:rsidRDefault="001641BA" w:rsidP="001641BA">
      <w:pPr>
        <w:suppressAutoHyphens/>
        <w:spacing w:after="120" w:line="100" w:lineRule="atLeast"/>
        <w:ind w:right="251"/>
        <w:jc w:val="both"/>
        <w:rPr>
          <w:rFonts w:ascii="Times New Roman" w:eastAsia="Arial Unicode MS" w:hAnsi="Times New Roman"/>
          <w:kern w:val="2"/>
          <w:sz w:val="24"/>
          <w:szCs w:val="24"/>
          <w:lang w:val="sr-Cyrl-RS" w:eastAsia="ar-SA"/>
        </w:rPr>
      </w:pPr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>Рок за достављање свих средстава обезбеђења је најдуже 3 недеље од дана закључења уговора.</w:t>
      </w:r>
    </w:p>
    <w:p w14:paraId="1BE80AAE" w14:textId="77777777" w:rsidR="001641BA" w:rsidRPr="00760163" w:rsidRDefault="001641BA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caps/>
          <w:sz w:val="24"/>
          <w:szCs w:val="24"/>
          <w:lang w:val="sr-Cyrl-RS"/>
        </w:rPr>
      </w:pPr>
    </w:p>
    <w:p w14:paraId="54DDC2E2" w14:textId="77777777" w:rsidR="00BD0568" w:rsidRDefault="00BD0568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64B4BBB7" w14:textId="4E41FEEE" w:rsidR="00966681" w:rsidRPr="00760163" w:rsidRDefault="00966681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  <w:t xml:space="preserve">НАКНАДА ШТЕТЕ </w:t>
      </w:r>
    </w:p>
    <w:p w14:paraId="69593F98" w14:textId="77777777" w:rsidR="00150F28" w:rsidRPr="00760163" w:rsidRDefault="00150F28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049244AF" w14:textId="77777777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9.</w:t>
      </w:r>
    </w:p>
    <w:p w14:paraId="7A61A1F2" w14:textId="01F50684" w:rsidR="00966681" w:rsidRPr="00760163" w:rsidRDefault="0098006B" w:rsidP="00966681">
      <w:pPr>
        <w:tabs>
          <w:tab w:val="left" w:pos="851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дужан да </w:t>
      </w:r>
      <w:r w:rsidR="000909FA" w:rsidRPr="00760163">
        <w:rPr>
          <w:rFonts w:ascii="Times New Roman" w:hAnsi="Times New Roman"/>
          <w:sz w:val="24"/>
          <w:lang w:val="sr-Cyrl-RS"/>
        </w:rPr>
        <w:t>НАРУЧИОЦУ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надокнади штету коју причини на имовини </w:t>
      </w:r>
      <w:r w:rsidR="000909FA" w:rsidRPr="00760163">
        <w:rPr>
          <w:rFonts w:ascii="Times New Roman" w:hAnsi="Times New Roman"/>
          <w:sz w:val="24"/>
          <w:lang w:val="sr-Cyrl-RS"/>
        </w:rPr>
        <w:t>НАРУЧИОЦА</w:t>
      </w:r>
      <w:r w:rsidR="0096668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својом кривицом или грубом непажњом.</w:t>
      </w:r>
    </w:p>
    <w:p w14:paraId="0E8EBFD9" w14:textId="35DA7185" w:rsidR="00966681" w:rsidRPr="00760163" w:rsidRDefault="00966681" w:rsidP="00966681">
      <w:pPr>
        <w:tabs>
          <w:tab w:val="left" w:pos="90"/>
          <w:tab w:val="left" w:pos="851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Уколико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="000909FA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 току реализације овог уговора претрпи штету која је последица неиспуњавања уговорних обавеза од стране </w:t>
      </w:r>
      <w:r w:rsidR="0098006B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, </w:t>
      </w:r>
      <w:r w:rsidR="0098006B" w:rsidRPr="00760163">
        <w:rPr>
          <w:rFonts w:ascii="Times New Roman" w:hAnsi="Times New Roman"/>
          <w:sz w:val="24"/>
          <w:lang w:val="sr-Cyrl-RS"/>
        </w:rPr>
        <w:t>ДОБАВЉАЧ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одговоран за штету коју је </w:t>
      </w:r>
      <w:r w:rsidR="000909FA" w:rsidRPr="00760163">
        <w:rPr>
          <w:rFonts w:ascii="Times New Roman" w:hAnsi="Times New Roman"/>
          <w:sz w:val="24"/>
          <w:lang w:val="sr-Cyrl-RS"/>
        </w:rPr>
        <w:t>НАРУЧИЛАЦ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том случају претрпео и дужан је да је надокнади. </w:t>
      </w:r>
    </w:p>
    <w:p w14:paraId="15628FEC" w14:textId="5428B5E6" w:rsidR="00966681" w:rsidRPr="00760163" w:rsidRDefault="00966681" w:rsidP="00966681">
      <w:pPr>
        <w:tabs>
          <w:tab w:val="left" w:pos="90"/>
          <w:tab w:val="left" w:pos="851"/>
        </w:tabs>
        <w:spacing w:before="120"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Уговорне стране су сагласне да у случају наступања штете из става 1. и става 2. овог члана заједничка комисија утврди евентуалну одговорност </w:t>
      </w:r>
      <w:r w:rsidR="0098006B" w:rsidRPr="00760163">
        <w:rPr>
          <w:rFonts w:ascii="Times New Roman" w:hAnsi="Times New Roman"/>
          <w:sz w:val="24"/>
          <w:lang w:val="sr-Cyrl-RS"/>
        </w:rPr>
        <w:t>ДОБАВЉАЧА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, обим и висину штете, о чему ће се сачинити записник.</w:t>
      </w:r>
    </w:p>
    <w:p w14:paraId="6AF25846" w14:textId="77777777" w:rsidR="00467EBA" w:rsidRPr="00760163" w:rsidRDefault="00467EBA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01380B08" w14:textId="419ACE8A" w:rsidR="00966681" w:rsidRPr="00760163" w:rsidRDefault="00966681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УГОВОРНА КАЗНА </w:t>
      </w:r>
    </w:p>
    <w:p w14:paraId="5E0BF185" w14:textId="77777777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10.</w:t>
      </w:r>
    </w:p>
    <w:p w14:paraId="0B536F37" w14:textId="143F98E7" w:rsidR="004E3011" w:rsidRPr="00BC1A29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>У случају кашњења са испоруком</w:t>
      </w:r>
      <w:r w:rsidR="00B27B2E" w:rsidRPr="00BC1A29">
        <w:rPr>
          <w:rFonts w:ascii="Times New Roman" w:eastAsia="Times New Roman" w:hAnsi="Times New Roman"/>
          <w:sz w:val="24"/>
          <w:szCs w:val="24"/>
          <w:lang w:val="sr-Cyrl-RS"/>
        </w:rPr>
        <w:t>, монтажом и стављањем у функцију предметних добара,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2E2256" w:rsidRPr="00BC1A29">
        <w:rPr>
          <w:rFonts w:ascii="Times New Roman" w:hAnsi="Times New Roman"/>
          <w:sz w:val="24"/>
          <w:lang w:val="sr-Cyrl-RS"/>
        </w:rPr>
        <w:t>ДОБАВЉАЧ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је у обавези да плати уговорну казну </w:t>
      </w:r>
      <w:r w:rsidR="00DB2404" w:rsidRPr="00BC1A29">
        <w:rPr>
          <w:rFonts w:ascii="Times New Roman" w:hAnsi="Times New Roman"/>
          <w:sz w:val="24"/>
          <w:lang w:val="sr-Cyrl-RS"/>
        </w:rPr>
        <w:t>НАРУЧИОЦУ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у висини од 0,</w:t>
      </w:r>
      <w:r w:rsidR="004E3011" w:rsidRPr="00BC1A29">
        <w:rPr>
          <w:rFonts w:ascii="Times New Roman" w:eastAsia="Times New Roman" w:hAnsi="Times New Roman"/>
          <w:sz w:val="24"/>
          <w:szCs w:val="24"/>
          <w:lang w:val="sr-Cyrl-RS"/>
        </w:rPr>
        <w:t>1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>% вредности уговора без ПДВ-а за сваки дан прекорачења уговореног рока испоруке</w:t>
      </w:r>
      <w:r w:rsidR="00B27B2E" w:rsidRPr="00BC1A29">
        <w:rPr>
          <w:rFonts w:ascii="Times New Roman" w:eastAsia="Times New Roman" w:hAnsi="Times New Roman"/>
          <w:sz w:val="24"/>
          <w:szCs w:val="24"/>
          <w:lang w:val="sr-Cyrl-RS"/>
        </w:rPr>
        <w:t>, монтаже и стављања у функцију предметних добара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, а највише 5% од укупне вредности уговора без ПДВ-а. </w:t>
      </w:r>
    </w:p>
    <w:p w14:paraId="4C320E92" w14:textId="5A41046B" w:rsidR="00966681" w:rsidRPr="00BC1A29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Уговорна казна и  </w:t>
      </w:r>
      <w:r w:rsidR="00A9651B" w:rsidRPr="00BC1A29">
        <w:rPr>
          <w:rFonts w:ascii="Times New Roman" w:eastAsia="Times New Roman" w:hAnsi="Times New Roman"/>
          <w:sz w:val="24"/>
          <w:szCs w:val="24"/>
          <w:lang w:val="sr-Cyrl-RS"/>
        </w:rPr>
        <w:t>банкарска гаранција за добро извршење посла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не искључују једна другу и </w:t>
      </w:r>
      <w:r w:rsidR="00DB2404" w:rsidRPr="00BC1A29">
        <w:rPr>
          <w:rFonts w:ascii="Times New Roman" w:hAnsi="Times New Roman"/>
          <w:sz w:val="24"/>
          <w:lang w:val="sr-Cyrl-RS"/>
        </w:rPr>
        <w:t>НАРУЧИЛАЦ</w:t>
      </w:r>
      <w:r w:rsidR="00DB2404" w:rsidRPr="00BC1A2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>може реализовати об</w:t>
      </w:r>
      <w:r w:rsidR="00A9651B" w:rsidRPr="00BC1A29">
        <w:rPr>
          <w:rFonts w:ascii="Times New Roman" w:eastAsia="Times New Roman" w:hAnsi="Times New Roman"/>
          <w:sz w:val="24"/>
          <w:szCs w:val="24"/>
          <w:lang w:val="sr-Cyrl-RS"/>
        </w:rPr>
        <w:t>а средства обезбеђења.</w:t>
      </w:r>
      <w:r w:rsidR="00A9651B" w:rsidRPr="00BC1A29">
        <w:rPr>
          <w:rFonts w:ascii="Times New Roman" w:eastAsia="Times New Roman" w:hAnsi="Times New Roman"/>
          <w:sz w:val="24"/>
          <w:szCs w:val="24"/>
          <w:lang w:val="sr-Cyrl-RS"/>
        </w:rPr>
        <w:tab/>
      </w:r>
    </w:p>
    <w:p w14:paraId="3765D394" w14:textId="771A9C62" w:rsidR="00966681" w:rsidRPr="00BC1A29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C1A29">
        <w:rPr>
          <w:rFonts w:ascii="Times New Roman" w:eastAsia="Times New Roman" w:hAnsi="Times New Roman"/>
          <w:sz w:val="24"/>
          <w:szCs w:val="24"/>
          <w:lang w:val="sr-Cyrl-RS"/>
        </w:rPr>
        <w:t>Делимично извршење уговорне обавезе на искључује обавезу плаћања уговорене казне.</w:t>
      </w:r>
    </w:p>
    <w:p w14:paraId="23E41E45" w14:textId="0A1B1C68" w:rsidR="0070495F" w:rsidRPr="00BC1A29" w:rsidRDefault="00966681" w:rsidP="00966681">
      <w:pPr>
        <w:suppressAutoHyphens/>
        <w:spacing w:before="120" w:after="0" w:line="240" w:lineRule="auto"/>
        <w:ind w:right="-38"/>
        <w:jc w:val="both"/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</w:pPr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У случају задоцњења у испуњењу уговорних обавеза </w:t>
      </w:r>
      <w:r w:rsidR="004E3011"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од стране </w:t>
      </w:r>
      <w:r w:rsidR="002E2256" w:rsidRPr="00BC1A29">
        <w:rPr>
          <w:rFonts w:ascii="Times New Roman" w:hAnsi="Times New Roman"/>
          <w:sz w:val="24"/>
          <w:lang w:val="sr-Cyrl-RS"/>
        </w:rPr>
        <w:t>ДОБАВЉАЧА</w:t>
      </w:r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, </w:t>
      </w:r>
      <w:r w:rsidR="00DB2404" w:rsidRPr="00BC1A29">
        <w:rPr>
          <w:rFonts w:ascii="Times New Roman" w:hAnsi="Times New Roman"/>
          <w:sz w:val="24"/>
          <w:lang w:val="sr-Cyrl-RS"/>
        </w:rPr>
        <w:t>НАРУЧИЛАЦ</w:t>
      </w:r>
      <w:r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 без посебног саопштења задржава право на уговорну казну. </w:t>
      </w:r>
    </w:p>
    <w:p w14:paraId="587294C1" w14:textId="6FF8B69B" w:rsidR="00966681" w:rsidRPr="0001315E" w:rsidRDefault="00DB2404" w:rsidP="00966681">
      <w:pPr>
        <w:suppressAutoHyphens/>
        <w:spacing w:before="120" w:after="0" w:line="240" w:lineRule="auto"/>
        <w:ind w:right="-38"/>
        <w:jc w:val="both"/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</w:pPr>
      <w:r w:rsidRPr="00BC1A29">
        <w:rPr>
          <w:rFonts w:ascii="Times New Roman" w:hAnsi="Times New Roman"/>
          <w:sz w:val="24"/>
          <w:lang w:val="sr-Cyrl-RS"/>
        </w:rPr>
        <w:t>НАРУЧИЛАЦ</w:t>
      </w:r>
      <w:r w:rsidR="00966681"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 ће, у складу са одредбама овог Уговора, према датуму завршетка уговорних обавеза, утврдити број дана у прекорачењу уговореног рока  од стране </w:t>
      </w:r>
      <w:r w:rsidR="002E2256" w:rsidRPr="00BC1A29">
        <w:rPr>
          <w:rFonts w:ascii="Times New Roman" w:hAnsi="Times New Roman"/>
          <w:sz w:val="24"/>
          <w:lang w:val="sr-Cyrl-RS"/>
        </w:rPr>
        <w:t>ДОБАВЉАЧА</w:t>
      </w:r>
      <w:r w:rsidR="00966681" w:rsidRPr="00BC1A29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 и на основу тога обрачунати висину уговорне казне.</w:t>
      </w:r>
      <w:r w:rsidR="00966681" w:rsidRPr="0001315E">
        <w:rPr>
          <w:rFonts w:ascii="Times New Roman" w:eastAsia="Arial Unicode MS" w:hAnsi="Times New Roman"/>
          <w:kern w:val="1"/>
          <w:sz w:val="24"/>
          <w:szCs w:val="24"/>
          <w:lang w:val="sr-Cyrl-RS" w:eastAsia="ar-SA"/>
        </w:rPr>
        <w:t xml:space="preserve"> </w:t>
      </w:r>
    </w:p>
    <w:p w14:paraId="79F676E3" w14:textId="77777777" w:rsidR="00572FE5" w:rsidRPr="00760163" w:rsidRDefault="00572FE5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489E82B4" w14:textId="77777777" w:rsidR="0070495F" w:rsidRPr="00760163" w:rsidRDefault="0070495F" w:rsidP="007049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</w:p>
    <w:p w14:paraId="6AF9DA58" w14:textId="77777777" w:rsidR="0070495F" w:rsidRPr="00760163" w:rsidRDefault="0070495F" w:rsidP="007049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</w:p>
    <w:p w14:paraId="22498138" w14:textId="040911BB" w:rsidR="0070495F" w:rsidRPr="00760163" w:rsidRDefault="0070495F" w:rsidP="007049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ПОДИЗВОЂАЧИ ИЛИ ГРУПА ПОНУЂАЧА</w:t>
      </w:r>
    </w:p>
    <w:p w14:paraId="78EEFD95" w14:textId="2D8E978F" w:rsidR="0070495F" w:rsidRPr="00760163" w:rsidRDefault="0070495F" w:rsidP="0070495F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u w:val="single"/>
          <w:lang w:val="sr-Cyrl-RS"/>
        </w:rPr>
      </w:pPr>
      <w:r w:rsidRPr="00760163">
        <w:rPr>
          <w:rFonts w:ascii="Times New Roman" w:eastAsia="Times New Roman" w:hAnsi="Times New Roman"/>
          <w:i/>
          <w:iCs/>
          <w:sz w:val="24"/>
          <w:szCs w:val="24"/>
          <w:u w:val="single"/>
          <w:lang w:val="sr-Cyrl-RS"/>
        </w:rPr>
        <w:t>(попунити само ако ће бити ангажовани подизвођачи или ако се ради о заједничкој понуди)</w:t>
      </w:r>
    </w:p>
    <w:p w14:paraId="03833ED5" w14:textId="1ECCA0E8" w:rsidR="0070495F" w:rsidRPr="00760163" w:rsidRDefault="0070495F" w:rsidP="0070495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bCs/>
          <w:i/>
          <w:iCs/>
          <w:sz w:val="24"/>
          <w:szCs w:val="24"/>
          <w:lang w:val="sr-Cyrl-RS"/>
        </w:rPr>
        <w:t>Члан 11.</w:t>
      </w:r>
    </w:p>
    <w:p w14:paraId="5D0E350A" w14:textId="77777777" w:rsidR="0070495F" w:rsidRPr="00760163" w:rsidRDefault="0070495F" w:rsidP="007049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05159B4D" w14:textId="589CC923" w:rsidR="0070495F" w:rsidRPr="00760163" w:rsidRDefault="002E2256" w:rsidP="007049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је овлашћен да поједине </w:t>
      </w:r>
      <w:r w:rsidR="00760163">
        <w:rPr>
          <w:rFonts w:ascii="Times New Roman" w:eastAsia="Times New Roman" w:hAnsi="Times New Roman"/>
          <w:sz w:val="24"/>
          <w:szCs w:val="24"/>
          <w:lang w:val="sr-Cyrl-RS"/>
        </w:rPr>
        <w:t>обавез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е, које су предмет овог уговора, пренесе на извршење другим лицима – подизвођачима, који су овлашћени за извршење тих делова обавеза. </w:t>
      </w:r>
    </w:p>
    <w:p w14:paraId="28F38435" w14:textId="742CDE3C" w:rsidR="0070495F" w:rsidRPr="00760163" w:rsidRDefault="002E2256" w:rsidP="007049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>ДОБАВЉАЧ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који наступа са подизвођачем у потпуности одговара </w:t>
      </w:r>
      <w:r w:rsidR="00DB2404" w:rsidRPr="00760163">
        <w:rPr>
          <w:rFonts w:ascii="Times New Roman" w:hAnsi="Times New Roman"/>
          <w:sz w:val="24"/>
          <w:lang w:val="sr-Cyrl-RS"/>
        </w:rPr>
        <w:t xml:space="preserve">НАРУЧИОЦУ 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>за извршење уговорене набавке, без обзира на број подизвођача.</w:t>
      </w:r>
    </w:p>
    <w:p w14:paraId="32B30399" w14:textId="77777777" w:rsidR="004E3011" w:rsidRPr="00760163" w:rsidRDefault="004E3011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7A429FBA" w14:textId="77777777" w:rsidR="004E3011" w:rsidRPr="00760163" w:rsidRDefault="004E3011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558F2D14" w14:textId="77777777" w:rsidR="004E3011" w:rsidRPr="00760163" w:rsidRDefault="004E3011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123B7AD" w14:textId="68F68D14" w:rsidR="0070495F" w:rsidRPr="00760163" w:rsidRDefault="0070495F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У смислу чл. 131. Закона о јавним набавкама, наводе се </w:t>
      </w:r>
      <w:r w:rsidR="004E3011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следећи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подаци:</w:t>
      </w:r>
    </w:p>
    <w:p w14:paraId="4C9B6575" w14:textId="77777777" w:rsidR="004E3011" w:rsidRPr="00760163" w:rsidRDefault="004E3011" w:rsidP="007049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724A3A31" w14:textId="4F738894" w:rsidR="0070495F" w:rsidRPr="00760163" w:rsidRDefault="0070495F" w:rsidP="007049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- који део уговора ће се поверити подизвођачу (по предмету, количини, вредности, или проценту)</w:t>
      </w:r>
      <w:r w:rsidRPr="0076016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__________________________________________________________________</w:t>
      </w:r>
    </w:p>
    <w:p w14:paraId="1E4B70BB" w14:textId="77777777" w:rsidR="001B2D54" w:rsidRPr="00760163" w:rsidRDefault="001B2D54" w:rsidP="007049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4A75B8B" w14:textId="0CD17D2D" w:rsidR="0070495F" w:rsidRPr="00760163" w:rsidRDefault="0070495F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- подаци о подизвођачима: ________________________________________________________</w:t>
      </w:r>
      <w:r w:rsidR="004E3011" w:rsidRPr="00760163">
        <w:rPr>
          <w:rFonts w:ascii="Times New Roman" w:eastAsia="Times New Roman" w:hAnsi="Times New Roman"/>
          <w:sz w:val="24"/>
          <w:szCs w:val="24"/>
          <w:lang w:val="sr-Cyrl-RS"/>
        </w:rPr>
        <w:t>_________________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__</w:t>
      </w:r>
    </w:p>
    <w:p w14:paraId="5BBBD1FC" w14:textId="77777777" w:rsidR="001B2D54" w:rsidRPr="00760163" w:rsidRDefault="001B2D54" w:rsidP="007049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436FB325" w14:textId="2D2F1603" w:rsidR="0070495F" w:rsidRPr="00760163" w:rsidRDefault="0070495F" w:rsidP="001B2D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- да ли ће </w:t>
      </w:r>
      <w:r w:rsidR="00DB2404" w:rsidRPr="00760163">
        <w:rPr>
          <w:rFonts w:ascii="Times New Roman" w:hAnsi="Times New Roman"/>
          <w:sz w:val="24"/>
          <w:lang w:val="sr-Cyrl-RS"/>
        </w:rPr>
        <w:t>НАРУЧИЛАЦ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непосредно да врши плаћање подизвођачу за део уговора који је</w:t>
      </w:r>
      <w:r w:rsidR="001B2D54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он извршио или ће то вршити понуђач  _____________________________________________</w:t>
      </w:r>
      <w:r w:rsidR="001B2D54" w:rsidRPr="00760163">
        <w:rPr>
          <w:rFonts w:ascii="Times New Roman" w:eastAsia="Times New Roman" w:hAnsi="Times New Roman"/>
          <w:sz w:val="24"/>
          <w:szCs w:val="24"/>
          <w:lang w:val="sr-Cyrl-RS"/>
        </w:rPr>
        <w:t>_____________________________</w:t>
      </w:r>
    </w:p>
    <w:p w14:paraId="026C38F3" w14:textId="77777777" w:rsidR="001B2D54" w:rsidRPr="00760163" w:rsidRDefault="001B2D54" w:rsidP="001B2D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2F386F81" w14:textId="5A75C9AB" w:rsidR="0070495F" w:rsidRPr="00760163" w:rsidRDefault="001B2D54" w:rsidP="001B2D5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hAnsi="Times New Roman"/>
          <w:sz w:val="24"/>
          <w:lang w:val="sr-Cyrl-RS"/>
        </w:rPr>
        <w:t xml:space="preserve">- </w:t>
      </w:r>
      <w:r w:rsidR="002E2256" w:rsidRPr="00760163">
        <w:rPr>
          <w:rFonts w:ascii="Times New Roman" w:hAnsi="Times New Roman"/>
          <w:sz w:val="24"/>
          <w:lang w:val="sr-Cyrl-RS"/>
        </w:rPr>
        <w:t>ДОБАВЉАЧ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наступа као група понуђача у заједничкој понуди (навести податке о учесницима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у </w:t>
      </w:r>
      <w:r w:rsidR="0070495F" w:rsidRPr="00760163">
        <w:rPr>
          <w:rFonts w:ascii="Times New Roman" w:eastAsia="Times New Roman" w:hAnsi="Times New Roman"/>
          <w:sz w:val="24"/>
          <w:szCs w:val="24"/>
          <w:lang w:val="sr-Cyrl-RS"/>
        </w:rPr>
        <w:t>заједничкој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понуди) __________________________________________________________________________.</w:t>
      </w:r>
    </w:p>
    <w:p w14:paraId="375C8CE7" w14:textId="77777777" w:rsidR="00572FE5" w:rsidRPr="00760163" w:rsidRDefault="00572FE5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09C67F2B" w14:textId="77777777" w:rsidR="0070495F" w:rsidRPr="00760163" w:rsidRDefault="0070495F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</w:p>
    <w:p w14:paraId="3EC18E99" w14:textId="5794FD4E" w:rsidR="00966681" w:rsidRPr="00760163" w:rsidRDefault="00966681" w:rsidP="00966681">
      <w:pPr>
        <w:keepNext/>
        <w:spacing w:before="120"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  <w:t xml:space="preserve">ВИША СИЛА </w:t>
      </w:r>
    </w:p>
    <w:p w14:paraId="22885F4C" w14:textId="414262B6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1</w:t>
      </w:r>
      <w:r w:rsidR="0070495F"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2</w:t>
      </w: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.</w:t>
      </w:r>
    </w:p>
    <w:p w14:paraId="5C068A95" w14:textId="77777777" w:rsidR="0070495F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Наступање више силе ослобађа од одговорности уговорне стране за кашњење у извршењу уговорних обавеза. </w:t>
      </w:r>
    </w:p>
    <w:p w14:paraId="64BCA6AC" w14:textId="016A09CC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О датуму наступања, трајању и датуму престанка више силе, уговорне стране су обавезне да једна другу обавесте писаним путем у року од 24 часа.</w:t>
      </w:r>
    </w:p>
    <w:p w14:paraId="3452F9F0" w14:textId="02E53EFB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Као случајеви више силе сматрају се природне катастрофе, пожар, поплава, експлозија, транспортне несреће, одлуке органа власти и други случајеви који су законом утврђени као виша сила.</w:t>
      </w:r>
    </w:p>
    <w:p w14:paraId="51FE53B6" w14:textId="77777777" w:rsidR="00572FE5" w:rsidRPr="00760163" w:rsidRDefault="00572FE5" w:rsidP="00572FE5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8A6B0CF" w14:textId="5FF841BA" w:rsidR="00572FE5" w:rsidRPr="00760163" w:rsidRDefault="00966681" w:rsidP="00572FE5">
      <w:pPr>
        <w:spacing w:before="120"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РЕШАВАЊЕ СПОРОВА</w:t>
      </w:r>
      <w:r w:rsidRPr="00760163">
        <w:rPr>
          <w:rFonts w:ascii="Times New Roman" w:eastAsia="Times New Roman" w:hAnsi="Times New Roman"/>
          <w:b/>
          <w:caps/>
          <w:sz w:val="24"/>
          <w:szCs w:val="24"/>
          <w:lang w:val="sr-Cyrl-RS"/>
        </w:rPr>
        <w:t xml:space="preserve"> </w:t>
      </w:r>
    </w:p>
    <w:p w14:paraId="58741018" w14:textId="4C560C7A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1</w:t>
      </w:r>
      <w:r w:rsidR="0070495F"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3</w:t>
      </w: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.</w:t>
      </w:r>
    </w:p>
    <w:p w14:paraId="779A4AA6" w14:textId="7912E5C9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Све евентуалне спорове, који настану поводом овог Уговора, уговорне стране ће покушати да реше споразумно, а у случају одсуства споразума, уговара се надлежност Привредног суда у </w:t>
      </w:r>
      <w:r w:rsidR="00572FE5" w:rsidRPr="00760163">
        <w:rPr>
          <w:rFonts w:ascii="Times New Roman" w:eastAsia="Times New Roman" w:hAnsi="Times New Roman"/>
          <w:sz w:val="24"/>
          <w:szCs w:val="24"/>
          <w:lang w:val="sr-Cyrl-RS"/>
        </w:rPr>
        <w:t>Панчеву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30472602" w14:textId="77777777" w:rsidR="00572FE5" w:rsidRPr="00760163" w:rsidRDefault="00572FE5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752EABA7" w14:textId="0FC2E0D1" w:rsidR="00966681" w:rsidRPr="00760163" w:rsidRDefault="00966681" w:rsidP="00966681">
      <w:pPr>
        <w:spacing w:before="120"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ВАЖЕЊЕ УГОВОРА </w:t>
      </w:r>
    </w:p>
    <w:p w14:paraId="1A7C0E7F" w14:textId="7D21F05A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1</w:t>
      </w:r>
      <w:r w:rsidR="0070495F"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4</w:t>
      </w: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.</w:t>
      </w:r>
    </w:p>
    <w:p w14:paraId="2B92C37C" w14:textId="66D9924F" w:rsidR="00C90C97" w:rsidRDefault="00C90C97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92393">
        <w:rPr>
          <w:rFonts w:ascii="Times New Roman" w:eastAsia="Times New Roman" w:hAnsi="Times New Roman"/>
          <w:sz w:val="24"/>
          <w:szCs w:val="24"/>
          <w:lang w:val="sr-Cyrl-RS"/>
        </w:rPr>
        <w:t>Овај Уговор сматра се закљученим и ступа на снагу када га потпишу обе уговорне стране</w:t>
      </w:r>
      <w:r w:rsidR="000A5246" w:rsidRPr="00792393">
        <w:rPr>
          <w:rFonts w:ascii="Times New Roman" w:eastAsia="Times New Roman" w:hAnsi="Times New Roman"/>
          <w:sz w:val="24"/>
          <w:szCs w:val="24"/>
          <w:lang w:val="sr-Cyrl-RS"/>
        </w:rPr>
        <w:t xml:space="preserve"> и ДОБАВЉАЧ преда НАРУЧИОЦУ средства обезбеђења из чл. 8</w:t>
      </w:r>
      <w:r w:rsidRPr="00792393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43CEC9F9" w14:textId="50AF5D92" w:rsidR="00B27B2E" w:rsidRPr="00760163" w:rsidRDefault="00B27B2E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sr-Cyrl-RS"/>
        </w:rPr>
        <w:t>Уговор важи до коначног испуњења обавеза обе уговорне стране, а најдуже годину дана.</w:t>
      </w:r>
    </w:p>
    <w:p w14:paraId="68FB2B23" w14:textId="06B2C26C" w:rsidR="003F738D" w:rsidRDefault="003F738D" w:rsidP="00522321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2D96182" w14:textId="77777777" w:rsidR="003F738D" w:rsidRDefault="003F738D" w:rsidP="00522321">
      <w:pPr>
        <w:spacing w:before="120"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Cyrl-RS"/>
        </w:rPr>
      </w:pPr>
    </w:p>
    <w:p w14:paraId="034EA0A5" w14:textId="3928175D" w:rsidR="00522321" w:rsidRPr="00522321" w:rsidRDefault="00522321" w:rsidP="00522321">
      <w:pPr>
        <w:spacing w:before="120"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Cyrl-RS"/>
        </w:rPr>
      </w:pPr>
      <w:r w:rsidRPr="00522321">
        <w:rPr>
          <w:rFonts w:ascii="Times New Roman" w:eastAsia="Times New Roman" w:hAnsi="Times New Roman"/>
          <w:b/>
          <w:iCs/>
          <w:sz w:val="24"/>
          <w:szCs w:val="24"/>
          <w:lang w:val="sr-Cyrl-RS"/>
        </w:rPr>
        <w:lastRenderedPageBreak/>
        <w:t>ОСТАЛЕ ОДРЕДБЕ</w:t>
      </w:r>
    </w:p>
    <w:p w14:paraId="01EAEBCF" w14:textId="28E20E62" w:rsidR="00966681" w:rsidRPr="00760163" w:rsidRDefault="00966681" w:rsidP="00966681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i/>
          <w:sz w:val="24"/>
          <w:szCs w:val="24"/>
          <w:lang w:val="sr-Cyrl-RS"/>
        </w:rPr>
        <w:t>Члан 15.</w:t>
      </w:r>
    </w:p>
    <w:p w14:paraId="3EDC876B" w14:textId="086F230B" w:rsidR="00966681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На све што није регулисано </w:t>
      </w:r>
      <w:r w:rsidR="001641BA" w:rsidRPr="00760163">
        <w:rPr>
          <w:rFonts w:ascii="Times New Roman" w:eastAsia="Times New Roman" w:hAnsi="Times New Roman"/>
          <w:sz w:val="24"/>
          <w:szCs w:val="24"/>
          <w:lang w:val="sr-Cyrl-RS"/>
        </w:rPr>
        <w:t>одредбама</w:t>
      </w: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 xml:space="preserve"> овог Уговора, примениће се одредбе Закона о облигационим односима.</w:t>
      </w:r>
    </w:p>
    <w:p w14:paraId="2AA01F9C" w14:textId="77777777" w:rsidR="00522321" w:rsidRPr="00760163" w:rsidRDefault="0052232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1F07C722" w14:textId="5BE96981" w:rsidR="00522321" w:rsidRDefault="00522321" w:rsidP="00522321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0A5246">
        <w:rPr>
          <w:rFonts w:ascii="Times New Roman" w:hAnsi="Times New Roman"/>
          <w:sz w:val="24"/>
          <w:lang w:val="sr-Cyrl-RS"/>
        </w:rPr>
        <w:t>ДОБАВЉАЧ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ограничења.</w:t>
      </w:r>
    </w:p>
    <w:p w14:paraId="24815ECB" w14:textId="77777777" w:rsidR="00522321" w:rsidRPr="00760163" w:rsidRDefault="00522321" w:rsidP="005223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D43DC67" w14:textId="35C50918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Овај Уговор је сачињен у 4 (четири) истоветна примерака, по 2 (два) за сваку уговорну страну.</w:t>
      </w:r>
    </w:p>
    <w:p w14:paraId="1F6B2EAA" w14:textId="2066452B" w:rsidR="00966681" w:rsidRPr="00760163" w:rsidRDefault="00966681" w:rsidP="00966681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sz w:val="24"/>
          <w:szCs w:val="24"/>
          <w:lang w:val="sr-Cyrl-RS"/>
        </w:rPr>
        <w:t>Уговорне стране сагласно изјављују да су Уговор прочитале, разумеле и да уговорне одредбе представљају израз њихове воље.</w:t>
      </w:r>
    </w:p>
    <w:p w14:paraId="6DEA0207" w14:textId="77777777" w:rsidR="00966681" w:rsidRPr="00760163" w:rsidRDefault="00966681" w:rsidP="00966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48C7AD60" w14:textId="5B3740DD" w:rsidR="002E2256" w:rsidRDefault="002E2256" w:rsidP="005223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71C04F6D" w14:textId="79B3ED13" w:rsidR="00522321" w:rsidRDefault="00522321" w:rsidP="005223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069AE213" w14:textId="77777777" w:rsidR="00522321" w:rsidRPr="00760163" w:rsidRDefault="00522321" w:rsidP="0052232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20F384F9" w14:textId="77777777" w:rsidR="002E2256" w:rsidRPr="00760163" w:rsidRDefault="002E2256" w:rsidP="0096668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</w:p>
    <w:p w14:paraId="100B4420" w14:textId="5BB0E802" w:rsidR="00966681" w:rsidRPr="00760163" w:rsidRDefault="00966681" w:rsidP="0096668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   ЗА </w:t>
      </w:r>
      <w:r w:rsidR="002E2256" w:rsidRPr="00760163">
        <w:rPr>
          <w:rFonts w:ascii="Times New Roman" w:hAnsi="Times New Roman"/>
          <w:b/>
          <w:bCs/>
          <w:sz w:val="24"/>
          <w:lang w:val="sr-Cyrl-RS"/>
        </w:rPr>
        <w:t>ДОБАВЉАЧ</w:t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А</w:t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ab/>
        <w:t xml:space="preserve">ЗА </w:t>
      </w:r>
      <w:r w:rsidR="00DB2404" w:rsidRPr="00760163">
        <w:rPr>
          <w:rFonts w:ascii="Times New Roman" w:eastAsia="Times New Roman" w:hAnsi="Times New Roman"/>
          <w:b/>
          <w:sz w:val="24"/>
          <w:szCs w:val="24"/>
          <w:lang w:val="sr-Cyrl-RS"/>
        </w:rPr>
        <w:t>НАРУЧИОЦА</w:t>
      </w:r>
    </w:p>
    <w:p w14:paraId="09EDE215" w14:textId="3941177A" w:rsidR="000C2F70" w:rsidRPr="00760163" w:rsidRDefault="000C2F70" w:rsidP="000C2F70">
      <w:pPr>
        <w:spacing w:before="240" w:after="60"/>
        <w:ind w:left="-142" w:right="-472" w:hanging="3360"/>
        <w:outlineLvl w:val="7"/>
        <w:rPr>
          <w:rFonts w:ascii="Times New Roman" w:hAnsi="Times New Roman"/>
          <w:i/>
          <w:iCs/>
          <w:sz w:val="24"/>
          <w:szCs w:val="24"/>
          <w:lang w:val="sr-Cyrl-RS"/>
        </w:rPr>
      </w:pPr>
      <w:r w:rsidRPr="00760163">
        <w:rPr>
          <w:rFonts w:ascii="Times New Roman" w:hAnsi="Times New Roman"/>
          <w:i/>
          <w:iCs/>
          <w:sz w:val="24"/>
          <w:szCs w:val="24"/>
          <w:highlight w:val="yellow"/>
          <w:lang w:val="sr-Cyrl-RS"/>
        </w:rPr>
        <w:t>ДИРЕКТОР</w:t>
      </w:r>
      <w:r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bookmarkStart w:id="6" w:name="_Hlk110608376"/>
      <w:proofErr w:type="spellStart"/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>ДИРЕКТОР</w:t>
      </w:r>
      <w:proofErr w:type="spellEnd"/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</w:t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  <w:t xml:space="preserve"> </w:t>
      </w:r>
      <w:r w:rsidR="002E2256" w:rsidRPr="00760163">
        <w:rPr>
          <w:rFonts w:ascii="Times New Roman" w:hAnsi="Times New Roman"/>
          <w:i/>
          <w:iCs/>
          <w:sz w:val="24"/>
          <w:szCs w:val="24"/>
          <w:lang w:val="sr-Cyrl-RS"/>
        </w:rPr>
        <w:tab/>
      </w:r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proofErr w:type="spellStart"/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>в.д</w:t>
      </w:r>
      <w:proofErr w:type="spellEnd"/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>. ДИРЕКТОРА</w:t>
      </w:r>
      <w:bookmarkEnd w:id="6"/>
      <w:r w:rsidR="0051617B" w:rsidRPr="00760163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  </w:t>
      </w:r>
    </w:p>
    <w:p w14:paraId="06070265" w14:textId="77777777" w:rsidR="000C2F70" w:rsidRPr="00760163" w:rsidRDefault="000C2F70" w:rsidP="000C2F70">
      <w:pPr>
        <w:ind w:left="-142" w:right="-472"/>
        <w:rPr>
          <w:rFonts w:ascii="Times New Roman" w:hAnsi="Times New Roman"/>
          <w:sz w:val="24"/>
          <w:lang w:val="sr-Cyrl-RS"/>
        </w:rPr>
      </w:pPr>
    </w:p>
    <w:p w14:paraId="55F38A19" w14:textId="77777777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 xml:space="preserve">1.___________________________ </w:t>
      </w:r>
      <w:r w:rsidRPr="00760163">
        <w:rPr>
          <w:rFonts w:ascii="Times New Roman" w:hAnsi="Times New Roman"/>
          <w:sz w:val="24"/>
          <w:szCs w:val="16"/>
          <w:lang w:val="sr-Cyrl-RS"/>
        </w:rPr>
        <w:tab/>
      </w:r>
      <w:r w:rsidRPr="00760163">
        <w:rPr>
          <w:rFonts w:ascii="Times New Roman" w:hAnsi="Times New Roman"/>
          <w:sz w:val="24"/>
          <w:szCs w:val="16"/>
          <w:lang w:val="sr-Cyrl-RS"/>
        </w:rPr>
        <w:tab/>
      </w:r>
      <w:r w:rsidRPr="00760163">
        <w:rPr>
          <w:rFonts w:ascii="Times New Roman" w:hAnsi="Times New Roman"/>
          <w:sz w:val="24"/>
          <w:szCs w:val="16"/>
          <w:lang w:val="sr-Cyrl-RS"/>
        </w:rPr>
        <w:tab/>
        <w:t xml:space="preserve">  ____________________________</w:t>
      </w:r>
    </w:p>
    <w:p w14:paraId="7B05BDC4" w14:textId="77777777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        Прим. др Љиљана Лазић</w:t>
      </w:r>
    </w:p>
    <w:p w14:paraId="264DFC7E" w14:textId="77777777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>2._______________________________</w:t>
      </w:r>
    </w:p>
    <w:p w14:paraId="18DC4405" w14:textId="77777777" w:rsidR="000C2F70" w:rsidRPr="00760163" w:rsidRDefault="000C2F70" w:rsidP="000C2F70">
      <w:pPr>
        <w:ind w:left="-142" w:right="-472"/>
        <w:jc w:val="right"/>
        <w:rPr>
          <w:rFonts w:ascii="Times New Roman" w:hAnsi="Times New Roman"/>
          <w:lang w:val="sr-Cyrl-RS"/>
        </w:rPr>
      </w:pPr>
      <w:r w:rsidRPr="00760163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760163">
        <w:rPr>
          <w:rFonts w:ascii="Times New Roman" w:hAnsi="Times New Roman"/>
          <w:lang w:val="sr-Cyrl-RS"/>
        </w:rPr>
        <w:tab/>
      </w:r>
      <w:r w:rsidRPr="00760163">
        <w:rPr>
          <w:rFonts w:ascii="Times New Roman" w:hAnsi="Times New Roman"/>
          <w:lang w:val="sr-Cyrl-RS"/>
        </w:rPr>
        <w:tab/>
        <w:t xml:space="preserve"> ЗАВОД ЗА ЈАВНО ЗДРАВЉЕ ПАНЧЕВО</w:t>
      </w:r>
    </w:p>
    <w:p w14:paraId="552A29EA" w14:textId="77777777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 xml:space="preserve"> 3._______________________________     </w:t>
      </w:r>
    </w:p>
    <w:p w14:paraId="4D96D564" w14:textId="45E2FAEE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 xml:space="preserve">                                                                                         Број: </w:t>
      </w:r>
      <w:r w:rsidR="00C472B1" w:rsidRPr="00760163">
        <w:rPr>
          <w:rFonts w:ascii="Times New Roman" w:hAnsi="Times New Roman"/>
          <w:sz w:val="24"/>
          <w:szCs w:val="16"/>
          <w:lang w:val="sr-Cyrl-RS"/>
        </w:rPr>
        <w:t>________________</w:t>
      </w:r>
    </w:p>
    <w:p w14:paraId="2E853FEF" w14:textId="2BF08003" w:rsidR="000C2F70" w:rsidRPr="00760163" w:rsidRDefault="000C2F70" w:rsidP="000C2F70">
      <w:pPr>
        <w:spacing w:after="120"/>
        <w:ind w:left="-142" w:right="-472"/>
        <w:rPr>
          <w:rFonts w:ascii="Times New Roman" w:hAnsi="Times New Roman"/>
          <w:sz w:val="24"/>
          <w:szCs w:val="16"/>
          <w:lang w:val="sr-Cyrl-RS"/>
        </w:rPr>
      </w:pPr>
      <w:r w:rsidRPr="00760163">
        <w:rPr>
          <w:rFonts w:ascii="Times New Roman" w:hAnsi="Times New Roman"/>
          <w:sz w:val="24"/>
          <w:szCs w:val="16"/>
          <w:lang w:val="sr-Cyrl-RS"/>
        </w:rPr>
        <w:t xml:space="preserve"> 4. ______________________________                        Панчево,________</w:t>
      </w:r>
      <w:r w:rsidR="00C472B1" w:rsidRPr="00760163">
        <w:rPr>
          <w:rFonts w:ascii="Times New Roman" w:hAnsi="Times New Roman"/>
          <w:sz w:val="24"/>
          <w:szCs w:val="16"/>
          <w:lang w:val="sr-Cyrl-RS"/>
        </w:rPr>
        <w:t>_____</w:t>
      </w:r>
      <w:r w:rsidRPr="00760163">
        <w:rPr>
          <w:rFonts w:ascii="Times New Roman" w:hAnsi="Times New Roman"/>
          <w:sz w:val="24"/>
          <w:szCs w:val="16"/>
          <w:lang w:val="sr-Cyrl-RS"/>
        </w:rPr>
        <w:t>. године</w:t>
      </w:r>
    </w:p>
    <w:p w14:paraId="6498DED8" w14:textId="77777777" w:rsidR="0059572E" w:rsidRPr="00760163" w:rsidRDefault="0059572E" w:rsidP="0059572E">
      <w:pPr>
        <w:spacing w:after="120"/>
        <w:rPr>
          <w:rFonts w:ascii="Times New Roman" w:hAnsi="Times New Roman"/>
          <w:sz w:val="24"/>
          <w:szCs w:val="16"/>
          <w:lang w:val="sr-Cyrl-RS"/>
        </w:rPr>
      </w:pPr>
    </w:p>
    <w:p w14:paraId="57AA0319" w14:textId="77777777" w:rsidR="0059572E" w:rsidRPr="00760163" w:rsidRDefault="0059572E" w:rsidP="0059572E">
      <w:pPr>
        <w:spacing w:after="0"/>
        <w:rPr>
          <w:rFonts w:ascii="Times New Roman" w:hAnsi="Times New Roman"/>
          <w:iCs/>
          <w:sz w:val="18"/>
          <w:szCs w:val="18"/>
          <w:lang w:val="sr-Cyrl-RS"/>
        </w:rPr>
      </w:pPr>
      <w:r w:rsidRPr="00760163">
        <w:rPr>
          <w:rFonts w:ascii="Times New Roman" w:hAnsi="Times New Roman"/>
          <w:iCs/>
          <w:sz w:val="18"/>
          <w:szCs w:val="18"/>
          <w:lang w:val="sr-Cyrl-RS"/>
        </w:rPr>
        <w:t xml:space="preserve">(* под ред. бр. 1. потписују овлашћени представник </w:t>
      </w:r>
    </w:p>
    <w:p w14:paraId="3045AEE0" w14:textId="77777777" w:rsidR="0059572E" w:rsidRPr="00760163" w:rsidRDefault="0059572E" w:rsidP="0059572E">
      <w:pPr>
        <w:spacing w:after="0"/>
        <w:rPr>
          <w:rFonts w:ascii="Times New Roman" w:hAnsi="Times New Roman"/>
          <w:iCs/>
          <w:sz w:val="18"/>
          <w:szCs w:val="18"/>
          <w:lang w:val="sr-Cyrl-RS"/>
        </w:rPr>
      </w:pPr>
      <w:r w:rsidRPr="00760163">
        <w:rPr>
          <w:rFonts w:ascii="Times New Roman" w:hAnsi="Times New Roman"/>
          <w:iCs/>
          <w:sz w:val="18"/>
          <w:szCs w:val="18"/>
          <w:lang w:val="sr-Cyrl-RS"/>
        </w:rPr>
        <w:t>понуђача за самосталну и понуду са подизвођачем,</w:t>
      </w:r>
    </w:p>
    <w:p w14:paraId="7C528437" w14:textId="77777777" w:rsidR="0059572E" w:rsidRPr="00760163" w:rsidRDefault="0059572E" w:rsidP="0059572E">
      <w:pPr>
        <w:spacing w:after="0"/>
        <w:rPr>
          <w:rFonts w:ascii="Times New Roman" w:hAnsi="Times New Roman"/>
          <w:iCs/>
          <w:sz w:val="18"/>
          <w:szCs w:val="18"/>
          <w:lang w:val="sr-Cyrl-RS"/>
        </w:rPr>
      </w:pPr>
      <w:r w:rsidRPr="00760163">
        <w:rPr>
          <w:rFonts w:ascii="Times New Roman" w:hAnsi="Times New Roman"/>
          <w:iCs/>
          <w:sz w:val="18"/>
          <w:szCs w:val="18"/>
          <w:lang w:val="sr-Cyrl-RS"/>
        </w:rPr>
        <w:t xml:space="preserve"> овлашћени представник понуђача за закључење</w:t>
      </w:r>
    </w:p>
    <w:p w14:paraId="04A71EB5" w14:textId="77777777" w:rsidR="0059572E" w:rsidRPr="00760163" w:rsidRDefault="0059572E" w:rsidP="0059572E">
      <w:pPr>
        <w:spacing w:after="0"/>
        <w:rPr>
          <w:rFonts w:ascii="Times New Roman" w:hAnsi="Times New Roman"/>
          <w:iCs/>
          <w:sz w:val="18"/>
          <w:szCs w:val="18"/>
          <w:lang w:val="sr-Cyrl-RS"/>
        </w:rPr>
      </w:pPr>
      <w:r w:rsidRPr="00760163">
        <w:rPr>
          <w:rFonts w:ascii="Times New Roman" w:hAnsi="Times New Roman"/>
          <w:iCs/>
          <w:sz w:val="18"/>
          <w:szCs w:val="18"/>
          <w:lang w:val="sr-Cyrl-RS"/>
        </w:rPr>
        <w:t xml:space="preserve"> уговора у заједничкој понуди, а </w:t>
      </w:r>
    </w:p>
    <w:p w14:paraId="1A51A873" w14:textId="77777777" w:rsidR="0059572E" w:rsidRPr="00760163" w:rsidRDefault="0059572E" w:rsidP="0059572E">
      <w:pPr>
        <w:spacing w:after="0"/>
        <w:rPr>
          <w:rFonts w:ascii="Times New Roman" w:hAnsi="Times New Roman"/>
          <w:iCs/>
          <w:sz w:val="18"/>
          <w:szCs w:val="18"/>
          <w:lang w:val="sr-Cyrl-RS"/>
        </w:rPr>
      </w:pPr>
      <w:r w:rsidRPr="00760163">
        <w:rPr>
          <w:rFonts w:ascii="Times New Roman" w:hAnsi="Times New Roman"/>
          <w:iCs/>
          <w:sz w:val="18"/>
          <w:szCs w:val="18"/>
          <w:lang w:val="sr-Cyrl-RS"/>
        </w:rPr>
        <w:t xml:space="preserve">под </w:t>
      </w:r>
      <w:proofErr w:type="spellStart"/>
      <w:r w:rsidRPr="00760163">
        <w:rPr>
          <w:rFonts w:ascii="Times New Roman" w:hAnsi="Times New Roman"/>
          <w:iCs/>
          <w:sz w:val="18"/>
          <w:szCs w:val="18"/>
          <w:lang w:val="sr-Cyrl-RS"/>
        </w:rPr>
        <w:t>ред.бр</w:t>
      </w:r>
      <w:proofErr w:type="spellEnd"/>
      <w:r w:rsidRPr="00760163">
        <w:rPr>
          <w:rFonts w:ascii="Times New Roman" w:hAnsi="Times New Roman"/>
          <w:iCs/>
          <w:sz w:val="18"/>
          <w:szCs w:val="18"/>
          <w:lang w:val="sr-Cyrl-RS"/>
        </w:rPr>
        <w:t xml:space="preserve">. 2, 3. и 4. подизвођачи) </w:t>
      </w:r>
    </w:p>
    <w:p w14:paraId="49B7FB13" w14:textId="77777777" w:rsidR="00DD1900" w:rsidRPr="00760163" w:rsidRDefault="00DD1900">
      <w:pPr>
        <w:rPr>
          <w:lang w:val="sr-Cyrl-RS"/>
        </w:rPr>
      </w:pPr>
    </w:p>
    <w:sectPr w:rsidR="00DD1900" w:rsidRPr="00760163" w:rsidSect="001D1E4C">
      <w:footerReference w:type="default" r:id="rId7"/>
      <w:pgSz w:w="11906" w:h="16838"/>
      <w:pgMar w:top="851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CEC8F" w14:textId="77777777" w:rsidR="00E9269F" w:rsidRDefault="00E9269F" w:rsidP="00FE0E78">
      <w:pPr>
        <w:spacing w:after="0" w:line="240" w:lineRule="auto"/>
      </w:pPr>
      <w:r>
        <w:separator/>
      </w:r>
    </w:p>
  </w:endnote>
  <w:endnote w:type="continuationSeparator" w:id="0">
    <w:p w14:paraId="0580CB9A" w14:textId="77777777" w:rsidR="00E9269F" w:rsidRDefault="00E9269F" w:rsidP="00FE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71266" w14:textId="77777777" w:rsidR="00FE0E78" w:rsidRDefault="00425ABE" w:rsidP="00FE0E78">
    <w:pPr>
      <w:pStyle w:val="Footer"/>
      <w:ind w:right="-330"/>
      <w:jc w:val="right"/>
    </w:pPr>
    <w:r>
      <w:fldChar w:fldCharType="begin"/>
    </w:r>
    <w:r w:rsidR="00FE0E78">
      <w:instrText xml:space="preserve"> PAGE   \* MERGEFORMAT </w:instrText>
    </w:r>
    <w:r>
      <w:fldChar w:fldCharType="separate"/>
    </w:r>
    <w:r w:rsidR="00B10D2E">
      <w:rPr>
        <w:noProof/>
      </w:rPr>
      <w:t>5</w:t>
    </w:r>
    <w:r>
      <w:fldChar w:fldCharType="end"/>
    </w:r>
  </w:p>
  <w:p w14:paraId="5E69A89F" w14:textId="77777777" w:rsidR="00FE0E78" w:rsidRDefault="00FE0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7E3B1" w14:textId="77777777" w:rsidR="00E9269F" w:rsidRDefault="00E9269F" w:rsidP="00FE0E78">
      <w:pPr>
        <w:spacing w:after="0" w:line="240" w:lineRule="auto"/>
      </w:pPr>
      <w:r>
        <w:separator/>
      </w:r>
    </w:p>
  </w:footnote>
  <w:footnote w:type="continuationSeparator" w:id="0">
    <w:p w14:paraId="7EB6D235" w14:textId="77777777" w:rsidR="00E9269F" w:rsidRDefault="00E9269F" w:rsidP="00FE0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A19"/>
    <w:multiLevelType w:val="hybridMultilevel"/>
    <w:tmpl w:val="871E1AD4"/>
    <w:lvl w:ilvl="0" w:tplc="9C6ECD86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52322"/>
    <w:multiLevelType w:val="hybridMultilevel"/>
    <w:tmpl w:val="C606750E"/>
    <w:lvl w:ilvl="0" w:tplc="EA2298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C696C"/>
    <w:multiLevelType w:val="multilevel"/>
    <w:tmpl w:val="476EC362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DFF0DFD"/>
    <w:multiLevelType w:val="hybridMultilevel"/>
    <w:tmpl w:val="EC04E510"/>
    <w:lvl w:ilvl="0" w:tplc="324AC186">
      <w:numFmt w:val="bullet"/>
      <w:lvlText w:val="-"/>
      <w:lvlJc w:val="left"/>
      <w:pPr>
        <w:tabs>
          <w:tab w:val="num" w:pos="921"/>
        </w:tabs>
        <w:ind w:left="92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353"/>
        </w:tabs>
        <w:ind w:left="1333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5"/>
        </w:tabs>
        <w:ind w:left="1475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2C4870"/>
    <w:multiLevelType w:val="hybridMultilevel"/>
    <w:tmpl w:val="5D7A77DC"/>
    <w:lvl w:ilvl="0" w:tplc="DEC2717E">
      <w:start w:val="1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7A54D2E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107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201507">
    <w:abstractNumId w:val="12"/>
  </w:num>
  <w:num w:numId="2" w16cid:durableId="801848149">
    <w:abstractNumId w:val="2"/>
  </w:num>
  <w:num w:numId="3" w16cid:durableId="1385636529">
    <w:abstractNumId w:val="4"/>
  </w:num>
  <w:num w:numId="4" w16cid:durableId="551500827">
    <w:abstractNumId w:val="10"/>
  </w:num>
  <w:num w:numId="5" w16cid:durableId="872500186">
    <w:abstractNumId w:val="1"/>
  </w:num>
  <w:num w:numId="6" w16cid:durableId="1459453617">
    <w:abstractNumId w:val="14"/>
  </w:num>
  <w:num w:numId="7" w16cid:durableId="918709278">
    <w:abstractNumId w:val="5"/>
  </w:num>
  <w:num w:numId="8" w16cid:durableId="1217624111">
    <w:abstractNumId w:val="7"/>
  </w:num>
  <w:num w:numId="9" w16cid:durableId="746879126">
    <w:abstractNumId w:val="16"/>
  </w:num>
  <w:num w:numId="10" w16cid:durableId="431896222">
    <w:abstractNumId w:val="11"/>
  </w:num>
  <w:num w:numId="11" w16cid:durableId="1386610845">
    <w:abstractNumId w:val="15"/>
  </w:num>
  <w:num w:numId="12" w16cid:durableId="1850366238">
    <w:abstractNumId w:val="13"/>
  </w:num>
  <w:num w:numId="13" w16cid:durableId="1162506548">
    <w:abstractNumId w:val="18"/>
  </w:num>
  <w:num w:numId="14" w16cid:durableId="251091282">
    <w:abstractNumId w:val="6"/>
  </w:num>
  <w:num w:numId="15" w16cid:durableId="202559539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6450151">
    <w:abstractNumId w:val="8"/>
  </w:num>
  <w:num w:numId="17" w16cid:durableId="1494222591">
    <w:abstractNumId w:val="9"/>
  </w:num>
  <w:num w:numId="18" w16cid:durableId="1815172520">
    <w:abstractNumId w:val="0"/>
  </w:num>
  <w:num w:numId="19" w16cid:durableId="10215102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72E"/>
    <w:rsid w:val="0000258B"/>
    <w:rsid w:val="000025D0"/>
    <w:rsid w:val="0001315E"/>
    <w:rsid w:val="000225B3"/>
    <w:rsid w:val="00033194"/>
    <w:rsid w:val="00040A19"/>
    <w:rsid w:val="00044F28"/>
    <w:rsid w:val="00061701"/>
    <w:rsid w:val="00072711"/>
    <w:rsid w:val="0007577E"/>
    <w:rsid w:val="000902F6"/>
    <w:rsid w:val="000909FA"/>
    <w:rsid w:val="00094B48"/>
    <w:rsid w:val="000A5246"/>
    <w:rsid w:val="000A5857"/>
    <w:rsid w:val="000C19C6"/>
    <w:rsid w:val="000C2F70"/>
    <w:rsid w:val="000D23B7"/>
    <w:rsid w:val="000D3F25"/>
    <w:rsid w:val="000F3972"/>
    <w:rsid w:val="00112516"/>
    <w:rsid w:val="00114C67"/>
    <w:rsid w:val="00127233"/>
    <w:rsid w:val="00150F28"/>
    <w:rsid w:val="001641BA"/>
    <w:rsid w:val="00180327"/>
    <w:rsid w:val="001B2D54"/>
    <w:rsid w:val="001D0B08"/>
    <w:rsid w:val="001D1E4C"/>
    <w:rsid w:val="001E221C"/>
    <w:rsid w:val="001E7804"/>
    <w:rsid w:val="001F44E1"/>
    <w:rsid w:val="001F4CB5"/>
    <w:rsid w:val="00206672"/>
    <w:rsid w:val="00227F91"/>
    <w:rsid w:val="00243DB5"/>
    <w:rsid w:val="002B0FF7"/>
    <w:rsid w:val="002B6E01"/>
    <w:rsid w:val="002C1D40"/>
    <w:rsid w:val="002D61C8"/>
    <w:rsid w:val="002D69F5"/>
    <w:rsid w:val="002E2256"/>
    <w:rsid w:val="00321597"/>
    <w:rsid w:val="0033715F"/>
    <w:rsid w:val="003666EF"/>
    <w:rsid w:val="00387248"/>
    <w:rsid w:val="00390760"/>
    <w:rsid w:val="003951EC"/>
    <w:rsid w:val="003B5E36"/>
    <w:rsid w:val="003C06A9"/>
    <w:rsid w:val="003D71F7"/>
    <w:rsid w:val="003E1CC8"/>
    <w:rsid w:val="003E6D56"/>
    <w:rsid w:val="003F738D"/>
    <w:rsid w:val="0040387B"/>
    <w:rsid w:val="004128A6"/>
    <w:rsid w:val="00425ABE"/>
    <w:rsid w:val="004432FB"/>
    <w:rsid w:val="004628E0"/>
    <w:rsid w:val="00467EBA"/>
    <w:rsid w:val="004803B7"/>
    <w:rsid w:val="00495E9D"/>
    <w:rsid w:val="004A0D3B"/>
    <w:rsid w:val="004B4398"/>
    <w:rsid w:val="004B6CF3"/>
    <w:rsid w:val="004C65DB"/>
    <w:rsid w:val="004D0CBB"/>
    <w:rsid w:val="004E3011"/>
    <w:rsid w:val="004E31A6"/>
    <w:rsid w:val="00513020"/>
    <w:rsid w:val="0051617B"/>
    <w:rsid w:val="00522321"/>
    <w:rsid w:val="00563F46"/>
    <w:rsid w:val="00572FE5"/>
    <w:rsid w:val="005871E9"/>
    <w:rsid w:val="0059572E"/>
    <w:rsid w:val="005D0EB5"/>
    <w:rsid w:val="005E3E15"/>
    <w:rsid w:val="005E52F4"/>
    <w:rsid w:val="00621D0F"/>
    <w:rsid w:val="00623C5C"/>
    <w:rsid w:val="006444F1"/>
    <w:rsid w:val="00645EF6"/>
    <w:rsid w:val="00652832"/>
    <w:rsid w:val="006650FF"/>
    <w:rsid w:val="00671FD5"/>
    <w:rsid w:val="006C6577"/>
    <w:rsid w:val="006D074E"/>
    <w:rsid w:val="006D415E"/>
    <w:rsid w:val="006E5250"/>
    <w:rsid w:val="006F2179"/>
    <w:rsid w:val="006F6335"/>
    <w:rsid w:val="0070495F"/>
    <w:rsid w:val="00705552"/>
    <w:rsid w:val="00714A69"/>
    <w:rsid w:val="00756642"/>
    <w:rsid w:val="00757FA4"/>
    <w:rsid w:val="00760163"/>
    <w:rsid w:val="00763031"/>
    <w:rsid w:val="0076384F"/>
    <w:rsid w:val="00772371"/>
    <w:rsid w:val="0077556B"/>
    <w:rsid w:val="00792393"/>
    <w:rsid w:val="007D2D45"/>
    <w:rsid w:val="007D573F"/>
    <w:rsid w:val="007D7863"/>
    <w:rsid w:val="007E1535"/>
    <w:rsid w:val="007F1E0F"/>
    <w:rsid w:val="007F24E1"/>
    <w:rsid w:val="0083410B"/>
    <w:rsid w:val="00856251"/>
    <w:rsid w:val="00864113"/>
    <w:rsid w:val="0086544F"/>
    <w:rsid w:val="00872E21"/>
    <w:rsid w:val="008969BD"/>
    <w:rsid w:val="008B3D2E"/>
    <w:rsid w:val="008C2612"/>
    <w:rsid w:val="008C2DEB"/>
    <w:rsid w:val="008D18E0"/>
    <w:rsid w:val="008E6FC2"/>
    <w:rsid w:val="009040BA"/>
    <w:rsid w:val="00933CF8"/>
    <w:rsid w:val="00937392"/>
    <w:rsid w:val="00966681"/>
    <w:rsid w:val="0098006B"/>
    <w:rsid w:val="00985836"/>
    <w:rsid w:val="009953F7"/>
    <w:rsid w:val="009A12C0"/>
    <w:rsid w:val="009D276C"/>
    <w:rsid w:val="009E31D8"/>
    <w:rsid w:val="009F2923"/>
    <w:rsid w:val="00A0016C"/>
    <w:rsid w:val="00A04886"/>
    <w:rsid w:val="00A17211"/>
    <w:rsid w:val="00A564EE"/>
    <w:rsid w:val="00A8552A"/>
    <w:rsid w:val="00A874D5"/>
    <w:rsid w:val="00A92F3A"/>
    <w:rsid w:val="00A9651B"/>
    <w:rsid w:val="00AA5FB7"/>
    <w:rsid w:val="00AB2A91"/>
    <w:rsid w:val="00AC2109"/>
    <w:rsid w:val="00AC5848"/>
    <w:rsid w:val="00AD4F7E"/>
    <w:rsid w:val="00AF66AE"/>
    <w:rsid w:val="00B007D7"/>
    <w:rsid w:val="00B10D2E"/>
    <w:rsid w:val="00B1711E"/>
    <w:rsid w:val="00B178DB"/>
    <w:rsid w:val="00B25F37"/>
    <w:rsid w:val="00B27581"/>
    <w:rsid w:val="00B27B2E"/>
    <w:rsid w:val="00B47159"/>
    <w:rsid w:val="00B5492E"/>
    <w:rsid w:val="00B7315E"/>
    <w:rsid w:val="00B74A6F"/>
    <w:rsid w:val="00B7776F"/>
    <w:rsid w:val="00BA7958"/>
    <w:rsid w:val="00BC1A29"/>
    <w:rsid w:val="00BC781C"/>
    <w:rsid w:val="00BD0568"/>
    <w:rsid w:val="00BD2181"/>
    <w:rsid w:val="00BD65C5"/>
    <w:rsid w:val="00BF07BC"/>
    <w:rsid w:val="00C033EC"/>
    <w:rsid w:val="00C10AB7"/>
    <w:rsid w:val="00C1740E"/>
    <w:rsid w:val="00C33134"/>
    <w:rsid w:val="00C35448"/>
    <w:rsid w:val="00C3688A"/>
    <w:rsid w:val="00C449E4"/>
    <w:rsid w:val="00C46E8D"/>
    <w:rsid w:val="00C472B1"/>
    <w:rsid w:val="00C5067A"/>
    <w:rsid w:val="00C540E3"/>
    <w:rsid w:val="00C823AF"/>
    <w:rsid w:val="00C90641"/>
    <w:rsid w:val="00C90C97"/>
    <w:rsid w:val="00C90CE0"/>
    <w:rsid w:val="00CA0BFA"/>
    <w:rsid w:val="00CB162F"/>
    <w:rsid w:val="00CD016B"/>
    <w:rsid w:val="00CE4160"/>
    <w:rsid w:val="00CE57FF"/>
    <w:rsid w:val="00D06CDF"/>
    <w:rsid w:val="00D14EEB"/>
    <w:rsid w:val="00D251A5"/>
    <w:rsid w:val="00D318AD"/>
    <w:rsid w:val="00D31962"/>
    <w:rsid w:val="00D342EE"/>
    <w:rsid w:val="00D36D30"/>
    <w:rsid w:val="00D96A6C"/>
    <w:rsid w:val="00DA3167"/>
    <w:rsid w:val="00DB2404"/>
    <w:rsid w:val="00DC61B3"/>
    <w:rsid w:val="00DD1900"/>
    <w:rsid w:val="00DE23AD"/>
    <w:rsid w:val="00DE24E7"/>
    <w:rsid w:val="00DE7DBC"/>
    <w:rsid w:val="00DF1F09"/>
    <w:rsid w:val="00E04F81"/>
    <w:rsid w:val="00E11D66"/>
    <w:rsid w:val="00E122B1"/>
    <w:rsid w:val="00E16ADC"/>
    <w:rsid w:val="00E41D86"/>
    <w:rsid w:val="00E45011"/>
    <w:rsid w:val="00E525C2"/>
    <w:rsid w:val="00E530F0"/>
    <w:rsid w:val="00E55126"/>
    <w:rsid w:val="00E7735B"/>
    <w:rsid w:val="00E77639"/>
    <w:rsid w:val="00E81E75"/>
    <w:rsid w:val="00E82AA8"/>
    <w:rsid w:val="00E864A2"/>
    <w:rsid w:val="00E9269F"/>
    <w:rsid w:val="00EB7CCC"/>
    <w:rsid w:val="00EC3795"/>
    <w:rsid w:val="00EC4AFE"/>
    <w:rsid w:val="00ED062D"/>
    <w:rsid w:val="00ED1CB1"/>
    <w:rsid w:val="00EF6F75"/>
    <w:rsid w:val="00F05E58"/>
    <w:rsid w:val="00F3295D"/>
    <w:rsid w:val="00F374A8"/>
    <w:rsid w:val="00F5729C"/>
    <w:rsid w:val="00F82F30"/>
    <w:rsid w:val="00F943D3"/>
    <w:rsid w:val="00F96E31"/>
    <w:rsid w:val="00FA554F"/>
    <w:rsid w:val="00FA5FF6"/>
    <w:rsid w:val="00FD1ECE"/>
    <w:rsid w:val="00FE0E78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AA49F"/>
  <w15:docId w15:val="{1D8C0474-2F92-4831-9A37-F72E803F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9572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BodyText"/>
    <w:link w:val="Heading2Char"/>
    <w:qFormat/>
    <w:rsid w:val="0059572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  <w:lang w:val="en-US"/>
    </w:rPr>
  </w:style>
  <w:style w:type="paragraph" w:styleId="Heading3">
    <w:name w:val="heading 3"/>
    <w:basedOn w:val="Normal"/>
    <w:next w:val="BodyText"/>
    <w:link w:val="Heading3Char"/>
    <w:qFormat/>
    <w:rsid w:val="0059572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59572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59572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59572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59572E"/>
    <w:pPr>
      <w:spacing w:before="240" w:after="60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59572E"/>
    <w:pPr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rsid w:val="0059572E"/>
    <w:pPr>
      <w:spacing w:before="240" w:after="60"/>
      <w:outlineLvl w:val="8"/>
    </w:pPr>
    <w:rPr>
      <w:rFonts w:ascii="Arial" w:hAnsi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572E"/>
    <w:rPr>
      <w:rFonts w:ascii="Arial" w:eastAsia="Calibri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9572E"/>
    <w:rPr>
      <w:rFonts w:ascii="Arial" w:eastAsia="Times New Roman" w:hAnsi="Arial" w:cs="Times New Roman"/>
      <w:spacing w:val="-10"/>
      <w:kern w:val="28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59572E"/>
    <w:rPr>
      <w:rFonts w:ascii="Times New Roman" w:eastAsia="Times New Roman" w:hAnsi="Times New Roman" w:cs="Times New Roman"/>
      <w:i/>
      <w:spacing w:val="-5"/>
      <w:kern w:val="28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59572E"/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59572E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9572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59572E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9572E"/>
    <w:rPr>
      <w:rFonts w:ascii="Times New Roman" w:eastAsia="Calibri" w:hAnsi="Times New Roman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9572E"/>
    <w:rPr>
      <w:rFonts w:ascii="Arial" w:eastAsia="Calibri" w:hAnsi="Arial" w:cs="Times New Roman"/>
      <w:sz w:val="20"/>
      <w:szCs w:val="20"/>
      <w:lang w:val="en-US"/>
    </w:rPr>
  </w:style>
  <w:style w:type="numbering" w:customStyle="1" w:styleId="1">
    <w:name w:val="Без листе1"/>
    <w:next w:val="NoList"/>
    <w:uiPriority w:val="99"/>
    <w:semiHidden/>
    <w:unhideWhenUsed/>
    <w:rsid w:val="0059572E"/>
  </w:style>
  <w:style w:type="paragraph" w:styleId="BodyText">
    <w:name w:val="Body Text"/>
    <w:basedOn w:val="Normal"/>
    <w:link w:val="BodyTextChar"/>
    <w:rsid w:val="0059572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59572E"/>
  </w:style>
  <w:style w:type="paragraph" w:customStyle="1" w:styleId="stil1tekst">
    <w:name w:val="stil_1tekst"/>
    <w:basedOn w:val="Normal"/>
    <w:rsid w:val="005957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lockText">
    <w:name w:val="Block Text"/>
    <w:basedOn w:val="Normal"/>
    <w:rsid w:val="0059572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styleId="Hyperlink">
    <w:name w:val="Hyperlink"/>
    <w:uiPriority w:val="99"/>
    <w:rsid w:val="0059572E"/>
    <w:rPr>
      <w:color w:val="0000FF"/>
      <w:u w:val="single"/>
    </w:rPr>
  </w:style>
  <w:style w:type="paragraph" w:styleId="Closing">
    <w:name w:val="Closing"/>
    <w:basedOn w:val="Normal"/>
    <w:link w:val="ClosingChar"/>
    <w:rsid w:val="0059572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losingChar">
    <w:name w:val="Closing Char"/>
    <w:basedOn w:val="DefaultParagraphFont"/>
    <w:link w:val="Closing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mpanyName">
    <w:name w:val="Company Name"/>
    <w:basedOn w:val="Normal"/>
    <w:rsid w:val="0059572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customStyle="1" w:styleId="DocumentLabel">
    <w:name w:val="Document Label"/>
    <w:next w:val="Normal"/>
    <w:rsid w:val="0059572E"/>
    <w:pPr>
      <w:spacing w:before="140" w:after="540" w:line="600" w:lineRule="atLeast"/>
      <w:ind w:left="840"/>
    </w:pPr>
    <w:rPr>
      <w:rFonts w:ascii="Times New Roman" w:eastAsia="Times New Roman" w:hAnsi="Times New Roman"/>
      <w:spacing w:val="-38"/>
      <w:sz w:val="60"/>
    </w:rPr>
  </w:style>
  <w:style w:type="paragraph" w:customStyle="1" w:styleId="Enclosure">
    <w:name w:val="Enclosure"/>
    <w:basedOn w:val="BodyText"/>
    <w:next w:val="Normal"/>
    <w:rsid w:val="0059572E"/>
    <w:pPr>
      <w:keepLines/>
      <w:spacing w:before="220"/>
    </w:pPr>
  </w:style>
  <w:style w:type="paragraph" w:customStyle="1" w:styleId="HeaderBase">
    <w:name w:val="Header Base"/>
    <w:basedOn w:val="Normal"/>
    <w:rsid w:val="0059572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  <w:lang w:val="en-US"/>
    </w:rPr>
  </w:style>
  <w:style w:type="paragraph" w:styleId="Footer">
    <w:name w:val="footer"/>
    <w:basedOn w:val="HeaderBase"/>
    <w:link w:val="FooterChar"/>
    <w:rsid w:val="0059572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59572E"/>
    <w:rPr>
      <w:rFonts w:ascii="Arial" w:eastAsia="Times New Roman" w:hAnsi="Arial" w:cs="Times New Roman"/>
      <w:b/>
      <w:sz w:val="24"/>
      <w:szCs w:val="24"/>
      <w:lang w:val="en-US"/>
    </w:rPr>
  </w:style>
  <w:style w:type="paragraph" w:styleId="Header">
    <w:name w:val="header"/>
    <w:basedOn w:val="HeaderBase"/>
    <w:link w:val="HeaderChar"/>
    <w:rsid w:val="0059572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59572E"/>
    <w:rPr>
      <w:rFonts w:ascii="Arial" w:eastAsia="Times New Roman" w:hAnsi="Arial" w:cs="Times New Roman"/>
      <w:i/>
      <w:sz w:val="24"/>
      <w:szCs w:val="24"/>
      <w:lang w:val="en-US"/>
    </w:rPr>
  </w:style>
  <w:style w:type="paragraph" w:customStyle="1" w:styleId="HeadingBase">
    <w:name w:val="Heading Base"/>
    <w:basedOn w:val="BodyText"/>
    <w:next w:val="BodyText"/>
    <w:rsid w:val="0059572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59572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ssageHeaderFirst">
    <w:name w:val="Message Header First"/>
    <w:basedOn w:val="MessageHeader"/>
    <w:next w:val="MessageHeader"/>
    <w:rsid w:val="0059572E"/>
  </w:style>
  <w:style w:type="character" w:customStyle="1" w:styleId="MessageHeaderLabel">
    <w:name w:val="Message Header Label"/>
    <w:rsid w:val="0059572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59572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59572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rsid w:val="0059572E"/>
  </w:style>
  <w:style w:type="paragraph" w:customStyle="1" w:styleId="ReturnAddress">
    <w:name w:val="Return Address"/>
    <w:basedOn w:val="Normal"/>
    <w:rsid w:val="0059572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  <w:lang w:val="en-US"/>
    </w:rPr>
  </w:style>
  <w:style w:type="paragraph" w:styleId="Signature">
    <w:name w:val="Signature"/>
    <w:basedOn w:val="BodyText"/>
    <w:link w:val="SignatureChar"/>
    <w:rsid w:val="0059572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ignatureJobTitle">
    <w:name w:val="Signature Job Title"/>
    <w:basedOn w:val="Signature"/>
    <w:next w:val="Normal"/>
    <w:rsid w:val="0059572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59572E"/>
    <w:pPr>
      <w:spacing w:before="720"/>
    </w:pPr>
  </w:style>
  <w:style w:type="paragraph" w:customStyle="1" w:styleId="Slogan">
    <w:name w:val="Slogan"/>
    <w:basedOn w:val="Normal"/>
    <w:rsid w:val="0059572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  <w:lang w:val="en-US"/>
    </w:rPr>
  </w:style>
  <w:style w:type="paragraph" w:styleId="BodyText2">
    <w:name w:val="Body Text 2"/>
    <w:basedOn w:val="Normal"/>
    <w:link w:val="BodyText2Char"/>
    <w:rsid w:val="0059572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59572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572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rsid w:val="0059572E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59572E"/>
    <w:rPr>
      <w:rFonts w:ascii="Calibri" w:eastAsia="Calibri" w:hAnsi="Calibri" w:cs="Times New Roman"/>
      <w:sz w:val="16"/>
      <w:szCs w:val="16"/>
      <w:lang w:val="en-US"/>
    </w:rPr>
  </w:style>
  <w:style w:type="character" w:styleId="HTMLCite">
    <w:name w:val="HTML Cite"/>
    <w:rsid w:val="0059572E"/>
    <w:rPr>
      <w:i w:val="0"/>
      <w:iCs w:val="0"/>
      <w:color w:val="00802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72E"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72E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uiPriority w:val="1"/>
    <w:qFormat/>
    <w:rsid w:val="0059572E"/>
    <w:rPr>
      <w:sz w:val="22"/>
      <w:szCs w:val="22"/>
    </w:rPr>
  </w:style>
  <w:style w:type="paragraph" w:customStyle="1" w:styleId="ListParagraph1">
    <w:name w:val="List Paragraph1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ListParagraph2">
    <w:name w:val="List Paragraph2"/>
    <w:basedOn w:val="Normal"/>
    <w:qFormat/>
    <w:rsid w:val="0059572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9572E"/>
    <w:rPr>
      <w:color w:val="800080"/>
      <w:u w:val="single"/>
    </w:rPr>
  </w:style>
  <w:style w:type="paragraph" w:customStyle="1" w:styleId="xl63">
    <w:name w:val="xl63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4">
    <w:name w:val="xl64"/>
    <w:basedOn w:val="Normal"/>
    <w:rsid w:val="0059572E"/>
    <w:pP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5">
    <w:name w:val="xl65"/>
    <w:basedOn w:val="Normal"/>
    <w:rsid w:val="0059572E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20"/>
      <w:szCs w:val="20"/>
      <w:lang w:eastAsia="sr-Latn-CS"/>
    </w:rPr>
  </w:style>
  <w:style w:type="paragraph" w:customStyle="1" w:styleId="xl66">
    <w:name w:val="xl66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7">
    <w:name w:val="xl67"/>
    <w:basedOn w:val="Normal"/>
    <w:rsid w:val="0059572E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68">
    <w:name w:val="xl68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69">
    <w:name w:val="xl6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0">
    <w:name w:val="xl7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1">
    <w:name w:val="xl71"/>
    <w:basedOn w:val="Normal"/>
    <w:rsid w:val="005957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72">
    <w:name w:val="xl7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3">
    <w:name w:val="xl73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4">
    <w:name w:val="xl7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5">
    <w:name w:val="xl75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76">
    <w:name w:val="xl76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7">
    <w:name w:val="xl7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78">
    <w:name w:val="xl78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79">
    <w:name w:val="xl7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80">
    <w:name w:val="xl80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1">
    <w:name w:val="xl8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sr-Latn-CS"/>
    </w:rPr>
  </w:style>
  <w:style w:type="paragraph" w:customStyle="1" w:styleId="xl82">
    <w:name w:val="xl8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3">
    <w:name w:val="xl83"/>
    <w:basedOn w:val="Normal"/>
    <w:rsid w:val="005957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84">
    <w:name w:val="xl84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5">
    <w:name w:val="xl85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sr-Latn-CS"/>
    </w:rPr>
  </w:style>
  <w:style w:type="paragraph" w:customStyle="1" w:styleId="xl86">
    <w:name w:val="xl86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7">
    <w:name w:val="xl87"/>
    <w:basedOn w:val="Normal"/>
    <w:rsid w:val="0059572E"/>
    <w:pPr>
      <w:pBdr>
        <w:top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sr-Latn-CS"/>
    </w:rPr>
  </w:style>
  <w:style w:type="paragraph" w:customStyle="1" w:styleId="xl88">
    <w:name w:val="xl88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89">
    <w:name w:val="xl89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0">
    <w:name w:val="xl90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1">
    <w:name w:val="xl9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2">
    <w:name w:val="xl92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3">
    <w:name w:val="xl9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4">
    <w:name w:val="xl9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5">
    <w:name w:val="xl9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sr-Latn-CS"/>
    </w:rPr>
  </w:style>
  <w:style w:type="paragraph" w:customStyle="1" w:styleId="xl96">
    <w:name w:val="xl96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7">
    <w:name w:val="xl97"/>
    <w:basedOn w:val="Normal"/>
    <w:rsid w:val="005957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98">
    <w:name w:val="xl98"/>
    <w:basedOn w:val="Normal"/>
    <w:rsid w:val="005957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99">
    <w:name w:val="xl99"/>
    <w:basedOn w:val="Normal"/>
    <w:rsid w:val="005957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sr-Latn-CS"/>
    </w:rPr>
  </w:style>
  <w:style w:type="paragraph" w:customStyle="1" w:styleId="xl100">
    <w:name w:val="xl100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1">
    <w:name w:val="xl101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2">
    <w:name w:val="xl102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3">
    <w:name w:val="xl103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4">
    <w:name w:val="xl104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5">
    <w:name w:val="xl105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sr-Latn-CS"/>
    </w:rPr>
  </w:style>
  <w:style w:type="paragraph" w:customStyle="1" w:styleId="xl106">
    <w:name w:val="xl106"/>
    <w:basedOn w:val="Normal"/>
    <w:rsid w:val="005957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7">
    <w:name w:val="xl107"/>
    <w:basedOn w:val="Normal"/>
    <w:rsid w:val="005957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8">
    <w:name w:val="xl108"/>
    <w:basedOn w:val="Normal"/>
    <w:rsid w:val="005957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09">
    <w:name w:val="xl109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0">
    <w:name w:val="xl110"/>
    <w:basedOn w:val="Normal"/>
    <w:rsid w:val="0059572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sr-Latn-CS"/>
    </w:rPr>
  </w:style>
  <w:style w:type="paragraph" w:customStyle="1" w:styleId="xl111">
    <w:name w:val="xl111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2">
    <w:name w:val="xl112"/>
    <w:basedOn w:val="Normal"/>
    <w:rsid w:val="005957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sr-Latn-CS"/>
    </w:rPr>
  </w:style>
  <w:style w:type="paragraph" w:customStyle="1" w:styleId="xl113">
    <w:name w:val="xl113"/>
    <w:basedOn w:val="Normal"/>
    <w:rsid w:val="005957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7</Pages>
  <Words>2025</Words>
  <Characters>11545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goca</dc:creator>
  <cp:lastModifiedBy>Javne nabavke Zavod za javno zdravlje Pančevo</cp:lastModifiedBy>
  <cp:revision>124</cp:revision>
  <cp:lastPrinted>2024-10-16T10:10:00Z</cp:lastPrinted>
  <dcterms:created xsi:type="dcterms:W3CDTF">2024-08-26T09:18:00Z</dcterms:created>
  <dcterms:modified xsi:type="dcterms:W3CDTF">2024-10-25T06:25:00Z</dcterms:modified>
</cp:coreProperties>
</file>