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8E907" w14:textId="50C993A6" w:rsidR="0059572E" w:rsidRPr="00760163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</w:pPr>
      <w:r w:rsidRPr="00760163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МОДЕЛ   </w:t>
      </w:r>
      <w:r w:rsidR="0059572E" w:rsidRPr="00760163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УГОВОР</w:t>
      </w:r>
      <w:r w:rsidRPr="00760163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А </w:t>
      </w:r>
      <w:r w:rsidR="0059572E" w:rsidRPr="00760163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 О </w:t>
      </w:r>
      <w:r w:rsidRPr="00760163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 </w:t>
      </w:r>
      <w:r w:rsidR="001F4CB5" w:rsidRPr="00760163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НАБАВЦИ</w:t>
      </w:r>
      <w:r w:rsidR="00DE24E7" w:rsidRPr="00760163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 </w:t>
      </w:r>
    </w:p>
    <w:p w14:paraId="584F944D" w14:textId="56B0CE2C" w:rsidR="00DE24E7" w:rsidRPr="00760163" w:rsidRDefault="00DE24E7" w:rsidP="00DE24E7">
      <w:pPr>
        <w:spacing w:after="60"/>
        <w:jc w:val="center"/>
        <w:outlineLvl w:val="8"/>
        <w:rPr>
          <w:rFonts w:ascii="Times New Roman" w:hAnsi="Times New Roman"/>
          <w:b/>
          <w:bCs/>
          <w:sz w:val="32"/>
          <w:szCs w:val="32"/>
          <w:lang w:val="sr-Cyrl-RS"/>
        </w:rPr>
      </w:pPr>
      <w:r w:rsidRPr="00760163">
        <w:rPr>
          <w:rFonts w:ascii="Times New Roman" w:hAnsi="Times New Roman"/>
          <w:b/>
          <w:bCs/>
          <w:sz w:val="32"/>
          <w:szCs w:val="32"/>
          <w:lang w:val="sr-Cyrl-RS"/>
        </w:rPr>
        <w:t>ОПРЕМ</w:t>
      </w:r>
      <w:r w:rsidR="00243DB5" w:rsidRPr="00760163">
        <w:rPr>
          <w:rFonts w:ascii="Times New Roman" w:hAnsi="Times New Roman"/>
          <w:b/>
          <w:bCs/>
          <w:sz w:val="32"/>
          <w:szCs w:val="32"/>
          <w:lang w:val="sr-Cyrl-RS"/>
        </w:rPr>
        <w:t>Е</w:t>
      </w:r>
      <w:r w:rsidRPr="00760163">
        <w:rPr>
          <w:rFonts w:ascii="Times New Roman" w:hAnsi="Times New Roman"/>
          <w:b/>
          <w:bCs/>
          <w:sz w:val="32"/>
          <w:szCs w:val="32"/>
          <w:lang w:val="sr-Cyrl-RS"/>
        </w:rPr>
        <w:t xml:space="preserve"> И НАМЕШТАЈ</w:t>
      </w:r>
      <w:r w:rsidR="00243DB5" w:rsidRPr="00760163">
        <w:rPr>
          <w:rFonts w:ascii="Times New Roman" w:hAnsi="Times New Roman"/>
          <w:b/>
          <w:bCs/>
          <w:sz w:val="32"/>
          <w:szCs w:val="32"/>
          <w:lang w:val="sr-Cyrl-RS"/>
        </w:rPr>
        <w:t>А</w:t>
      </w:r>
      <w:r w:rsidRPr="00760163">
        <w:rPr>
          <w:rFonts w:ascii="Times New Roman" w:hAnsi="Times New Roman"/>
          <w:b/>
          <w:bCs/>
          <w:sz w:val="32"/>
          <w:szCs w:val="32"/>
          <w:lang w:val="sr-Cyrl-RS"/>
        </w:rPr>
        <w:t xml:space="preserve"> ЗА </w:t>
      </w:r>
    </w:p>
    <w:p w14:paraId="7F585153" w14:textId="22F97D7B" w:rsidR="00DE24E7" w:rsidRPr="00760163" w:rsidRDefault="00DE24E7" w:rsidP="00DE24E7">
      <w:pPr>
        <w:spacing w:after="60"/>
        <w:jc w:val="center"/>
        <w:outlineLvl w:val="8"/>
        <w:rPr>
          <w:rFonts w:ascii="Times New Roman" w:hAnsi="Times New Roman"/>
          <w:b/>
          <w:bCs/>
          <w:sz w:val="32"/>
          <w:szCs w:val="32"/>
          <w:lang w:val="sr-Cyrl-RS"/>
        </w:rPr>
      </w:pPr>
      <w:r w:rsidRPr="00760163">
        <w:rPr>
          <w:rFonts w:ascii="Times New Roman" w:hAnsi="Times New Roman"/>
          <w:b/>
          <w:bCs/>
          <w:sz w:val="32"/>
          <w:szCs w:val="32"/>
          <w:lang w:val="sr-Cyrl-RS"/>
        </w:rPr>
        <w:t>ЕКОТОКСИКОЛОШКУ ЛАБОРАТОРИЈУ</w:t>
      </w:r>
    </w:p>
    <w:p w14:paraId="171D3617" w14:textId="5D9F8A40" w:rsidR="0040387B" w:rsidRPr="00760163" w:rsidRDefault="0040387B" w:rsidP="0040387B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>По спроведеном поступку јавне набавке ЈНД-VIII/2024</w:t>
      </w:r>
    </w:p>
    <w:p w14:paraId="463D44F5" w14:textId="77777777" w:rsidR="000C2F70" w:rsidRPr="00760163" w:rsidRDefault="000C2F70" w:rsidP="000C2F70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378B50E8" w14:textId="5EA1F292" w:rsidR="000C2F70" w:rsidRPr="00760163" w:rsidRDefault="000C2F70" w:rsidP="000C2F70">
      <w:pPr>
        <w:ind w:left="-142" w:right="-472"/>
        <w:rPr>
          <w:rFonts w:ascii="Times New Roman" w:hAnsi="Times New Roman"/>
          <w:sz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8C2612" w:rsidRPr="00760163">
        <w:rPr>
          <w:rFonts w:ascii="Times New Roman" w:hAnsi="Times New Roman"/>
          <w:sz w:val="24"/>
          <w:lang w:val="sr-Cyrl-RS"/>
        </w:rPr>
        <w:t>4</w:t>
      </w:r>
      <w:r w:rsidRPr="00760163">
        <w:rPr>
          <w:rFonts w:ascii="Times New Roman" w:hAnsi="Times New Roman"/>
          <w:sz w:val="24"/>
          <w:lang w:val="sr-Cyrl-RS"/>
        </w:rPr>
        <w:t>. године, између:</w:t>
      </w:r>
    </w:p>
    <w:p w14:paraId="76ABAF51" w14:textId="0674F2D3" w:rsidR="000C2F70" w:rsidRPr="00760163" w:rsidRDefault="000C2F70" w:rsidP="000C2F7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760163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760163">
        <w:rPr>
          <w:rFonts w:ascii="Times New Roman" w:hAnsi="Times New Roman"/>
          <w:sz w:val="24"/>
          <w:lang w:val="sr-Cyrl-RS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bookmarkStart w:id="0" w:name="_Hlk176794291"/>
      <w:r w:rsidR="0098006B" w:rsidRPr="00760163">
        <w:rPr>
          <w:rFonts w:ascii="Times New Roman" w:hAnsi="Times New Roman"/>
          <w:sz w:val="24"/>
          <w:lang w:val="sr-Cyrl-RS"/>
        </w:rPr>
        <w:t>ДОБАВЉАЧ</w:t>
      </w:r>
      <w:bookmarkEnd w:id="0"/>
      <w:r w:rsidRPr="00760163">
        <w:rPr>
          <w:rFonts w:ascii="Times New Roman" w:hAnsi="Times New Roman"/>
          <w:sz w:val="24"/>
          <w:lang w:val="sr-Cyrl-RS"/>
        </w:rPr>
        <w:t>) и</w:t>
      </w:r>
    </w:p>
    <w:p w14:paraId="6F81228A" w14:textId="77777777" w:rsidR="00714A69" w:rsidRPr="00760163" w:rsidRDefault="00714A69" w:rsidP="000C2F70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</w:p>
    <w:p w14:paraId="3371AADE" w14:textId="46562C49" w:rsidR="000C2F70" w:rsidRPr="00760163" w:rsidRDefault="000C2F70" w:rsidP="000C2F70">
      <w:pPr>
        <w:ind w:left="-142" w:right="-472"/>
        <w:jc w:val="both"/>
        <w:rPr>
          <w:rFonts w:ascii="Times New Roman" w:hAnsi="Times New Roman"/>
          <w:b/>
          <w:bCs/>
          <w:sz w:val="18"/>
          <w:szCs w:val="18"/>
          <w:lang w:val="sr-Cyrl-RS"/>
        </w:rPr>
      </w:pPr>
      <w:r w:rsidRPr="00760163">
        <w:rPr>
          <w:rFonts w:ascii="Times New Roman" w:hAnsi="Times New Roman"/>
          <w:b/>
          <w:bCs/>
          <w:sz w:val="18"/>
          <w:szCs w:val="18"/>
          <w:lang w:val="sr-Cyrl-RS"/>
        </w:rPr>
        <w:t xml:space="preserve">(* у случају заједничке понуде под редним бројем 1. уписује се овлашћени </w:t>
      </w:r>
      <w:r w:rsidR="00714A69" w:rsidRPr="00760163">
        <w:rPr>
          <w:rFonts w:ascii="Times New Roman" w:hAnsi="Times New Roman"/>
          <w:b/>
          <w:bCs/>
          <w:sz w:val="18"/>
          <w:szCs w:val="18"/>
          <w:lang w:val="sr-Cyrl-RS"/>
        </w:rPr>
        <w:t>представник</w:t>
      </w:r>
      <w:r w:rsidRPr="00760163">
        <w:rPr>
          <w:rFonts w:ascii="Times New Roman" w:hAnsi="Times New Roman"/>
          <w:b/>
          <w:bCs/>
          <w:sz w:val="18"/>
          <w:szCs w:val="18"/>
          <w:lang w:val="sr-Cyrl-RS"/>
        </w:rPr>
        <w:t>)</w:t>
      </w:r>
    </w:p>
    <w:p w14:paraId="2AB4C49E" w14:textId="77777777" w:rsidR="000C2F70" w:rsidRPr="00760163" w:rsidRDefault="000C2F70" w:rsidP="000C2F70">
      <w:pPr>
        <w:ind w:left="-142" w:right="-472"/>
        <w:jc w:val="both"/>
        <w:rPr>
          <w:rFonts w:ascii="Times New Roman" w:hAnsi="Times New Roman"/>
          <w:b/>
          <w:bCs/>
          <w:sz w:val="18"/>
          <w:szCs w:val="18"/>
          <w:lang w:val="sr-Cyrl-RS"/>
        </w:rPr>
      </w:pPr>
      <w:r w:rsidRPr="00760163">
        <w:rPr>
          <w:rFonts w:ascii="Times New Roman" w:hAnsi="Times New Roman"/>
          <w:b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3E79D30" w14:textId="53A8EDF2" w:rsidR="000C2F70" w:rsidRPr="00760163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760163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760163">
        <w:rPr>
          <w:rFonts w:ascii="Times New Roman" w:hAnsi="Times New Roman"/>
          <w:sz w:val="24"/>
          <w:lang w:val="sr-Cyrl-RS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98006B" w:rsidRPr="00760163">
        <w:rPr>
          <w:rFonts w:ascii="Times New Roman" w:hAnsi="Times New Roman"/>
          <w:sz w:val="24"/>
          <w:lang w:val="sr-Cyrl-RS"/>
        </w:rPr>
        <w:t>ДОБАВЉАЧ</w:t>
      </w:r>
      <w:r w:rsidRPr="00760163">
        <w:rPr>
          <w:rFonts w:ascii="Times New Roman" w:hAnsi="Times New Roman"/>
          <w:sz w:val="24"/>
          <w:lang w:val="sr-Cyrl-RS"/>
        </w:rPr>
        <w:t>) и</w:t>
      </w:r>
    </w:p>
    <w:p w14:paraId="178638B2" w14:textId="77777777" w:rsidR="000C2F70" w:rsidRPr="00760163" w:rsidRDefault="000C2F70" w:rsidP="000C2F70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339BAB1" w14:textId="776A3A4B" w:rsidR="000C2F70" w:rsidRPr="00760163" w:rsidRDefault="00DE24E7" w:rsidP="000C2F7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760163">
        <w:rPr>
          <w:rFonts w:ascii="Times New Roman" w:hAnsi="Times New Roman"/>
          <w:b/>
          <w:bCs/>
          <w:sz w:val="24"/>
          <w:lang w:val="sr-Cyrl-RS"/>
        </w:rPr>
        <w:t>ЗАВОДА ЗА ЈАВНО ЗДРАВЉЕ ПАНЧЕВО</w:t>
      </w:r>
      <w:r w:rsidR="000C2F70" w:rsidRPr="00760163">
        <w:rPr>
          <w:rFonts w:ascii="Times New Roman" w:hAnsi="Times New Roman"/>
          <w:b/>
          <w:bCs/>
          <w:sz w:val="24"/>
          <w:lang w:val="sr-Cyrl-RS"/>
        </w:rPr>
        <w:t xml:space="preserve">, </w:t>
      </w:r>
      <w:r w:rsidR="000C2F70" w:rsidRPr="00760163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</w:t>
      </w:r>
      <w:r w:rsidR="0098006B" w:rsidRPr="00760163">
        <w:rPr>
          <w:rFonts w:ascii="Times New Roman" w:hAnsi="Times New Roman"/>
          <w:sz w:val="24"/>
          <w:lang w:val="sr-Cyrl-RS"/>
        </w:rPr>
        <w:t>1</w:t>
      </w:r>
      <w:r w:rsidR="000C2F70" w:rsidRPr="00760163">
        <w:rPr>
          <w:rFonts w:ascii="Times New Roman" w:hAnsi="Times New Roman"/>
          <w:sz w:val="24"/>
          <w:lang w:val="sr-Cyrl-RS"/>
        </w:rPr>
        <w:t>-</w:t>
      </w:r>
      <w:r w:rsidR="0098006B" w:rsidRPr="00760163">
        <w:rPr>
          <w:rFonts w:ascii="Times New Roman" w:hAnsi="Times New Roman"/>
          <w:sz w:val="24"/>
          <w:lang w:val="sr-Cyrl-RS"/>
        </w:rPr>
        <w:t>37</w:t>
      </w:r>
      <w:r w:rsidR="000C2F70" w:rsidRPr="00760163">
        <w:rPr>
          <w:rFonts w:ascii="Times New Roman" w:hAnsi="Times New Roman"/>
          <w:sz w:val="24"/>
          <w:lang w:val="sr-Cyrl-RS"/>
        </w:rPr>
        <w:t xml:space="preserve">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Прим. др Љиљана Лазић (у  даљем  тексту: </w:t>
      </w:r>
      <w:bookmarkStart w:id="1" w:name="_Hlk176794674"/>
      <w:r w:rsidR="000909FA" w:rsidRPr="00760163">
        <w:rPr>
          <w:rFonts w:ascii="Times New Roman" w:hAnsi="Times New Roman"/>
          <w:sz w:val="24"/>
          <w:lang w:val="sr-Cyrl-RS"/>
        </w:rPr>
        <w:t>НАРУЧИЛАЦ</w:t>
      </w:r>
      <w:bookmarkEnd w:id="1"/>
      <w:r w:rsidR="000C2F70" w:rsidRPr="00760163">
        <w:rPr>
          <w:rFonts w:ascii="Times New Roman" w:hAnsi="Times New Roman"/>
          <w:sz w:val="24"/>
          <w:lang w:val="sr-Cyrl-RS"/>
        </w:rPr>
        <w:t>).</w:t>
      </w:r>
    </w:p>
    <w:p w14:paraId="469A0C52" w14:textId="1ED78194" w:rsidR="005D0EB5" w:rsidRPr="00760163" w:rsidRDefault="005D0EB5" w:rsidP="005D0EB5">
      <w:pPr>
        <w:autoSpaceDE w:val="0"/>
        <w:autoSpaceDN w:val="0"/>
        <w:adjustRightInd w:val="0"/>
        <w:spacing w:line="240" w:lineRule="auto"/>
        <w:ind w:left="-142" w:right="-472"/>
        <w:jc w:val="both"/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7B08F84E" w14:textId="5BB80CF2" w:rsidR="005D0EB5" w:rsidRPr="00760163" w:rsidRDefault="005D0EB5" w:rsidP="005D0EB5">
      <w:pPr>
        <w:autoSpaceDE w:val="0"/>
        <w:autoSpaceDN w:val="0"/>
        <w:adjustRightInd w:val="0"/>
        <w:spacing w:line="240" w:lineRule="auto"/>
        <w:ind w:left="-426" w:right="-472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>Уговорне стране сагласно констатују:</w:t>
      </w:r>
    </w:p>
    <w:p w14:paraId="297D511F" w14:textId="77777777" w:rsidR="0098006B" w:rsidRPr="00760163" w:rsidRDefault="00966681" w:rsidP="0098006B">
      <w:pPr>
        <w:suppressAutoHyphens/>
        <w:spacing w:before="120" w:after="0" w:line="240" w:lineRule="auto"/>
        <w:jc w:val="center"/>
        <w:rPr>
          <w:rFonts w:ascii="Times New Roman" w:eastAsia="Arial Unicode MS" w:hAnsi="Times New Roman"/>
          <w:b/>
          <w:i/>
          <w:color w:val="000000"/>
          <w:kern w:val="1"/>
          <w:sz w:val="24"/>
          <w:szCs w:val="24"/>
          <w:lang w:val="sr-Cyrl-RS" w:eastAsia="ar-SA"/>
        </w:rPr>
      </w:pPr>
      <w:r w:rsidRPr="00760163">
        <w:rPr>
          <w:rFonts w:ascii="Times New Roman" w:eastAsia="Arial Unicode MS" w:hAnsi="Times New Roman"/>
          <w:b/>
          <w:i/>
          <w:color w:val="000000"/>
          <w:kern w:val="1"/>
          <w:sz w:val="24"/>
          <w:szCs w:val="24"/>
          <w:lang w:val="sr-Cyrl-RS" w:eastAsia="ar-SA"/>
        </w:rPr>
        <w:t>Члан 1.</w:t>
      </w:r>
    </w:p>
    <w:p w14:paraId="2D4F2B48" w14:textId="452B4EDD" w:rsidR="00966681" w:rsidRPr="00760163" w:rsidRDefault="00966681" w:rsidP="0098006B">
      <w:pPr>
        <w:suppressAutoHyphens/>
        <w:spacing w:before="120" w:after="0" w:line="240" w:lineRule="auto"/>
        <w:rPr>
          <w:rFonts w:ascii="Times New Roman" w:eastAsia="Arial Unicode MS" w:hAnsi="Times New Roman"/>
          <w:b/>
          <w:i/>
          <w:color w:val="000000"/>
          <w:kern w:val="1"/>
          <w:sz w:val="24"/>
          <w:szCs w:val="24"/>
          <w:lang w:val="sr-Cyrl-RS" w:eastAsia="ar-SA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Уговорне стране констатују:</w:t>
      </w:r>
    </w:p>
    <w:p w14:paraId="618EDB79" w14:textId="7FF451FF" w:rsidR="00705552" w:rsidRPr="00760163" w:rsidRDefault="00705552" w:rsidP="00705552">
      <w:pPr>
        <w:spacing w:after="0" w:line="240" w:lineRule="auto"/>
        <w:ind w:left="-142" w:right="-472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-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да је </w:t>
      </w:r>
      <w:r w:rsidR="000909FA" w:rsidRPr="00760163">
        <w:rPr>
          <w:rFonts w:ascii="Times New Roman" w:hAnsi="Times New Roman"/>
          <w:sz w:val="24"/>
          <w:lang w:val="sr-Cyrl-RS"/>
        </w:rPr>
        <w:t>НАРУЧИЛАЦ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у складу са одредбама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Закона о јавнима набавкама (Службени гласник Републике Србије број 91/2019 и 92/2023), спровео отворени поступак јавне набавке </w:t>
      </w: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>ЈНД-VIII/2024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за набавку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ОПРЕМЕ И НАМЕШТАЈА ЗА ЕКОТОКСИКОЛОШКУ ЛАБОРАТОРИЈУ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>,</w:t>
      </w:r>
      <w:r w:rsidR="00966681" w:rsidRPr="00760163">
        <w:rPr>
          <w:rFonts w:ascii="Times New Roman" w:eastAsia="Times New Roman" w:hAnsi="Times New Roman"/>
          <w:b/>
          <w:noProof/>
          <w:sz w:val="24"/>
          <w:szCs w:val="24"/>
          <w:lang w:val="sr-Cyrl-RS"/>
        </w:rPr>
        <w:t xml:space="preserve"> </w:t>
      </w:r>
      <w:r w:rsidR="00966681"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>з</w:t>
      </w:r>
      <w:r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 xml:space="preserve">а </w:t>
      </w:r>
      <w:r w:rsidR="00966681"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 xml:space="preserve">потребе </w:t>
      </w:r>
      <w:r w:rsidR="000909FA" w:rsidRPr="00760163">
        <w:rPr>
          <w:rFonts w:ascii="Times New Roman" w:hAnsi="Times New Roman"/>
          <w:sz w:val="24"/>
          <w:lang w:val="sr-Cyrl-RS"/>
        </w:rPr>
        <w:t>НАРУЧИОЦА</w:t>
      </w:r>
      <w:r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>;</w:t>
      </w:r>
    </w:p>
    <w:p w14:paraId="074BFB76" w14:textId="77777777" w:rsidR="00705552" w:rsidRPr="00760163" w:rsidRDefault="00705552" w:rsidP="00705552">
      <w:pPr>
        <w:tabs>
          <w:tab w:val="num" w:pos="720"/>
        </w:tabs>
        <w:spacing w:after="0" w:line="240" w:lineRule="auto"/>
        <w:ind w:left="-142" w:right="-472"/>
        <w:jc w:val="both"/>
        <w:rPr>
          <w:rFonts w:ascii="Times New Roman" w:eastAsia="Times New Roman" w:hAnsi="Times New Roman"/>
          <w:noProof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 xml:space="preserve"> </w:t>
      </w:r>
    </w:p>
    <w:p w14:paraId="767FACED" w14:textId="77777777" w:rsidR="006444F1" w:rsidRDefault="00705552" w:rsidP="00705552">
      <w:pPr>
        <w:tabs>
          <w:tab w:val="num" w:pos="720"/>
        </w:tabs>
        <w:spacing w:after="0" w:line="240" w:lineRule="auto"/>
        <w:ind w:left="-142" w:right="-472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 xml:space="preserve">-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да је </w:t>
      </w:r>
      <w:r w:rsidR="0098006B" w:rsidRPr="00760163">
        <w:rPr>
          <w:rFonts w:ascii="Times New Roman" w:hAnsi="Times New Roman"/>
          <w:sz w:val="24"/>
          <w:lang w:val="sr-Cyrl-RS"/>
        </w:rPr>
        <w:t>ДОБАВЉАЧ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966681" w:rsidRPr="0086544F">
        <w:rPr>
          <w:rFonts w:ascii="Times New Roman" w:eastAsia="Times New Roman" w:hAnsi="Times New Roman"/>
          <w:sz w:val="24"/>
          <w:szCs w:val="24"/>
          <w:lang w:val="sr-Cyrl-RS"/>
        </w:rPr>
        <w:t xml:space="preserve">дана </w:t>
      </w:r>
      <w:r w:rsidRPr="0086544F">
        <w:rPr>
          <w:rFonts w:ascii="Times New Roman" w:eastAsia="Times New Roman" w:hAnsi="Times New Roman"/>
          <w:sz w:val="24"/>
          <w:szCs w:val="24"/>
          <w:lang w:val="sr-Cyrl-RS"/>
        </w:rPr>
        <w:t>___</w:t>
      </w:r>
      <w:r w:rsidR="0086544F">
        <w:rPr>
          <w:rFonts w:ascii="Times New Roman" w:eastAsia="Times New Roman" w:hAnsi="Times New Roman"/>
          <w:sz w:val="24"/>
          <w:szCs w:val="24"/>
          <w:lang w:val="sr-Cyrl-RS"/>
        </w:rPr>
        <w:t>_____</w:t>
      </w:r>
      <w:r w:rsidRPr="0086544F">
        <w:rPr>
          <w:rFonts w:ascii="Times New Roman" w:eastAsia="Times New Roman" w:hAnsi="Times New Roman"/>
          <w:sz w:val="24"/>
          <w:szCs w:val="24"/>
          <w:lang w:val="sr-Cyrl-RS"/>
        </w:rPr>
        <w:t>_____</w:t>
      </w:r>
      <w:r w:rsidR="00966681" w:rsidRPr="0086544F">
        <w:rPr>
          <w:rFonts w:ascii="Times New Roman" w:eastAsia="Times New Roman" w:hAnsi="Times New Roman"/>
          <w:sz w:val="24"/>
          <w:szCs w:val="24"/>
          <w:lang w:val="sr-Cyrl-RS"/>
        </w:rPr>
        <w:t xml:space="preserve">. године доставио понуду број </w:t>
      </w:r>
      <w:r w:rsidR="0086544F">
        <w:rPr>
          <w:rFonts w:ascii="Times New Roman" w:eastAsia="Times New Roman" w:hAnsi="Times New Roman"/>
          <w:sz w:val="24"/>
          <w:szCs w:val="24"/>
          <w:lang w:val="sr-Cyrl-RS"/>
        </w:rPr>
        <w:t>____</w:t>
      </w:r>
      <w:r w:rsidR="00467EBA" w:rsidRPr="0086544F">
        <w:rPr>
          <w:rFonts w:ascii="Times New Roman" w:eastAsia="Times New Roman" w:hAnsi="Times New Roman"/>
          <w:sz w:val="24"/>
          <w:szCs w:val="24"/>
          <w:lang w:val="sr-Cyrl-RS"/>
        </w:rPr>
        <w:t>____</w:t>
      </w:r>
      <w:r w:rsidR="00206672" w:rsidRPr="0086544F">
        <w:rPr>
          <w:rFonts w:ascii="Times New Roman" w:eastAsia="Times New Roman" w:hAnsi="Times New Roman"/>
          <w:sz w:val="24"/>
          <w:szCs w:val="24"/>
          <w:lang w:val="sr-Latn-RS"/>
        </w:rPr>
        <w:t>_</w:t>
      </w:r>
      <w:r w:rsidR="00467EBA" w:rsidRPr="0086544F">
        <w:rPr>
          <w:rFonts w:ascii="Times New Roman" w:eastAsia="Times New Roman" w:hAnsi="Times New Roman"/>
          <w:sz w:val="24"/>
          <w:szCs w:val="24"/>
          <w:lang w:val="sr-Cyrl-RS"/>
        </w:rPr>
        <w:t>______</w:t>
      </w:r>
      <w:r w:rsidR="0086544F">
        <w:rPr>
          <w:rFonts w:ascii="Times New Roman" w:eastAsia="Times New Roman" w:hAnsi="Times New Roman"/>
          <w:sz w:val="24"/>
          <w:szCs w:val="24"/>
          <w:lang w:val="sr-Cyrl-RS"/>
        </w:rPr>
        <w:t>____</w:t>
      </w:r>
    </w:p>
    <w:p w14:paraId="024717F4" w14:textId="4890CFC6" w:rsidR="00705552" w:rsidRPr="00760163" w:rsidRDefault="00966681" w:rsidP="00705552">
      <w:pPr>
        <w:tabs>
          <w:tab w:val="num" w:pos="720"/>
        </w:tabs>
        <w:spacing w:after="0" w:line="240" w:lineRule="auto"/>
        <w:ind w:left="-142" w:right="-472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86544F"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14:paraId="59892CFF" w14:textId="2203A696" w:rsidR="00467EBA" w:rsidRPr="00760163" w:rsidRDefault="00705552" w:rsidP="00467EBA">
      <w:pPr>
        <w:tabs>
          <w:tab w:val="num" w:pos="720"/>
        </w:tabs>
        <w:spacing w:after="0" w:line="240" w:lineRule="auto"/>
        <w:ind w:left="-142" w:right="-472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-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да понуда </w:t>
      </w:r>
      <w:r w:rsidR="0098006B" w:rsidRPr="00760163">
        <w:rPr>
          <w:rFonts w:ascii="Times New Roman" w:hAnsi="Times New Roman"/>
          <w:sz w:val="24"/>
          <w:lang w:val="sr-Cyrl-RS"/>
        </w:rPr>
        <w:t>ДОБАВЉАЧ</w:t>
      </w:r>
      <w:r w:rsidR="00B27B2E">
        <w:rPr>
          <w:rFonts w:ascii="Times New Roman" w:hAnsi="Times New Roman"/>
          <w:sz w:val="24"/>
          <w:lang w:val="sr-Latn-RS"/>
        </w:rPr>
        <w:t>A</w:t>
      </w:r>
      <w:r w:rsidR="0098006B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>у потпуности одговара техничким спецификацијама и осталим захтевима из конкурсне документације;</w:t>
      </w:r>
    </w:p>
    <w:p w14:paraId="49E67A62" w14:textId="3D5190C7" w:rsidR="00966681" w:rsidRPr="00760163" w:rsidRDefault="00705552" w:rsidP="00467EBA">
      <w:pPr>
        <w:tabs>
          <w:tab w:val="num" w:pos="720"/>
        </w:tabs>
        <w:spacing w:after="0" w:line="240" w:lineRule="auto"/>
        <w:ind w:left="-142" w:right="-472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-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да је </w:t>
      </w:r>
      <w:r w:rsidR="000909FA" w:rsidRPr="00760163">
        <w:rPr>
          <w:rFonts w:ascii="Times New Roman" w:hAnsi="Times New Roman"/>
          <w:sz w:val="24"/>
          <w:lang w:val="sr-Cyrl-RS"/>
        </w:rPr>
        <w:t>НАРУЧИЛАЦ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у складу са Законом о јавним набавкама, на основу понуде </w:t>
      </w:r>
      <w:r w:rsidR="0098006B" w:rsidRPr="00760163">
        <w:rPr>
          <w:rFonts w:ascii="Times New Roman" w:hAnsi="Times New Roman"/>
          <w:sz w:val="24"/>
          <w:lang w:val="sr-Cyrl-RS"/>
        </w:rPr>
        <w:t>ДОБАВЉАЧА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 Одлуке о додели уговора број _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_______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_______ од __________ године доделио </w:t>
      </w:r>
      <w:r w:rsidR="0098006B" w:rsidRPr="00760163">
        <w:rPr>
          <w:rFonts w:ascii="Times New Roman" w:hAnsi="Times New Roman"/>
          <w:sz w:val="24"/>
          <w:lang w:val="sr-Cyrl-RS"/>
        </w:rPr>
        <w:t>ДОБАВЉАЧУ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Уговор по предметној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набавци</w:t>
      </w:r>
      <w:r w:rsidR="00966681"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>.</w:t>
      </w:r>
    </w:p>
    <w:p w14:paraId="5D846BF6" w14:textId="77777777" w:rsidR="00467EBA" w:rsidRPr="00760163" w:rsidRDefault="00467EBA" w:rsidP="00966681">
      <w:pPr>
        <w:spacing w:before="120" w:after="0" w:line="240" w:lineRule="auto"/>
        <w:ind w:left="357" w:hanging="357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29F1D90B" w14:textId="2F1897CD" w:rsidR="00966681" w:rsidRPr="00760163" w:rsidRDefault="00966681" w:rsidP="00966681">
      <w:pPr>
        <w:spacing w:before="120" w:after="0" w:line="240" w:lineRule="auto"/>
        <w:ind w:left="357" w:hanging="357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>ПРЕДМЕТ</w:t>
      </w:r>
      <w:r w:rsidR="006C6577"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 УГОВОРА</w:t>
      </w:r>
    </w:p>
    <w:p w14:paraId="3E2053DD" w14:textId="77777777" w:rsidR="00966681" w:rsidRPr="00760163" w:rsidRDefault="00966681" w:rsidP="00966681">
      <w:pPr>
        <w:spacing w:before="120" w:after="0" w:line="240" w:lineRule="auto"/>
        <w:ind w:left="357" w:hanging="357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2.</w:t>
      </w:r>
    </w:p>
    <w:p w14:paraId="4DF964F6" w14:textId="5B6C9BD5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Предмет Уговора је набавкa</w:t>
      </w:r>
      <w:r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 xml:space="preserve"> нових добара и то</w:t>
      </w:r>
      <w:r w:rsidR="006C6577"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 xml:space="preserve"> ОПРЕМЕ И </w:t>
      </w:r>
      <w:r w:rsidR="006C6577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НАМЕШТАЈА ЗА ЕКОТОКСИКОЛОШКУ ЛАБОРАТОРИЈУ Завода за јавно здравље Панчево на адреси </w:t>
      </w:r>
      <w:r w:rsidR="00757FA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улица </w:t>
      </w:r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>Милоша Обреновића број 2, Панчево</w:t>
      </w:r>
      <w:r w:rsidR="006C6577"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 xml:space="preserve">, а </w:t>
      </w:r>
      <w:r w:rsidRPr="00760163">
        <w:rPr>
          <w:rFonts w:ascii="Times New Roman" w:eastAsia="Verdana" w:hAnsi="Times New Roman"/>
          <w:sz w:val="24"/>
          <w:szCs w:val="24"/>
          <w:lang w:val="sr-Cyrl-RS"/>
        </w:rPr>
        <w:t>у свему према</w:t>
      </w:r>
      <w:r w:rsidR="00C472B1" w:rsidRPr="00760163">
        <w:rPr>
          <w:rFonts w:ascii="Times New Roman" w:eastAsia="Verdana" w:hAnsi="Times New Roman"/>
          <w:sz w:val="24"/>
          <w:szCs w:val="24"/>
          <w:lang w:val="sr-Cyrl-RS"/>
        </w:rPr>
        <w:t xml:space="preserve"> захтеваним техничким спецификацијама </w:t>
      </w:r>
      <w:r w:rsidR="000909FA" w:rsidRPr="00760163">
        <w:rPr>
          <w:rFonts w:ascii="Times New Roman" w:hAnsi="Times New Roman"/>
          <w:sz w:val="24"/>
          <w:lang w:val="sr-Cyrl-RS"/>
        </w:rPr>
        <w:t>НАРУЧИОЦА</w:t>
      </w:r>
      <w:r w:rsidR="000909FA" w:rsidRPr="00760163">
        <w:rPr>
          <w:rFonts w:ascii="Times New Roman" w:eastAsia="Verdana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Verdana" w:hAnsi="Times New Roman"/>
          <w:sz w:val="24"/>
          <w:szCs w:val="24"/>
          <w:lang w:val="sr-Cyrl-RS"/>
        </w:rPr>
        <w:t xml:space="preserve">и према понуди </w:t>
      </w:r>
      <w:r w:rsidR="000909FA" w:rsidRPr="00760163">
        <w:rPr>
          <w:rFonts w:ascii="Times New Roman" w:hAnsi="Times New Roman"/>
          <w:sz w:val="24"/>
          <w:lang w:val="sr-Cyrl-RS"/>
        </w:rPr>
        <w:t>ДОБАВЉАЧА</w:t>
      </w:r>
      <w:r w:rsidRPr="00760163">
        <w:rPr>
          <w:rFonts w:ascii="Times New Roman" w:eastAsia="Verdana" w:hAnsi="Times New Roman"/>
          <w:sz w:val="24"/>
          <w:szCs w:val="24"/>
          <w:lang w:val="sr-Cyrl-RS"/>
        </w:rPr>
        <w:t>.</w:t>
      </w:r>
    </w:p>
    <w:p w14:paraId="4FCF6EFD" w14:textId="77777777" w:rsidR="00966681" w:rsidRPr="00760163" w:rsidRDefault="00966681" w:rsidP="00966681">
      <w:pPr>
        <w:spacing w:before="120" w:after="0" w:line="240" w:lineRule="auto"/>
        <w:rPr>
          <w:rFonts w:ascii="Times New Roman" w:eastAsia="Verdana" w:hAnsi="Times New Roman"/>
          <w:b/>
          <w:sz w:val="24"/>
          <w:szCs w:val="24"/>
          <w:lang w:val="sr-Cyrl-RS"/>
        </w:rPr>
      </w:pPr>
    </w:p>
    <w:p w14:paraId="63E1B39A" w14:textId="77777777" w:rsidR="00966681" w:rsidRPr="00760163" w:rsidRDefault="00966681" w:rsidP="00966681">
      <w:pPr>
        <w:spacing w:before="120" w:after="0" w:line="240" w:lineRule="auto"/>
        <w:rPr>
          <w:rFonts w:ascii="Times New Roman" w:eastAsia="Verdana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Verdana" w:hAnsi="Times New Roman"/>
          <w:b/>
          <w:sz w:val="24"/>
          <w:szCs w:val="24"/>
          <w:lang w:val="sr-Cyrl-RS"/>
        </w:rPr>
        <w:t xml:space="preserve">ЦЕНА </w:t>
      </w:r>
    </w:p>
    <w:p w14:paraId="64B41706" w14:textId="77777777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3.</w:t>
      </w:r>
    </w:p>
    <w:p w14:paraId="2D822BBA" w14:textId="7915DB3C" w:rsidR="00966681" w:rsidRPr="00760163" w:rsidRDefault="00966681" w:rsidP="006C657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Уговорен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цен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за целокупни предмет уговора (укупно за сва добра), 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износи __________________ динара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без 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>ПДВ-а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односно са обрачунатим </w:t>
      </w:r>
      <w:r w:rsidR="006C6577" w:rsidRPr="00760163">
        <w:rPr>
          <w:rFonts w:ascii="Times New Roman" w:eastAsia="Times New Roman" w:hAnsi="Times New Roman"/>
          <w:sz w:val="24"/>
          <w:szCs w:val="24"/>
          <w:lang w:val="sr-Cyrl-RS"/>
        </w:rPr>
        <w:t>ПДВ-ом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укупна цена  износи </w:t>
      </w:r>
      <w:r w:rsidRPr="00206672">
        <w:rPr>
          <w:rFonts w:ascii="Times New Roman" w:eastAsia="Times New Roman" w:hAnsi="Times New Roman"/>
          <w:sz w:val="24"/>
          <w:szCs w:val="24"/>
          <w:lang w:val="sr-Cyrl-RS"/>
        </w:rPr>
        <w:t>_________________ динара</w:t>
      </w:r>
      <w:r w:rsidR="006C6577" w:rsidRPr="00760163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680BB779" w14:textId="77777777" w:rsidR="00206672" w:rsidRDefault="00206672" w:rsidP="006C657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5A947632" w14:textId="0D393DFC" w:rsidR="006C6577" w:rsidRPr="00760163" w:rsidRDefault="006C6577" w:rsidP="006C657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У цену је урачунато следеће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: </w:t>
      </w:r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>Израда/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>набавк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намештаја по захтеваним димензијама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>, испорук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истовар, отпакивање, монтажа намештаја у објекат </w:t>
      </w:r>
      <w:r w:rsidR="00DB2404" w:rsidRPr="00760163">
        <w:rPr>
          <w:rFonts w:ascii="Times New Roman" w:hAnsi="Times New Roman"/>
          <w:sz w:val="24"/>
          <w:lang w:val="sr-Cyrl-RS"/>
        </w:rPr>
        <w:t>НАРУЧИОЦА</w:t>
      </w:r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>стављање у функцију и провер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функционалности. </w:t>
      </w:r>
    </w:p>
    <w:p w14:paraId="071B40B2" w14:textId="77777777" w:rsidR="00DB2404" w:rsidRPr="00760163" w:rsidRDefault="00DB2404" w:rsidP="006C657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16826722" w14:textId="274B196D" w:rsidR="00966681" w:rsidRPr="00760163" w:rsidRDefault="00966681" w:rsidP="006C657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Уговорена цена је фиксна и  не може се изменити без обзира на промену тржишних, или других услова након закључења уговора.</w:t>
      </w:r>
    </w:p>
    <w:p w14:paraId="2D7E7063" w14:textId="77777777" w:rsidR="006C6577" w:rsidRPr="00760163" w:rsidRDefault="006C6577" w:rsidP="00966681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23BB3FBF" w14:textId="58A5D5B6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КВАЛИТЕТ И ИСПОРУКА </w:t>
      </w:r>
    </w:p>
    <w:p w14:paraId="6189454C" w14:textId="77777777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4.</w:t>
      </w:r>
    </w:p>
    <w:p w14:paraId="6A345650" w14:textId="6098F5B1" w:rsidR="00966681" w:rsidRPr="00760163" w:rsidRDefault="0098006B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се обавезује да набавку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добара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из члана 2. овог Уговора изврши у свему под условима из конкурсне документације</w:t>
      </w:r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>прихваћене понуде</w:t>
      </w:r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>, као и на основу прецизно одређених димензија након доношења одлуке о додели уговора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367B9ED5" w14:textId="7F005ACE" w:rsidR="003E1CC8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Квалитет испоручених добара</w:t>
      </w:r>
      <w:r w:rsidR="00206672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r w:rsidR="00206672">
        <w:rPr>
          <w:rFonts w:ascii="Times New Roman" w:eastAsia="Times New Roman" w:hAnsi="Times New Roman"/>
          <w:sz w:val="24"/>
          <w:szCs w:val="24"/>
          <w:lang w:val="sr-Cyrl-RS"/>
        </w:rPr>
        <w:t>чија је набавка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предмет овог Уговора, мора у потпуности одговарати важећим домаћим</w:t>
      </w:r>
      <w:r w:rsidR="00206672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или међународним стандардима за ту врсту добара, техничким подацима сагласно техничкој спецификацији из конкурсне документације и понуде</w:t>
      </w:r>
      <w:r w:rsidR="00206672">
        <w:rPr>
          <w:rFonts w:ascii="Times New Roman" w:eastAsia="Times New Roman" w:hAnsi="Times New Roman"/>
          <w:sz w:val="24"/>
          <w:szCs w:val="24"/>
          <w:lang w:val="sr-Latn-RS"/>
        </w:rPr>
        <w:t>,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 у складу са нормативима и прописима из области предмета набавке. </w:t>
      </w:r>
    </w:p>
    <w:p w14:paraId="74E035DE" w14:textId="4C20AAF7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Неопходно је да предмети набавке буду нови и некоришћени, без недостатака у погледу функције</w:t>
      </w:r>
      <w:r w:rsidR="00206672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или квалитета израде</w:t>
      </w:r>
      <w:r w:rsidR="0007271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</w:p>
    <w:p w14:paraId="3C18E484" w14:textId="1C061A29" w:rsidR="000F3972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Квантитативни пријем доб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ра врши се приликом пријема – испоруке предметних добара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у присуству представника </w:t>
      </w:r>
      <w:r w:rsidR="0098006B" w:rsidRPr="00760163">
        <w:rPr>
          <w:rFonts w:ascii="Times New Roman" w:hAnsi="Times New Roman"/>
          <w:sz w:val="24"/>
          <w:lang w:val="sr-Cyrl-RS"/>
        </w:rPr>
        <w:t>ДОБАВЉАЧА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 </w:t>
      </w:r>
      <w:r w:rsidR="000909FA" w:rsidRPr="00760163">
        <w:rPr>
          <w:rFonts w:ascii="Times New Roman" w:hAnsi="Times New Roman"/>
          <w:sz w:val="24"/>
          <w:lang w:val="sr-Cyrl-RS"/>
        </w:rPr>
        <w:t>НАРУЧИОЦА</w:t>
      </w:r>
      <w:r w:rsidR="00F374A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на основу отпремнице потписане и оверене од стране произвођача. </w:t>
      </w:r>
    </w:p>
    <w:p w14:paraId="5EFC253F" w14:textId="50774935" w:rsidR="006C6577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Евентуалне рекламације од стране </w:t>
      </w:r>
      <w:r w:rsidR="000909FA" w:rsidRPr="00760163">
        <w:rPr>
          <w:rFonts w:ascii="Times New Roman" w:hAnsi="Times New Roman"/>
          <w:sz w:val="24"/>
          <w:lang w:val="sr-Cyrl-RS"/>
        </w:rPr>
        <w:t>НАРУЧИОЦА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на испоручена добра морају бити сачињене у писаној форми и достављене </w:t>
      </w:r>
      <w:r w:rsidR="0098006B" w:rsidRPr="00760163">
        <w:rPr>
          <w:rFonts w:ascii="Times New Roman" w:hAnsi="Times New Roman"/>
          <w:sz w:val="24"/>
          <w:lang w:val="sr-Cyrl-RS"/>
        </w:rPr>
        <w:t>ДОБАВЉАЧУ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у року од </w:t>
      </w:r>
      <w:r w:rsidR="006C6577" w:rsidRPr="00760163">
        <w:rPr>
          <w:rFonts w:ascii="Times New Roman" w:eastAsia="Times New Roman" w:hAnsi="Times New Roman"/>
          <w:sz w:val="24"/>
          <w:szCs w:val="24"/>
          <w:lang w:val="sr-Cyrl-RS"/>
        </w:rPr>
        <w:t>_________________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0F3972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(најдуже </w:t>
      </w:r>
      <w:r w:rsidR="00DB2404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7</w:t>
      </w:r>
      <w:r w:rsidR="000F3972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дана)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од 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дана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пријема</w:t>
      </w:r>
      <w:r w:rsidR="00757FA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добара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</w:p>
    <w:p w14:paraId="46822D19" w14:textId="4CDBCAA7" w:rsidR="006C6577" w:rsidRPr="00760163" w:rsidRDefault="0098006B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је дужан да рекламацију реши у року од </w:t>
      </w:r>
      <w:r w:rsidR="006C6577" w:rsidRPr="00760163">
        <w:rPr>
          <w:rFonts w:ascii="Times New Roman" w:eastAsia="Times New Roman" w:hAnsi="Times New Roman"/>
          <w:sz w:val="24"/>
          <w:szCs w:val="24"/>
          <w:lang w:val="sr-Cyrl-RS"/>
        </w:rPr>
        <w:t>________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дана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0F3972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(најдуже </w:t>
      </w:r>
      <w:r w:rsidR="00757FA4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14</w:t>
      </w:r>
      <w:r w:rsidR="000F3972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дана)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од 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дана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пријема исте. </w:t>
      </w:r>
    </w:p>
    <w:p w14:paraId="6876B511" w14:textId="37F0E68C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iCs/>
          <w:sz w:val="24"/>
          <w:szCs w:val="24"/>
          <w:lang w:val="sr-Cyrl-RS"/>
        </w:rPr>
        <w:lastRenderedPageBreak/>
        <w:t>О примопредаји предметн</w:t>
      </w:r>
      <w:r w:rsidR="000F3972" w:rsidRPr="00760163">
        <w:rPr>
          <w:rFonts w:ascii="Times New Roman" w:eastAsia="Times New Roman" w:hAnsi="Times New Roman"/>
          <w:iCs/>
          <w:sz w:val="24"/>
          <w:szCs w:val="24"/>
          <w:lang w:val="sr-Cyrl-RS"/>
        </w:rPr>
        <w:t>их</w:t>
      </w:r>
      <w:r w:rsidRPr="00760163">
        <w:rPr>
          <w:rFonts w:ascii="Times New Roman" w:eastAsia="Times New Roman" w:hAnsi="Times New Roman"/>
          <w:iCs/>
          <w:sz w:val="24"/>
          <w:szCs w:val="24"/>
          <w:lang w:val="sr-Cyrl-RS"/>
        </w:rPr>
        <w:t xml:space="preserve"> доб</w:t>
      </w:r>
      <w:r w:rsidR="000F3972" w:rsidRPr="00760163">
        <w:rPr>
          <w:rFonts w:ascii="Times New Roman" w:eastAsia="Times New Roman" w:hAnsi="Times New Roman"/>
          <w:iCs/>
          <w:sz w:val="24"/>
          <w:szCs w:val="24"/>
          <w:lang w:val="sr-Cyrl-RS"/>
        </w:rPr>
        <w:t>а</w:t>
      </w:r>
      <w:r w:rsidRPr="00760163">
        <w:rPr>
          <w:rFonts w:ascii="Times New Roman" w:eastAsia="Times New Roman" w:hAnsi="Times New Roman"/>
          <w:iCs/>
          <w:sz w:val="24"/>
          <w:szCs w:val="24"/>
          <w:lang w:val="sr-Cyrl-RS"/>
        </w:rPr>
        <w:t>ра</w:t>
      </w:r>
      <w:r w:rsidR="00C5067A" w:rsidRPr="00760163">
        <w:rPr>
          <w:rFonts w:ascii="Times New Roman" w:eastAsia="Times New Roman" w:hAnsi="Times New Roman"/>
          <w:iCs/>
          <w:sz w:val="24"/>
          <w:szCs w:val="24"/>
          <w:lang w:val="sr-Cyrl-RS"/>
        </w:rPr>
        <w:t>, монтажи и пуштању у рад</w:t>
      </w:r>
      <w:r w:rsidRPr="00760163">
        <w:rPr>
          <w:rFonts w:ascii="Times New Roman" w:eastAsia="Times New Roman" w:hAnsi="Times New Roman"/>
          <w:iCs/>
          <w:sz w:val="24"/>
          <w:szCs w:val="24"/>
          <w:lang w:val="sr-Cyrl-RS"/>
        </w:rPr>
        <w:t xml:space="preserve"> сачињава се Записник</w:t>
      </w:r>
      <w:r w:rsidR="00D251A5" w:rsidRPr="00760163">
        <w:rPr>
          <w:rFonts w:ascii="Times New Roman" w:eastAsia="Times New Roman" w:hAnsi="Times New Roman"/>
          <w:iCs/>
          <w:sz w:val="24"/>
          <w:szCs w:val="24"/>
          <w:lang w:val="sr-Cyrl-RS"/>
        </w:rPr>
        <w:t>.</w:t>
      </w:r>
    </w:p>
    <w:p w14:paraId="2D0D4E6E" w14:textId="353FD0DB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Ако се записнички утврди да добра која је </w:t>
      </w:r>
      <w:r w:rsidR="0098006B" w:rsidRPr="00760163">
        <w:rPr>
          <w:rFonts w:ascii="Times New Roman" w:hAnsi="Times New Roman"/>
          <w:sz w:val="24"/>
          <w:lang w:val="sr-Cyrl-RS"/>
        </w:rPr>
        <w:t>ДОБАВЉАЧ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испоручио </w:t>
      </w:r>
      <w:r w:rsidR="000909FA" w:rsidRPr="00760163">
        <w:rPr>
          <w:rFonts w:ascii="Times New Roman" w:eastAsia="Times New Roman" w:hAnsi="Times New Roman"/>
          <w:sz w:val="24"/>
          <w:szCs w:val="24"/>
          <w:lang w:val="sr-Cyrl-RS"/>
        </w:rPr>
        <w:t>НАРУЧИОЦУ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имају недостатке и скривене мане, </w:t>
      </w:r>
      <w:r w:rsidR="0098006B" w:rsidRPr="00760163">
        <w:rPr>
          <w:rFonts w:ascii="Times New Roman" w:hAnsi="Times New Roman"/>
          <w:sz w:val="24"/>
          <w:lang w:val="sr-Cyrl-RS"/>
        </w:rPr>
        <w:t>ДОБАВЉАЧ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мора исте отклонити у року од </w:t>
      </w:r>
      <w:r w:rsidR="006C6577" w:rsidRPr="00760163">
        <w:rPr>
          <w:rFonts w:ascii="Times New Roman" w:eastAsia="Times New Roman" w:hAnsi="Times New Roman"/>
          <w:sz w:val="24"/>
          <w:szCs w:val="24"/>
          <w:lang w:val="sr-Cyrl-RS"/>
        </w:rPr>
        <w:t>_________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дана 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0F3972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(најдуже </w:t>
      </w:r>
      <w:r w:rsidR="00757FA4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14</w:t>
      </w:r>
      <w:r w:rsidR="000F3972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дана )</w:t>
      </w:r>
      <w:r w:rsidR="00757FA4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од дана изјављене рекламације, а уколико то не учини, или ако се иста или слична грешка понови, </w:t>
      </w:r>
      <w:r w:rsidR="000909FA" w:rsidRPr="00760163">
        <w:rPr>
          <w:rFonts w:ascii="Times New Roman" w:hAnsi="Times New Roman"/>
          <w:sz w:val="24"/>
          <w:lang w:val="sr-Cyrl-RS"/>
        </w:rPr>
        <w:t>НАРУЧИЛАЦ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ће поступити у складу са одредбама члана 8. овог Уговора, односно зарачунаваће уговорну казну. </w:t>
      </w:r>
    </w:p>
    <w:p w14:paraId="0C90D1EA" w14:textId="77777777" w:rsidR="003E1CC8" w:rsidRPr="00760163" w:rsidRDefault="003E1CC8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2F9FB581" w14:textId="24BBFD56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5.</w:t>
      </w:r>
    </w:p>
    <w:p w14:paraId="5EF7D25B" w14:textId="3A29C5A9" w:rsidR="003E1CC8" w:rsidRPr="00760163" w:rsidRDefault="0098006B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је обавезан да изврши испоруку</w:t>
      </w:r>
      <w:r w:rsidR="00757FA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bookmarkStart w:id="2" w:name="_Hlk177549782"/>
      <w:r w:rsidR="00757FA4" w:rsidRPr="00760163">
        <w:rPr>
          <w:rFonts w:ascii="Times New Roman" w:eastAsia="Times New Roman" w:hAnsi="Times New Roman"/>
          <w:sz w:val="24"/>
          <w:szCs w:val="24"/>
          <w:lang w:val="sr-Cyrl-RS"/>
        </w:rPr>
        <w:t>монтажу и стављање у функцију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bookmarkEnd w:id="2"/>
      <w:r w:rsidR="003E1CC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свих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добара </w:t>
      </w:r>
      <w:r w:rsidR="003E1CC8" w:rsidRPr="00760163">
        <w:rPr>
          <w:rFonts w:ascii="Times New Roman" w:eastAsia="Times New Roman" w:hAnsi="Times New Roman"/>
          <w:sz w:val="24"/>
          <w:szCs w:val="24"/>
          <w:lang w:val="sr-Cyrl-RS"/>
        </w:rPr>
        <w:t>чија је набавка предмет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овог Уговора, у року </w:t>
      </w:r>
      <w:r w:rsidR="00757FA4" w:rsidRPr="00760163">
        <w:rPr>
          <w:rFonts w:ascii="Times New Roman" w:eastAsia="Times New Roman" w:hAnsi="Times New Roman"/>
          <w:sz w:val="24"/>
          <w:szCs w:val="24"/>
          <w:lang w:val="sr-Cyrl-RS"/>
        </w:rPr>
        <w:t>од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C472B1" w:rsidRPr="00760163">
        <w:rPr>
          <w:rFonts w:ascii="Times New Roman" w:eastAsia="Times New Roman" w:hAnsi="Times New Roman"/>
          <w:sz w:val="24"/>
          <w:szCs w:val="24"/>
          <w:lang w:val="sr-Cyrl-RS"/>
        </w:rPr>
        <w:t>______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календарских дана </w:t>
      </w:r>
      <w:r w:rsidR="00C472B1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(нај</w:t>
      </w:r>
      <w:r w:rsidR="00757FA4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дуже</w:t>
      </w:r>
      <w:r w:rsidR="00C472B1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</w:t>
      </w:r>
      <w:r w:rsidR="00757FA4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9</w:t>
      </w:r>
      <w:r w:rsidR="000F3972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0</w:t>
      </w:r>
      <w:r w:rsidR="00C472B1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календарских дана)</w:t>
      </w:r>
      <w:r w:rsidR="00C472B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6F6335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након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>закључења Уговора</w:t>
      </w:r>
      <w:r w:rsidR="00D251A5" w:rsidRPr="00760163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, </w:t>
      </w:r>
      <w:r w:rsidR="006F6335" w:rsidRPr="00760163">
        <w:rPr>
          <w:rFonts w:ascii="Times New Roman" w:eastAsia="Times New Roman" w:hAnsi="Times New Roman"/>
          <w:sz w:val="24"/>
          <w:szCs w:val="24"/>
          <w:lang w:val="sr-Cyrl-RS" w:eastAsia="x-none"/>
        </w:rPr>
        <w:t>а р</w:t>
      </w:r>
      <w:r w:rsidR="006F6335" w:rsidRPr="00760163">
        <w:rPr>
          <w:rFonts w:ascii="Times New Roman" w:eastAsia="Times New Roman" w:hAnsi="Times New Roman"/>
          <w:sz w:val="24"/>
          <w:szCs w:val="24"/>
          <w:lang w:val="sr-Cyrl-RS"/>
        </w:rPr>
        <w:t>ачунајући</w:t>
      </w:r>
      <w:r w:rsidR="006F6335" w:rsidRPr="00760163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6F6335" w:rsidRPr="00760163">
        <w:rPr>
          <w:rFonts w:ascii="Times New Roman" w:eastAsia="Times New Roman" w:hAnsi="Times New Roman"/>
          <w:sz w:val="24"/>
          <w:szCs w:val="24"/>
          <w:lang w:val="sr-Cyrl-RS"/>
        </w:rPr>
        <w:t>од дана</w:t>
      </w:r>
      <w:r w:rsidR="00D251A5" w:rsidRPr="00760163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достављања банкарске гаранције за повраћај аванса. </w:t>
      </w:r>
    </w:p>
    <w:p w14:paraId="1D02E969" w14:textId="7DFC9BF4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Уколико овлашћени заступници уговорних страна не потписују уговор истог дана, уговор ће се сматрати закљученим датумом каснијег потписа једне од уговорних страна. </w:t>
      </w:r>
    </w:p>
    <w:p w14:paraId="39E02950" w14:textId="2E9914E3" w:rsidR="003E1CC8" w:rsidRPr="00760163" w:rsidRDefault="0098006B" w:rsidP="003E1CC8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3E1CC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се обавезује да </w:t>
      </w:r>
      <w:r w:rsidR="000909FA" w:rsidRPr="00760163">
        <w:rPr>
          <w:rFonts w:ascii="Times New Roman" w:hAnsi="Times New Roman"/>
          <w:sz w:val="24"/>
          <w:lang w:val="sr-Cyrl-RS"/>
        </w:rPr>
        <w:t>НАРУЧИОЦА</w:t>
      </w:r>
      <w:r w:rsidR="003E1CC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у писаној форми, извести о датуму и часу испоруке, како би </w:t>
      </w:r>
      <w:r w:rsidR="000909FA" w:rsidRPr="00760163">
        <w:rPr>
          <w:rFonts w:ascii="Times New Roman" w:hAnsi="Times New Roman"/>
          <w:sz w:val="24"/>
          <w:lang w:val="sr-Cyrl-RS"/>
        </w:rPr>
        <w:t>НАРУЧИЛАЦ</w:t>
      </w:r>
      <w:r w:rsidR="003E1CC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извршио потребне припремне радње. </w:t>
      </w:r>
    </w:p>
    <w:p w14:paraId="0140ED2D" w14:textId="77777777" w:rsidR="003E1CC8" w:rsidRPr="00760163" w:rsidRDefault="003E1CC8" w:rsidP="003E1CC8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6A493734" w14:textId="35A7843B" w:rsidR="003E1CC8" w:rsidRPr="00760163" w:rsidRDefault="003E1CC8" w:rsidP="003E1CC8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Место испоруке је на следећој адреси:</w:t>
      </w:r>
      <w:r w:rsidR="00757FA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757FA4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улица Милоша Обреновића број 2, Панчево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</w:p>
    <w:p w14:paraId="175E3106" w14:textId="77777777" w:rsidR="003E1CC8" w:rsidRPr="00760163" w:rsidRDefault="003E1CC8" w:rsidP="00966681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RS" w:eastAsia="x-none"/>
        </w:rPr>
      </w:pPr>
    </w:p>
    <w:p w14:paraId="1ED23916" w14:textId="274730CB" w:rsidR="00966681" w:rsidRPr="00760163" w:rsidRDefault="0098006B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је дужан да добра испоручи у прописаној амбалажи и на прописан начин, уз одговарајући превоз, са мерама заштите од делимичног или потпуног оштећења приликом утовара, транспорта</w:t>
      </w:r>
      <w:r w:rsidR="00757FA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 истовара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</w:p>
    <w:p w14:paraId="3FE61A81" w14:textId="2CB51EC8" w:rsidR="00966681" w:rsidRPr="00760163" w:rsidRDefault="00966681" w:rsidP="00966681">
      <w:pPr>
        <w:spacing w:before="120" w:after="0" w:line="240" w:lineRule="auto"/>
        <w:ind w:right="8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Сматра се да је испорука извршена када се сачини Записник о </w:t>
      </w:r>
      <w:bookmarkStart w:id="3" w:name="_Hlk177033727"/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примопредаји</w:t>
      </w:r>
      <w:r w:rsidR="00671FD5" w:rsidRPr="00760163">
        <w:rPr>
          <w:rFonts w:ascii="Times New Roman" w:eastAsia="Times New Roman" w:hAnsi="Times New Roman"/>
          <w:sz w:val="24"/>
          <w:szCs w:val="24"/>
          <w:lang w:val="sr-Cyrl-RS"/>
        </w:rPr>
        <w:t>, монтажи и пуштању у рад</w:t>
      </w:r>
      <w:bookmarkEnd w:id="3"/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потписан од стране </w:t>
      </w:r>
      <w:r w:rsidR="000909FA" w:rsidRPr="00760163">
        <w:rPr>
          <w:rFonts w:ascii="Times New Roman" w:hAnsi="Times New Roman"/>
          <w:sz w:val="24"/>
          <w:lang w:val="sr-Cyrl-RS"/>
        </w:rPr>
        <w:t>НАРУЧИОЦА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 </w:t>
      </w:r>
      <w:r w:rsidR="0098006B" w:rsidRPr="00760163">
        <w:rPr>
          <w:rFonts w:ascii="Times New Roman" w:hAnsi="Times New Roman"/>
          <w:sz w:val="24"/>
          <w:lang w:val="sr-Cyrl-RS"/>
        </w:rPr>
        <w:t>ДОБАВЉАЧА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. Овај Записник се сачињава на дан</w:t>
      </w:r>
      <w:r w:rsidR="003E1CC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671FD5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коначног завршетка свих радњи предвиђених овим уговором. </w:t>
      </w:r>
    </w:p>
    <w:p w14:paraId="7993A3D9" w14:textId="5488925F" w:rsidR="00966681" w:rsidRPr="00760163" w:rsidRDefault="0098006B" w:rsidP="00966681">
      <w:pPr>
        <w:spacing w:before="12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се обавезује да приликом испоруке </w:t>
      </w:r>
      <w:r w:rsidR="000909FA" w:rsidRPr="00760163">
        <w:rPr>
          <w:rFonts w:ascii="Times New Roman" w:hAnsi="Times New Roman"/>
          <w:sz w:val="24"/>
          <w:lang w:val="sr-Cyrl-RS"/>
        </w:rPr>
        <w:t>НАРУЧИОЦУ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преда:  упутство за употребу на српском језику </w:t>
      </w:r>
      <w:r w:rsidR="001F44E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за сву набављену опрему као и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>оверен гарантни лист</w:t>
      </w:r>
      <w:r w:rsidR="00757FA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за сваку ставку према техничкој </w:t>
      </w:r>
      <w:r w:rsidR="00206672" w:rsidRPr="00760163">
        <w:rPr>
          <w:rFonts w:ascii="Times New Roman" w:eastAsia="Times New Roman" w:hAnsi="Times New Roman"/>
          <w:sz w:val="24"/>
          <w:szCs w:val="24"/>
          <w:lang w:val="sr-Cyrl-RS"/>
        </w:rPr>
        <w:t>спецификацији</w:t>
      </w:r>
      <w:r w:rsidR="00757FA4" w:rsidRPr="00760163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235993D3" w14:textId="77777777" w:rsidR="00B178DB" w:rsidRDefault="00B178DB" w:rsidP="003E1CC8">
      <w:pPr>
        <w:spacing w:before="120"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Cyrl-RS"/>
        </w:rPr>
      </w:pPr>
    </w:p>
    <w:p w14:paraId="0ADAA35B" w14:textId="316C5084" w:rsidR="003E1CC8" w:rsidRPr="00760163" w:rsidRDefault="003E1CC8" w:rsidP="003E1CC8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Cs/>
          <w:sz w:val="24"/>
          <w:szCs w:val="24"/>
          <w:lang w:val="sr-Cyrl-RS"/>
        </w:rPr>
        <w:t xml:space="preserve">ГАРАНЦИЈА </w:t>
      </w:r>
    </w:p>
    <w:p w14:paraId="00B996C1" w14:textId="68B0717D" w:rsidR="003E1CC8" w:rsidRPr="00760163" w:rsidRDefault="003E1CC8" w:rsidP="003E1CC8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6.</w:t>
      </w:r>
    </w:p>
    <w:p w14:paraId="6AD92288" w14:textId="09B06F6D" w:rsidR="003E1CC8" w:rsidRPr="00760163" w:rsidRDefault="003E1CC8" w:rsidP="003E1CC8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Гарантни рок</w:t>
      </w:r>
      <w:r w:rsidR="006F6335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за квалитет </w:t>
      </w:r>
      <w:r w:rsidR="001641BA" w:rsidRPr="00760163">
        <w:rPr>
          <w:rFonts w:ascii="Times New Roman" w:eastAsia="Times New Roman" w:hAnsi="Times New Roman"/>
          <w:sz w:val="24"/>
          <w:szCs w:val="24"/>
          <w:lang w:val="sr-Cyrl-RS"/>
        </w:rPr>
        <w:t>испоручених</w:t>
      </w:r>
      <w:r w:rsidR="00B27B2E">
        <w:rPr>
          <w:rFonts w:ascii="Times New Roman" w:eastAsia="Times New Roman" w:hAnsi="Times New Roman"/>
          <w:sz w:val="24"/>
          <w:szCs w:val="24"/>
          <w:lang w:val="sr-Cyrl-RS"/>
        </w:rPr>
        <w:t xml:space="preserve"> предметних добара</w:t>
      </w:r>
      <w:r w:rsidR="00B27B2E">
        <w:rPr>
          <w:rFonts w:ascii="Times New Roman" w:eastAsia="Times New Roman" w:hAnsi="Times New Roman"/>
          <w:sz w:val="24"/>
          <w:szCs w:val="24"/>
          <w:lang w:val="sr-Latn-RS"/>
        </w:rPr>
        <w:t xml:space="preserve">, </w:t>
      </w:r>
      <w:r w:rsidR="00B27B2E">
        <w:rPr>
          <w:rFonts w:ascii="Times New Roman" w:eastAsia="Times New Roman" w:hAnsi="Times New Roman"/>
          <w:sz w:val="24"/>
          <w:szCs w:val="24"/>
          <w:lang w:val="sr-Cyrl-RS"/>
        </w:rPr>
        <w:t>монтираних и</w:t>
      </w:r>
      <w:r w:rsidR="001641BA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B27B2E">
        <w:rPr>
          <w:rFonts w:ascii="Times New Roman" w:eastAsia="Times New Roman" w:hAnsi="Times New Roman"/>
          <w:sz w:val="24"/>
          <w:szCs w:val="24"/>
          <w:lang w:val="sr-Cyrl-RS"/>
        </w:rPr>
        <w:t>стављених у функцију</w:t>
      </w:r>
      <w:r w:rsidR="001641BA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износи __________ месец</w:t>
      </w:r>
      <w:r w:rsidR="00112516" w:rsidRPr="00760163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C472B1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(најмање 24 месеца)</w:t>
      </w:r>
      <w:r w:rsidR="000C19C6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,</w:t>
      </w:r>
      <w:r w:rsidR="00C472B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1641BA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рачунајући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од дана </w:t>
      </w:r>
      <w:r w:rsidR="0083410B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потписивања Записника о примопредаји, монтажи и пуштању у рад. </w:t>
      </w:r>
    </w:p>
    <w:p w14:paraId="270EB2FF" w14:textId="1B0BC4EE" w:rsidR="003E1CC8" w:rsidRPr="00760163" w:rsidRDefault="0098006B" w:rsidP="003E1CC8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3E1CC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гарантује </w:t>
      </w:r>
      <w:r w:rsidR="000D3F25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наведени рок </w:t>
      </w:r>
      <w:r w:rsidR="003E1CC8" w:rsidRPr="00760163">
        <w:rPr>
          <w:rFonts w:ascii="Times New Roman" w:eastAsia="Times New Roman" w:hAnsi="Times New Roman"/>
          <w:sz w:val="24"/>
          <w:szCs w:val="24"/>
          <w:lang w:val="sr-Cyrl-RS"/>
        </w:rPr>
        <w:t>за квалитет испоручених добара</w:t>
      </w:r>
      <w:r w:rsidR="0083410B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0D3F25" w:rsidRPr="00760163">
        <w:rPr>
          <w:rFonts w:ascii="Times New Roman" w:eastAsia="Times New Roman" w:hAnsi="Times New Roman"/>
          <w:sz w:val="24"/>
          <w:szCs w:val="24"/>
          <w:lang w:val="sr-Cyrl-RS"/>
        </w:rPr>
        <w:t>према т</w:t>
      </w:r>
      <w:r w:rsidR="00563F46" w:rsidRPr="00760163">
        <w:rPr>
          <w:rFonts w:ascii="Times New Roman" w:eastAsia="Times New Roman" w:hAnsi="Times New Roman"/>
          <w:sz w:val="24"/>
          <w:szCs w:val="24"/>
          <w:lang w:val="sr-Cyrl-RS"/>
        </w:rPr>
        <w:t>е</w:t>
      </w:r>
      <w:r w:rsidR="000D3F25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хничкој спецификацији </w:t>
      </w:r>
      <w:r w:rsidR="00206672" w:rsidRPr="00760163">
        <w:rPr>
          <w:rFonts w:ascii="Times New Roman" w:eastAsia="Times New Roman" w:hAnsi="Times New Roman"/>
          <w:sz w:val="24"/>
          <w:szCs w:val="24"/>
          <w:lang w:val="sr-Cyrl-RS"/>
        </w:rPr>
        <w:t>НАРУЧИОЦА</w:t>
      </w:r>
      <w:r w:rsidR="001641BA" w:rsidRPr="00760163">
        <w:rPr>
          <w:rFonts w:ascii="Times New Roman" w:eastAsia="Times New Roman" w:hAnsi="Times New Roman"/>
          <w:sz w:val="24"/>
          <w:szCs w:val="24"/>
          <w:lang w:val="sr-Cyrl-RS"/>
        </w:rPr>
        <w:t>,</w:t>
      </w:r>
      <w:r w:rsidR="000D3F25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83410B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осим за </w:t>
      </w:r>
      <w:r w:rsidR="00563F46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квалитет </w:t>
      </w:r>
      <w:r w:rsidR="0083410B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радних површина за које је гаранција </w:t>
      </w:r>
      <w:r w:rsidR="00563F46" w:rsidRPr="00206672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мин</w:t>
      </w:r>
      <w:r w:rsidR="001641BA" w:rsidRPr="00206672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имум</w:t>
      </w:r>
      <w:r w:rsidR="00563F46" w:rsidRPr="00206672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</w:t>
      </w:r>
      <w:r w:rsidR="0083410B" w:rsidRPr="00206672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10 година</w:t>
      </w:r>
      <w:r w:rsidR="0083410B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</w:p>
    <w:p w14:paraId="79F59BC0" w14:textId="7E489203" w:rsidR="003E1CC8" w:rsidRPr="00760163" w:rsidRDefault="0098006B" w:rsidP="003E1CC8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3E1CC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одговара за све скривене мане испоручених добара. </w:t>
      </w:r>
    </w:p>
    <w:p w14:paraId="4CE09C67" w14:textId="3E88BE26" w:rsidR="001E7804" w:rsidRDefault="001E7804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</w:p>
    <w:p w14:paraId="1EF38FFF" w14:textId="77777777" w:rsidR="00B178DB" w:rsidRPr="00760163" w:rsidRDefault="00B178DB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</w:p>
    <w:p w14:paraId="5EA69ED4" w14:textId="77777777" w:rsidR="00B178DB" w:rsidRDefault="00B178DB" w:rsidP="001E7804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</w:p>
    <w:p w14:paraId="606E450B" w14:textId="00E7FB76" w:rsidR="00C472B1" w:rsidRPr="00760163" w:rsidRDefault="00966681" w:rsidP="001E7804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  <w:t>рок и  начин плаћања</w:t>
      </w:r>
    </w:p>
    <w:p w14:paraId="1130DB4B" w14:textId="1E0FD515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 xml:space="preserve">Члан </w:t>
      </w:r>
      <w:r w:rsidR="003E1CC8"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7</w:t>
      </w: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.</w:t>
      </w:r>
    </w:p>
    <w:p w14:paraId="57F10BD5" w14:textId="77777777" w:rsidR="00206672" w:rsidRDefault="00572FE5" w:rsidP="008D18E0">
      <w:pPr>
        <w:spacing w:before="120" w:after="0" w:line="240" w:lineRule="auto"/>
        <w:ind w:right="8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Као</w:t>
      </w:r>
      <w:r w:rsidR="00C472B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начин плаћања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уговара</w:t>
      </w:r>
      <w:r w:rsidR="00C472B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се</w:t>
      </w:r>
      <w:r w:rsidR="00C472B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авансно плаћање </w:t>
      </w:r>
      <w:r w:rsidR="00DA3167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у висини од </w:t>
      </w:r>
      <w:r w:rsidR="00C472B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9E31D8" w:rsidRPr="00760163">
        <w:rPr>
          <w:rFonts w:ascii="Times New Roman" w:eastAsia="Times New Roman" w:hAnsi="Times New Roman"/>
          <w:sz w:val="24"/>
          <w:szCs w:val="24"/>
          <w:lang w:val="sr-Cyrl-RS"/>
        </w:rPr>
        <w:t>100</w:t>
      </w:r>
      <w:r w:rsidR="00C472B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% </w:t>
      </w:r>
      <w:r w:rsidR="00DA3167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C472B1" w:rsidRPr="00760163">
        <w:rPr>
          <w:rFonts w:ascii="Times New Roman" w:eastAsia="Times New Roman" w:hAnsi="Times New Roman"/>
          <w:sz w:val="24"/>
          <w:szCs w:val="24"/>
          <w:lang w:val="sr-Cyrl-RS"/>
        </w:rPr>
        <w:t>вредности овог уговора, што износи ______________ динара</w:t>
      </w:r>
      <w:r w:rsidR="003B5E36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са ПДВ</w:t>
      </w:r>
      <w:r w:rsidR="006F2179" w:rsidRPr="00760163">
        <w:rPr>
          <w:rFonts w:ascii="Times New Roman" w:eastAsia="Times New Roman" w:hAnsi="Times New Roman"/>
          <w:sz w:val="24"/>
          <w:szCs w:val="24"/>
          <w:lang w:val="sr-Cyrl-RS"/>
        </w:rPr>
        <w:t>-ом</w:t>
      </w:r>
      <w:r w:rsidR="003B5E36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</w:p>
    <w:p w14:paraId="7D5CE633" w14:textId="2FC9488D" w:rsidR="00C472B1" w:rsidRPr="00760163" w:rsidRDefault="003B5E36" w:rsidP="008D18E0">
      <w:pPr>
        <w:spacing w:before="120" w:after="0" w:line="240" w:lineRule="auto"/>
        <w:ind w:right="8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Банкарска гаранција за повраћај аванса је једнака износу који </w:t>
      </w:r>
      <w:r w:rsidR="000909FA" w:rsidRPr="00760163">
        <w:rPr>
          <w:rFonts w:ascii="Times New Roman" w:eastAsia="Times New Roman" w:hAnsi="Times New Roman"/>
          <w:sz w:val="24"/>
          <w:szCs w:val="24"/>
          <w:lang w:val="sr-Cyrl-RS"/>
        </w:rPr>
        <w:t>НАРУЧИЛАЦ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плаћа </w:t>
      </w:r>
      <w:r w:rsidR="006F2179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0909FA" w:rsidRPr="00760163">
        <w:rPr>
          <w:rFonts w:ascii="Times New Roman" w:eastAsia="Times New Roman" w:hAnsi="Times New Roman"/>
          <w:sz w:val="24"/>
          <w:szCs w:val="24"/>
          <w:lang w:val="sr-Cyrl-RS"/>
        </w:rPr>
        <w:t>ДОБАВЉАЧУ</w:t>
      </w:r>
      <w:r w:rsidR="006F2179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и подразумева целокупно плаћање које се врши </w:t>
      </w:r>
      <w:r w:rsidR="006F2179" w:rsidRPr="00760163">
        <w:rPr>
          <w:rFonts w:ascii="Times New Roman" w:eastAsia="Times New Roman" w:hAnsi="Times New Roman"/>
          <w:sz w:val="24"/>
          <w:szCs w:val="24"/>
          <w:lang w:val="sr-Cyrl-RS"/>
        </w:rPr>
        <w:t>са урачунатим ПДВ-ом.</w:t>
      </w:r>
    </w:p>
    <w:p w14:paraId="5AABF3D3" w14:textId="77777777" w:rsidR="008D18E0" w:rsidRPr="00760163" w:rsidRDefault="008D18E0" w:rsidP="008D18E0">
      <w:pPr>
        <w:spacing w:before="120" w:after="0" w:line="240" w:lineRule="auto"/>
        <w:ind w:right="8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57FDBA61" w14:textId="34636F08" w:rsidR="00F96E31" w:rsidRPr="00760163" w:rsidRDefault="00C540E3" w:rsidP="00EB7CCC">
      <w:pPr>
        <w:spacing w:before="120" w:after="0" w:line="240" w:lineRule="auto"/>
        <w:ind w:right="8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НАРУЧИЛАЦ</w:t>
      </w:r>
      <w:r w:rsidR="00C472B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ће авансно плаћање извршити на рачун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ДОБАВЉАЧА</w:t>
      </w:r>
      <w:r w:rsidR="00C472B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4C65DB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а на основу </w:t>
      </w:r>
      <w:r w:rsidR="00DE7DBC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достављеног </w:t>
      </w:r>
      <w:r w:rsidR="004C65DB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предрачуна </w:t>
      </w:r>
      <w:r w:rsidR="00C472B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након закључења </w:t>
      </w:r>
      <w:r w:rsidR="00DE7DBC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овог </w:t>
      </w:r>
      <w:r w:rsidR="00C472B1" w:rsidRPr="00760163">
        <w:rPr>
          <w:rFonts w:ascii="Times New Roman" w:eastAsia="Times New Roman" w:hAnsi="Times New Roman"/>
          <w:sz w:val="24"/>
          <w:szCs w:val="24"/>
          <w:lang w:val="sr-Cyrl-RS"/>
        </w:rPr>
        <w:t>уговора</w:t>
      </w:r>
      <w:r w:rsidR="009E31D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4C65DB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и по </w:t>
      </w:r>
      <w:r w:rsidR="009E31D8" w:rsidRPr="00760163">
        <w:rPr>
          <w:rFonts w:ascii="Times New Roman" w:eastAsia="Times New Roman" w:hAnsi="Times New Roman"/>
          <w:sz w:val="24"/>
          <w:szCs w:val="24"/>
          <w:lang w:val="sr-Cyrl-RS"/>
        </w:rPr>
        <w:t>преузимањ</w:t>
      </w:r>
      <w:r w:rsidR="004C65DB" w:rsidRPr="00760163">
        <w:rPr>
          <w:rFonts w:ascii="Times New Roman" w:eastAsia="Times New Roman" w:hAnsi="Times New Roman"/>
          <w:sz w:val="24"/>
          <w:szCs w:val="24"/>
          <w:lang w:val="sr-Cyrl-RS"/>
        </w:rPr>
        <w:t>у</w:t>
      </w:r>
      <w:r w:rsidR="009E31D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банкарске гаранције за повраћај аванса</w:t>
      </w:r>
      <w:r w:rsidR="0033715F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у вис</w:t>
      </w:r>
      <w:r w:rsidR="000909FA" w:rsidRPr="00760163">
        <w:rPr>
          <w:rFonts w:ascii="Times New Roman" w:eastAsia="Times New Roman" w:hAnsi="Times New Roman"/>
          <w:sz w:val="24"/>
          <w:szCs w:val="24"/>
          <w:lang w:val="sr-Cyrl-RS"/>
        </w:rPr>
        <w:t>и</w:t>
      </w:r>
      <w:r w:rsidR="0033715F" w:rsidRPr="00760163">
        <w:rPr>
          <w:rFonts w:ascii="Times New Roman" w:eastAsia="Times New Roman" w:hAnsi="Times New Roman"/>
          <w:sz w:val="24"/>
          <w:szCs w:val="24"/>
          <w:lang w:val="sr-Cyrl-RS"/>
        </w:rPr>
        <w:t>ни 100% аванса</w:t>
      </w:r>
      <w:r w:rsidR="009E31D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  <w:r w:rsidR="009A12C0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Након извршеног плаћања по предрачуну </w:t>
      </w:r>
      <w:r w:rsidR="00E04F81" w:rsidRPr="00760163">
        <w:rPr>
          <w:rFonts w:ascii="Times New Roman" w:eastAsia="Times New Roman" w:hAnsi="Times New Roman"/>
          <w:sz w:val="24"/>
          <w:szCs w:val="24"/>
          <w:lang w:val="sr-Cyrl-RS"/>
        </w:rPr>
        <w:t>ДОБАВЉАЧА</w:t>
      </w:r>
      <w:r w:rsidR="009A12C0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 w:rsidR="00E04F81" w:rsidRPr="00760163">
        <w:rPr>
          <w:rFonts w:ascii="Times New Roman" w:eastAsia="Times New Roman" w:hAnsi="Times New Roman"/>
          <w:sz w:val="24"/>
          <w:szCs w:val="24"/>
          <w:lang w:val="sr-Cyrl-RS"/>
        </w:rPr>
        <w:t>НАРУЧИОЦУ</w:t>
      </w:r>
      <w:r w:rsidR="009A12C0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се доставља авансни рачун</w:t>
      </w:r>
      <w:r w:rsidR="00F96E3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на износ извршеног плаћања</w:t>
      </w:r>
      <w:r w:rsidR="000909FA" w:rsidRPr="00760163">
        <w:rPr>
          <w:rFonts w:ascii="Times New Roman" w:eastAsia="Times New Roman" w:hAnsi="Times New Roman"/>
          <w:sz w:val="24"/>
          <w:szCs w:val="24"/>
          <w:lang w:val="sr-Cyrl-RS"/>
        </w:rPr>
        <w:t>,</w:t>
      </w:r>
      <w:r w:rsidR="00D342EE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као и коначни рачун. </w:t>
      </w:r>
    </w:p>
    <w:p w14:paraId="09297FFA" w14:textId="77777777" w:rsidR="00966681" w:rsidRPr="00760163" w:rsidRDefault="00966681" w:rsidP="00966681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709ADF13" w14:textId="27EDDFE5" w:rsidR="00150F28" w:rsidRPr="00760163" w:rsidRDefault="00966681" w:rsidP="00966681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СРЕДСТВА ОБЕЗБЕЂЕЊА </w:t>
      </w:r>
    </w:p>
    <w:p w14:paraId="039791C7" w14:textId="77777777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8.</w:t>
      </w:r>
    </w:p>
    <w:p w14:paraId="68C02E7F" w14:textId="4362172E" w:rsidR="00966681" w:rsidRPr="00760163" w:rsidRDefault="0098006B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се обавезује да, </w:t>
      </w:r>
      <w:r w:rsidR="001641BA" w:rsidRPr="00760163">
        <w:rPr>
          <w:rFonts w:ascii="Times New Roman" w:eastAsia="Times New Roman" w:hAnsi="Times New Roman"/>
          <w:sz w:val="24"/>
          <w:szCs w:val="24"/>
          <w:lang w:val="sr-Cyrl-RS"/>
        </w:rPr>
        <w:t>након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закључења уговора, достави </w:t>
      </w:r>
      <w:r w:rsidR="000909FA" w:rsidRPr="00760163">
        <w:rPr>
          <w:rFonts w:ascii="Times New Roman" w:hAnsi="Times New Roman"/>
          <w:sz w:val="24"/>
          <w:lang w:val="sr-Cyrl-RS"/>
        </w:rPr>
        <w:t>НАРУЧИОЦУ</w:t>
      </w:r>
      <w:r w:rsidR="00BD65C5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средства обезбеђења</w:t>
      </w:r>
      <w:r w:rsidR="00112516" w:rsidRPr="00760163">
        <w:rPr>
          <w:rFonts w:ascii="Times New Roman" w:eastAsia="Times New Roman" w:hAnsi="Times New Roman"/>
          <w:sz w:val="24"/>
          <w:szCs w:val="24"/>
          <w:lang w:val="sr-Cyrl-RS"/>
        </w:rPr>
        <w:t>,</w:t>
      </w:r>
      <w:r w:rsidR="00BD65C5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 то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:  </w:t>
      </w:r>
    </w:p>
    <w:p w14:paraId="2FC4A89C" w14:textId="48959C3D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Arial" w:hAnsi="Times New Roman"/>
          <w:sz w:val="24"/>
          <w:szCs w:val="24"/>
          <w:lang w:val="sr-Cyrl-RS"/>
        </w:rPr>
      </w:pPr>
    </w:p>
    <w:p w14:paraId="762D5A15" w14:textId="75171853" w:rsidR="00652832" w:rsidRPr="00760163" w:rsidRDefault="00A17211" w:rsidP="00652832">
      <w:pPr>
        <w:pStyle w:val="ListParagraph"/>
        <w:numPr>
          <w:ilvl w:val="0"/>
          <w:numId w:val="18"/>
        </w:numPr>
        <w:spacing w:before="120"/>
        <w:ind w:right="95"/>
        <w:jc w:val="both"/>
        <w:rPr>
          <w:rFonts w:eastAsia="Arial"/>
          <w:lang w:val="sr-Cyrl-RS"/>
        </w:rPr>
      </w:pPr>
      <w:r w:rsidRPr="00760163">
        <w:rPr>
          <w:rFonts w:eastAsia="Arial"/>
          <w:lang w:val="sr-Cyrl-RS"/>
        </w:rPr>
        <w:t>Банкарск</w:t>
      </w:r>
      <w:r w:rsidR="000909FA" w:rsidRPr="00760163">
        <w:rPr>
          <w:rFonts w:eastAsia="Arial"/>
          <w:lang w:val="sr-Cyrl-RS"/>
        </w:rPr>
        <w:t>у</w:t>
      </w:r>
      <w:r w:rsidRPr="00760163">
        <w:rPr>
          <w:rFonts w:eastAsia="Arial"/>
          <w:lang w:val="sr-Cyrl-RS"/>
        </w:rPr>
        <w:t xml:space="preserve"> гаранциј</w:t>
      </w:r>
      <w:r w:rsidR="000909FA" w:rsidRPr="00760163">
        <w:rPr>
          <w:rFonts w:eastAsia="Arial"/>
          <w:lang w:val="sr-Cyrl-RS"/>
        </w:rPr>
        <w:t>у</w:t>
      </w:r>
      <w:r w:rsidR="00112516" w:rsidRPr="00760163">
        <w:rPr>
          <w:rFonts w:eastAsia="Arial"/>
          <w:lang w:val="sr-Cyrl-RS"/>
        </w:rPr>
        <w:t xml:space="preserve"> (са клаузалама безусловна и платива на први позив</w:t>
      </w:r>
      <w:r w:rsidR="00AC5848" w:rsidRPr="00760163">
        <w:rPr>
          <w:rFonts w:eastAsia="Arial"/>
          <w:lang w:val="sr-Cyrl-RS"/>
        </w:rPr>
        <w:t xml:space="preserve"> у целости</w:t>
      </w:r>
      <w:r w:rsidR="00112516" w:rsidRPr="00760163">
        <w:rPr>
          <w:rFonts w:eastAsia="Arial"/>
          <w:lang w:val="sr-Cyrl-RS"/>
        </w:rPr>
        <w:t>)</w:t>
      </w:r>
      <w:r w:rsidRPr="00760163">
        <w:rPr>
          <w:rFonts w:eastAsia="Arial"/>
          <w:lang w:val="sr-Cyrl-RS"/>
        </w:rPr>
        <w:t xml:space="preserve"> </w:t>
      </w:r>
      <w:r w:rsidRPr="00760163">
        <w:rPr>
          <w:rFonts w:eastAsia="Arial"/>
          <w:b/>
          <w:lang w:val="sr-Cyrl-RS"/>
        </w:rPr>
        <w:t>за повраћај аванса у износу од 100%</w:t>
      </w:r>
      <w:r w:rsidRPr="00760163">
        <w:rPr>
          <w:rFonts w:eastAsia="Arial"/>
          <w:lang w:val="sr-Cyrl-RS"/>
        </w:rPr>
        <w:t xml:space="preserve"> од укупно уговорене цене </w:t>
      </w:r>
      <w:r w:rsidR="00AC5848" w:rsidRPr="00760163">
        <w:rPr>
          <w:rFonts w:eastAsia="Arial"/>
          <w:lang w:val="sr-Cyrl-RS"/>
        </w:rPr>
        <w:t>са</w:t>
      </w:r>
      <w:r w:rsidRPr="00760163">
        <w:rPr>
          <w:rFonts w:eastAsia="Arial"/>
          <w:lang w:val="sr-Cyrl-RS"/>
        </w:rPr>
        <w:t xml:space="preserve"> ПДВ-а, у корист </w:t>
      </w:r>
      <w:r w:rsidR="000909FA" w:rsidRPr="00760163">
        <w:rPr>
          <w:lang w:val="sr-Cyrl-RS"/>
        </w:rPr>
        <w:t>НАРУЧИОЦА</w:t>
      </w:r>
      <w:r w:rsidRPr="00760163">
        <w:rPr>
          <w:rFonts w:eastAsia="Arial"/>
          <w:lang w:val="sr-Cyrl-RS"/>
        </w:rPr>
        <w:t xml:space="preserve"> са роком важ</w:t>
      </w:r>
      <w:r w:rsidR="00772371" w:rsidRPr="00760163">
        <w:rPr>
          <w:rFonts w:eastAsia="Arial"/>
          <w:lang w:val="sr-Cyrl-RS"/>
        </w:rPr>
        <w:t>ења</w:t>
      </w:r>
      <w:r w:rsidRPr="00760163">
        <w:rPr>
          <w:rFonts w:eastAsia="Arial"/>
          <w:lang w:val="sr-Cyrl-RS"/>
        </w:rPr>
        <w:t xml:space="preserve"> 6 месеци </w:t>
      </w:r>
      <w:r w:rsidRPr="00760163">
        <w:rPr>
          <w:rFonts w:eastAsia="Arial Unicode MS"/>
          <w:color w:val="000000"/>
          <w:kern w:val="1"/>
          <w:lang w:val="sr-Cyrl-RS" w:eastAsia="ar-SA"/>
        </w:rPr>
        <w:t xml:space="preserve">дужем од дана истека рока за коначно извршење посла. </w:t>
      </w:r>
    </w:p>
    <w:p w14:paraId="510C4EF7" w14:textId="77777777" w:rsidR="00652832" w:rsidRPr="00760163" w:rsidRDefault="00652832" w:rsidP="00652832">
      <w:pPr>
        <w:pStyle w:val="ListParagraph"/>
        <w:spacing w:before="120"/>
        <w:ind w:right="95"/>
        <w:jc w:val="both"/>
        <w:rPr>
          <w:rFonts w:eastAsia="Arial"/>
          <w:lang w:val="sr-Cyrl-RS"/>
        </w:rPr>
      </w:pPr>
    </w:p>
    <w:p w14:paraId="56B62F57" w14:textId="2BBDBFF7" w:rsidR="00864113" w:rsidRPr="00760163" w:rsidRDefault="002D69F5" w:rsidP="00933CF8">
      <w:pPr>
        <w:pStyle w:val="ListParagraph"/>
        <w:numPr>
          <w:ilvl w:val="0"/>
          <w:numId w:val="18"/>
        </w:numPr>
        <w:suppressAutoHyphens/>
        <w:spacing w:after="120" w:line="100" w:lineRule="atLeast"/>
        <w:ind w:right="251"/>
        <w:jc w:val="both"/>
        <w:rPr>
          <w:rFonts w:eastAsia="Arial Unicode MS"/>
          <w:color w:val="000000"/>
          <w:kern w:val="1"/>
          <w:lang w:val="sr-Cyrl-RS" w:eastAsia="ar-SA"/>
        </w:rPr>
      </w:pPr>
      <w:r w:rsidRPr="00760163">
        <w:rPr>
          <w:rFonts w:eastAsia="Arial Unicode MS"/>
          <w:color w:val="000000"/>
          <w:kern w:val="1"/>
          <w:lang w:val="sr-Cyrl-RS" w:eastAsia="ar-SA"/>
        </w:rPr>
        <w:t xml:space="preserve">Банкарску гаранцију </w:t>
      </w:r>
      <w:r w:rsidR="00112516" w:rsidRPr="00760163">
        <w:rPr>
          <w:rFonts w:eastAsia="Arial"/>
          <w:lang w:val="sr-Cyrl-RS"/>
        </w:rPr>
        <w:t>(са клаузалама безусловна и платива на први позив</w:t>
      </w:r>
      <w:r w:rsidR="00E45011" w:rsidRPr="00760163">
        <w:rPr>
          <w:rFonts w:eastAsia="Arial"/>
          <w:lang w:val="sr-Cyrl-RS"/>
        </w:rPr>
        <w:t xml:space="preserve"> у целости</w:t>
      </w:r>
      <w:r w:rsidR="00112516" w:rsidRPr="00760163">
        <w:rPr>
          <w:rFonts w:eastAsia="Arial"/>
          <w:lang w:val="sr-Cyrl-RS"/>
        </w:rPr>
        <w:t xml:space="preserve">) </w:t>
      </w:r>
      <w:r w:rsidR="00BD65C5" w:rsidRPr="00760163">
        <w:rPr>
          <w:rFonts w:eastAsia="Arial Unicode MS"/>
          <w:b/>
          <w:bCs/>
          <w:color w:val="000000"/>
          <w:kern w:val="1"/>
          <w:lang w:val="sr-Cyrl-RS" w:eastAsia="ar-SA"/>
        </w:rPr>
        <w:t>за добро извршење посла</w:t>
      </w:r>
      <w:r w:rsidR="00A9651B" w:rsidRPr="00760163">
        <w:rPr>
          <w:rFonts w:eastAsia="Arial Unicode MS"/>
          <w:color w:val="000000"/>
          <w:kern w:val="1"/>
          <w:lang w:val="sr-Cyrl-RS" w:eastAsia="ar-SA"/>
        </w:rPr>
        <w:t xml:space="preserve"> у</w:t>
      </w:r>
      <w:r w:rsidR="00966681" w:rsidRPr="00760163">
        <w:rPr>
          <w:rFonts w:eastAsia="Arial Unicode MS"/>
          <w:color w:val="000000"/>
          <w:kern w:val="1"/>
          <w:lang w:val="sr-Cyrl-RS" w:eastAsia="ar-SA"/>
        </w:rPr>
        <w:t xml:space="preserve"> </w:t>
      </w:r>
      <w:r w:rsidR="00BD65C5" w:rsidRPr="00760163">
        <w:rPr>
          <w:rFonts w:eastAsia="Arial Unicode MS"/>
          <w:color w:val="000000"/>
          <w:kern w:val="1"/>
          <w:lang w:val="sr-Cyrl-RS" w:eastAsia="ar-SA"/>
        </w:rPr>
        <w:t>износу</w:t>
      </w:r>
      <w:r w:rsidR="00966681" w:rsidRPr="00760163">
        <w:rPr>
          <w:rFonts w:eastAsia="Arial Unicode MS"/>
          <w:color w:val="000000"/>
          <w:kern w:val="1"/>
          <w:lang w:val="sr-Cyrl-RS" w:eastAsia="ar-SA"/>
        </w:rPr>
        <w:t xml:space="preserve"> од 10% од укупно уговорене цене без ПДВ-а, у корист </w:t>
      </w:r>
      <w:r w:rsidR="000909FA" w:rsidRPr="00760163">
        <w:rPr>
          <w:lang w:val="sr-Cyrl-RS"/>
        </w:rPr>
        <w:t>НАРУЧИОЦА</w:t>
      </w:r>
      <w:r w:rsidR="00966681" w:rsidRPr="00760163">
        <w:rPr>
          <w:rFonts w:eastAsia="Arial Unicode MS"/>
          <w:color w:val="000000"/>
          <w:kern w:val="1"/>
          <w:lang w:val="sr-Cyrl-RS" w:eastAsia="ar-SA"/>
        </w:rPr>
        <w:t xml:space="preserve"> и роком важења 30 дана дуж</w:t>
      </w:r>
      <w:r w:rsidR="00864113" w:rsidRPr="00760163">
        <w:rPr>
          <w:rFonts w:eastAsia="Arial Unicode MS"/>
          <w:color w:val="000000"/>
          <w:kern w:val="1"/>
          <w:lang w:val="sr-Cyrl-RS" w:eastAsia="ar-SA"/>
        </w:rPr>
        <w:t>е</w:t>
      </w:r>
      <w:r w:rsidR="00966681" w:rsidRPr="00760163">
        <w:rPr>
          <w:rFonts w:eastAsia="Arial Unicode MS"/>
          <w:color w:val="000000"/>
          <w:kern w:val="1"/>
          <w:lang w:val="sr-Cyrl-RS" w:eastAsia="ar-SA"/>
        </w:rPr>
        <w:t xml:space="preserve">м од </w:t>
      </w:r>
      <w:r w:rsidR="00864113" w:rsidRPr="00760163">
        <w:rPr>
          <w:rFonts w:eastAsia="Arial Unicode MS"/>
          <w:color w:val="000000"/>
          <w:kern w:val="1"/>
          <w:lang w:val="sr-Cyrl-RS" w:eastAsia="ar-SA"/>
        </w:rPr>
        <w:t>дана истека</w:t>
      </w:r>
      <w:r w:rsidR="00966681" w:rsidRPr="00760163">
        <w:rPr>
          <w:rFonts w:eastAsia="Arial Unicode MS"/>
          <w:color w:val="000000"/>
          <w:kern w:val="1"/>
          <w:lang w:val="sr-Cyrl-RS" w:eastAsia="ar-SA"/>
        </w:rPr>
        <w:t xml:space="preserve"> рока </w:t>
      </w:r>
      <w:r w:rsidR="00572FE5" w:rsidRPr="00760163">
        <w:rPr>
          <w:rFonts w:eastAsia="Arial Unicode MS"/>
          <w:color w:val="000000"/>
          <w:kern w:val="1"/>
          <w:lang w:val="sr-Cyrl-RS" w:eastAsia="ar-SA"/>
        </w:rPr>
        <w:t xml:space="preserve">за </w:t>
      </w:r>
      <w:r w:rsidR="00864113" w:rsidRPr="00760163">
        <w:rPr>
          <w:rFonts w:eastAsia="Arial Unicode MS"/>
          <w:color w:val="000000"/>
          <w:kern w:val="1"/>
          <w:lang w:val="sr-Cyrl-RS" w:eastAsia="ar-SA"/>
        </w:rPr>
        <w:t>коначан завршетак посла</w:t>
      </w:r>
      <w:r w:rsidR="00966681" w:rsidRPr="00760163">
        <w:rPr>
          <w:rFonts w:eastAsia="Arial Unicode MS"/>
          <w:color w:val="000000"/>
          <w:kern w:val="1"/>
          <w:lang w:val="sr-Cyrl-RS" w:eastAsia="ar-SA"/>
        </w:rPr>
        <w:t>;</w:t>
      </w:r>
      <w:r w:rsidR="00864113" w:rsidRPr="00760163">
        <w:rPr>
          <w:rFonts w:eastAsia="Arial Unicode MS"/>
          <w:color w:val="000000"/>
          <w:kern w:val="1"/>
          <w:lang w:val="sr-Cyrl-RS" w:eastAsia="ar-SA"/>
        </w:rPr>
        <w:t xml:space="preserve"> </w:t>
      </w:r>
    </w:p>
    <w:p w14:paraId="61F945E3" w14:textId="2E438F98" w:rsidR="00966681" w:rsidRPr="00760163" w:rsidRDefault="00A9651B" w:rsidP="00966681">
      <w:pPr>
        <w:numPr>
          <w:ilvl w:val="0"/>
          <w:numId w:val="18"/>
        </w:numPr>
        <w:suppressAutoHyphens/>
        <w:spacing w:after="120" w:line="100" w:lineRule="atLeast"/>
        <w:ind w:right="251"/>
        <w:jc w:val="both"/>
        <w:rPr>
          <w:rFonts w:ascii="Times New Roman" w:eastAsia="Arial Unicode MS" w:hAnsi="Times New Roman"/>
          <w:color w:val="000000"/>
          <w:kern w:val="2"/>
          <w:sz w:val="24"/>
          <w:szCs w:val="24"/>
          <w:lang w:val="sr-Cyrl-RS" w:eastAsia="ar-SA"/>
        </w:rPr>
      </w:pPr>
      <w:r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Банкарску гаранцију</w:t>
      </w:r>
      <w:r w:rsidR="00BD65C5" w:rsidRPr="00760163">
        <w:rPr>
          <w:rFonts w:ascii="Times New Roman" w:eastAsia="Arial Unicode MS" w:hAnsi="Times New Roman"/>
          <w:color w:val="000000"/>
          <w:kern w:val="1"/>
          <w:lang w:val="sr-Cyrl-RS" w:eastAsia="ar-SA"/>
        </w:rPr>
        <w:t xml:space="preserve"> </w:t>
      </w:r>
      <w:r w:rsidR="00112516" w:rsidRPr="00760163">
        <w:rPr>
          <w:rFonts w:ascii="Times New Roman" w:eastAsia="Arial" w:hAnsi="Times New Roman"/>
          <w:lang w:val="sr-Cyrl-RS"/>
        </w:rPr>
        <w:t>(са клаузалама безусловна и платива на први позив</w:t>
      </w:r>
      <w:r w:rsidR="00F943D3" w:rsidRPr="00760163">
        <w:rPr>
          <w:rFonts w:ascii="Times New Roman" w:eastAsia="Arial" w:hAnsi="Times New Roman"/>
          <w:lang w:val="sr-Cyrl-RS"/>
        </w:rPr>
        <w:t xml:space="preserve"> у целости</w:t>
      </w:r>
      <w:r w:rsidR="00112516" w:rsidRPr="00760163">
        <w:rPr>
          <w:rFonts w:ascii="Times New Roman" w:eastAsia="Arial" w:hAnsi="Times New Roman"/>
          <w:lang w:val="sr-Cyrl-RS"/>
        </w:rPr>
        <w:t xml:space="preserve">) </w:t>
      </w:r>
      <w:r w:rsidR="00BD65C5" w:rsidRPr="00760163">
        <w:rPr>
          <w:rFonts w:ascii="Times New Roman" w:eastAsia="Arial Unicode MS" w:hAnsi="Times New Roman"/>
          <w:b/>
          <w:bCs/>
          <w:color w:val="000000"/>
          <w:kern w:val="1"/>
          <w:lang w:val="sr-Cyrl-RS" w:eastAsia="ar-SA"/>
        </w:rPr>
        <w:t xml:space="preserve">за </w:t>
      </w:r>
      <w:r w:rsidR="00BD65C5" w:rsidRPr="00760163">
        <w:rPr>
          <w:rFonts w:ascii="Times New Roman" w:eastAsia="Arial Unicode MS" w:hAnsi="Times New Roman"/>
          <w:b/>
          <w:bCs/>
          <w:color w:val="000000"/>
          <w:kern w:val="1"/>
          <w:sz w:val="24"/>
          <w:szCs w:val="24"/>
          <w:lang w:val="sr-Cyrl-RS" w:eastAsia="ar-SA"/>
        </w:rPr>
        <w:t>о</w:t>
      </w:r>
      <w:r w:rsidR="00966681" w:rsidRPr="00760163">
        <w:rPr>
          <w:rFonts w:ascii="Times New Roman" w:eastAsia="Arial Unicode MS" w:hAnsi="Times New Roman"/>
          <w:b/>
          <w:bCs/>
          <w:color w:val="000000"/>
          <w:kern w:val="1"/>
          <w:sz w:val="24"/>
          <w:szCs w:val="24"/>
          <w:lang w:val="sr-Cyrl-RS" w:eastAsia="ar-SA"/>
        </w:rPr>
        <w:t>тклањање недостатака у гарантном року</w:t>
      </w:r>
      <w:r w:rsidR="00BD65C5"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 </w:t>
      </w:r>
      <w:r w:rsidR="00966681"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у </w:t>
      </w:r>
      <w:r w:rsidR="00BD65C5"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износу</w:t>
      </w:r>
      <w:r w:rsidR="00966681"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 од </w:t>
      </w:r>
      <w:r w:rsidR="00BD65C5"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10</w:t>
      </w:r>
      <w:r w:rsidR="00966681"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% од укупно уговорене цене без ПДВ-а, у корист </w:t>
      </w:r>
      <w:r w:rsidR="000909FA" w:rsidRPr="00760163">
        <w:rPr>
          <w:rFonts w:ascii="Times New Roman" w:hAnsi="Times New Roman"/>
          <w:sz w:val="24"/>
          <w:lang w:val="sr-Cyrl-RS"/>
        </w:rPr>
        <w:t>НАРУЧИОЦА</w:t>
      </w:r>
      <w:r w:rsidR="00966681"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 и роком важења 30 дана дуж</w:t>
      </w:r>
      <w:r w:rsidR="00864113"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е</w:t>
      </w:r>
      <w:r w:rsidR="00966681"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м од уговореног гарантног рока</w:t>
      </w:r>
      <w:r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. </w:t>
      </w:r>
    </w:p>
    <w:p w14:paraId="4AE4348E" w14:textId="3B0B84BA" w:rsidR="001641BA" w:rsidRPr="00760163" w:rsidRDefault="00864113" w:rsidP="001641BA">
      <w:pPr>
        <w:numPr>
          <w:ilvl w:val="0"/>
          <w:numId w:val="18"/>
        </w:numPr>
        <w:suppressAutoHyphens/>
        <w:spacing w:after="120" w:line="100" w:lineRule="atLeast"/>
        <w:ind w:right="251"/>
        <w:jc w:val="both"/>
        <w:rPr>
          <w:rFonts w:ascii="Times New Roman" w:eastAsia="Arial Unicode MS" w:hAnsi="Times New Roman"/>
          <w:color w:val="000000"/>
          <w:kern w:val="2"/>
          <w:sz w:val="24"/>
          <w:szCs w:val="24"/>
          <w:lang w:val="sr-Cyrl-RS" w:eastAsia="ar-SA"/>
        </w:rPr>
      </w:pPr>
      <w:r w:rsidRPr="00760163">
        <w:rPr>
          <w:rFonts w:ascii="Times New Roman" w:eastAsia="Arial Unicode MS" w:hAnsi="Times New Roman"/>
          <w:b/>
          <w:bCs/>
          <w:color w:val="000000"/>
          <w:kern w:val="1"/>
          <w:lang w:val="sr-Cyrl-RS" w:eastAsia="ar-SA"/>
        </w:rPr>
        <w:t>Р</w:t>
      </w:r>
      <w:r w:rsidRPr="00760163">
        <w:rPr>
          <w:rFonts w:ascii="Times New Roman" w:eastAsia="Arial Unicode MS" w:hAnsi="Times New Roman"/>
          <w:b/>
          <w:bCs/>
          <w:color w:val="000000"/>
          <w:kern w:val="1"/>
          <w:sz w:val="24"/>
          <w:szCs w:val="24"/>
          <w:lang w:val="sr-Cyrl-RS" w:eastAsia="ar-SA"/>
        </w:rPr>
        <w:t>егистровану</w:t>
      </w:r>
      <w:r w:rsidRPr="00760163">
        <w:rPr>
          <w:rFonts w:eastAsia="Arial Unicode MS"/>
          <w:b/>
          <w:bCs/>
          <w:color w:val="000000"/>
          <w:kern w:val="1"/>
          <w:lang w:val="sr-Cyrl-RS" w:eastAsia="ar-SA"/>
        </w:rPr>
        <w:t xml:space="preserve"> </w:t>
      </w:r>
      <w:r w:rsidRPr="00760163">
        <w:rPr>
          <w:rFonts w:ascii="Times New Roman" w:eastAsia="Arial Unicode MS" w:hAnsi="Times New Roman"/>
          <w:b/>
          <w:bCs/>
          <w:color w:val="000000"/>
          <w:kern w:val="1"/>
          <w:sz w:val="24"/>
          <w:szCs w:val="24"/>
          <w:lang w:val="sr-Cyrl-RS" w:eastAsia="ar-SA"/>
        </w:rPr>
        <w:t>меницу</w:t>
      </w:r>
      <w:r w:rsidRPr="00760163">
        <w:rPr>
          <w:rFonts w:eastAsia="Arial Unicode MS"/>
          <w:color w:val="000000"/>
          <w:kern w:val="1"/>
          <w:lang w:val="sr-Cyrl-RS" w:eastAsia="ar-SA"/>
        </w:rPr>
        <w:t xml:space="preserve"> </w:t>
      </w:r>
      <w:r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са меничним овлашћењем</w:t>
      </w:r>
      <w:r w:rsidRPr="00760163">
        <w:rPr>
          <w:rFonts w:eastAsia="Arial Unicode MS"/>
          <w:color w:val="000000"/>
          <w:kern w:val="1"/>
          <w:lang w:val="sr-Cyrl-RS" w:eastAsia="ar-SA"/>
        </w:rPr>
        <w:t xml:space="preserve"> </w:t>
      </w:r>
      <w:r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у износу од 5% од укупно уговорене цене без ПДВ-а, у корист </w:t>
      </w:r>
      <w:r w:rsidR="000909FA" w:rsidRPr="00760163">
        <w:rPr>
          <w:rFonts w:ascii="Times New Roman" w:hAnsi="Times New Roman"/>
          <w:sz w:val="24"/>
          <w:lang w:val="sr-Cyrl-RS"/>
        </w:rPr>
        <w:t>НАРУЧИОЦА</w:t>
      </w:r>
      <w:r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 и роком важења </w:t>
      </w:r>
      <w:r w:rsidR="001641BA"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6</w:t>
      </w:r>
      <w:r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0 дана </w:t>
      </w:r>
      <w:bookmarkStart w:id="4" w:name="_Hlk175657291"/>
      <w:r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дужем од дана истека рока за коначно извршење посла,</w:t>
      </w:r>
      <w:bookmarkEnd w:id="4"/>
      <w:r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 која ће бити активирана у сврху наплате уговорне казне</w:t>
      </w:r>
      <w:r w:rsidR="000909FA"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 у складу са чл. 10. овог уговора</w:t>
      </w:r>
      <w:r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.</w:t>
      </w:r>
    </w:p>
    <w:p w14:paraId="4B54B0E7" w14:textId="2327DA08" w:rsidR="001641BA" w:rsidRPr="00760163" w:rsidRDefault="001641BA" w:rsidP="001641BA">
      <w:pPr>
        <w:suppressAutoHyphens/>
        <w:spacing w:after="120" w:line="100" w:lineRule="atLeast"/>
        <w:ind w:right="251"/>
        <w:jc w:val="both"/>
        <w:rPr>
          <w:rFonts w:ascii="Times New Roman" w:eastAsia="Arial Unicode MS" w:hAnsi="Times New Roman"/>
          <w:color w:val="000000"/>
          <w:kern w:val="2"/>
          <w:sz w:val="24"/>
          <w:szCs w:val="24"/>
          <w:lang w:val="sr-Cyrl-RS" w:eastAsia="ar-SA"/>
        </w:rPr>
      </w:pPr>
      <w:r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Рок за достављање свих средстава обезбеђења је најдуже 3 недеље од дана закључења уговора.</w:t>
      </w:r>
    </w:p>
    <w:p w14:paraId="1BE80AAE" w14:textId="77777777" w:rsidR="001641BA" w:rsidRPr="00760163" w:rsidRDefault="001641BA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val="sr-Cyrl-RS"/>
        </w:rPr>
      </w:pPr>
    </w:p>
    <w:p w14:paraId="64B4BBB7" w14:textId="2A0C3EC3" w:rsidR="00966681" w:rsidRPr="00760163" w:rsidRDefault="00966681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  <w:t xml:space="preserve">НАКНАДА ШТЕТЕ </w:t>
      </w:r>
    </w:p>
    <w:p w14:paraId="69593F98" w14:textId="77777777" w:rsidR="00150F28" w:rsidRPr="00760163" w:rsidRDefault="00150F28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</w:p>
    <w:p w14:paraId="049244AF" w14:textId="77777777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9.</w:t>
      </w:r>
    </w:p>
    <w:p w14:paraId="7A61A1F2" w14:textId="01F50684" w:rsidR="00966681" w:rsidRPr="00760163" w:rsidRDefault="0098006B" w:rsidP="00966681">
      <w:pPr>
        <w:tabs>
          <w:tab w:val="left" w:pos="851"/>
        </w:tabs>
        <w:spacing w:before="120"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је дужан да </w:t>
      </w:r>
      <w:r w:rsidR="000909FA" w:rsidRPr="00760163">
        <w:rPr>
          <w:rFonts w:ascii="Times New Roman" w:hAnsi="Times New Roman"/>
          <w:sz w:val="24"/>
          <w:lang w:val="sr-Cyrl-RS"/>
        </w:rPr>
        <w:t>НАРУЧИОЦУ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надокнади штету коју причини на имовини </w:t>
      </w:r>
      <w:r w:rsidR="000909FA" w:rsidRPr="00760163">
        <w:rPr>
          <w:rFonts w:ascii="Times New Roman" w:hAnsi="Times New Roman"/>
          <w:sz w:val="24"/>
          <w:lang w:val="sr-Cyrl-RS"/>
        </w:rPr>
        <w:t>НАРУЧИОЦА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својом кривицом или грубом непажњом.</w:t>
      </w:r>
    </w:p>
    <w:p w14:paraId="0E8EBFD9" w14:textId="35DA7185" w:rsidR="00966681" w:rsidRPr="00760163" w:rsidRDefault="00966681" w:rsidP="00966681">
      <w:pPr>
        <w:tabs>
          <w:tab w:val="left" w:pos="90"/>
          <w:tab w:val="left" w:pos="851"/>
        </w:tabs>
        <w:spacing w:before="120"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Уколико </w:t>
      </w:r>
      <w:r w:rsidR="000909FA" w:rsidRPr="00760163">
        <w:rPr>
          <w:rFonts w:ascii="Times New Roman" w:hAnsi="Times New Roman"/>
          <w:sz w:val="24"/>
          <w:lang w:val="sr-Cyrl-RS"/>
        </w:rPr>
        <w:t>НАРУЧИЛАЦ</w:t>
      </w:r>
      <w:r w:rsidR="000909FA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у току реализације овог уговора претрпи штету која је последица неиспуњавања уговорних обавеза од стране </w:t>
      </w:r>
      <w:r w:rsidR="0098006B" w:rsidRPr="00760163">
        <w:rPr>
          <w:rFonts w:ascii="Times New Roman" w:hAnsi="Times New Roman"/>
          <w:sz w:val="24"/>
          <w:lang w:val="sr-Cyrl-RS"/>
        </w:rPr>
        <w:t>ДОБАВЉАЧА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 w:rsidR="0098006B" w:rsidRPr="00760163">
        <w:rPr>
          <w:rFonts w:ascii="Times New Roman" w:hAnsi="Times New Roman"/>
          <w:sz w:val="24"/>
          <w:lang w:val="sr-Cyrl-RS"/>
        </w:rPr>
        <w:t>ДОБАВЉАЧ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је одговоран за штету коју је </w:t>
      </w:r>
      <w:r w:rsidR="000909FA" w:rsidRPr="00760163">
        <w:rPr>
          <w:rFonts w:ascii="Times New Roman" w:hAnsi="Times New Roman"/>
          <w:sz w:val="24"/>
          <w:lang w:val="sr-Cyrl-RS"/>
        </w:rPr>
        <w:t>НАРУЧИЛАЦ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у том случају претрпео и дужан је да је надокнади. </w:t>
      </w:r>
    </w:p>
    <w:p w14:paraId="15628FEC" w14:textId="5428B5E6" w:rsidR="00966681" w:rsidRPr="00760163" w:rsidRDefault="00966681" w:rsidP="00966681">
      <w:pPr>
        <w:tabs>
          <w:tab w:val="left" w:pos="90"/>
          <w:tab w:val="left" w:pos="851"/>
        </w:tabs>
        <w:spacing w:before="120"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Уговорне стране су сагласне да у случају наступања штете из става 1. и става 2. овог члана заједничка комисија утврди евентуалну одговорност </w:t>
      </w:r>
      <w:r w:rsidR="0098006B" w:rsidRPr="00760163">
        <w:rPr>
          <w:rFonts w:ascii="Times New Roman" w:hAnsi="Times New Roman"/>
          <w:sz w:val="24"/>
          <w:lang w:val="sr-Cyrl-RS"/>
        </w:rPr>
        <w:t>ДОБАВЉАЧА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, обим и висину штете, о чему ће се сачинити записник.</w:t>
      </w:r>
    </w:p>
    <w:p w14:paraId="6AF25846" w14:textId="77777777" w:rsidR="00467EBA" w:rsidRPr="00760163" w:rsidRDefault="00467EBA" w:rsidP="00966681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01380B08" w14:textId="419ACE8A" w:rsidR="00966681" w:rsidRPr="00760163" w:rsidRDefault="00966681" w:rsidP="00966681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УГОВОРНА КАЗНА </w:t>
      </w:r>
    </w:p>
    <w:p w14:paraId="5E0BF185" w14:textId="77777777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10.</w:t>
      </w:r>
    </w:p>
    <w:p w14:paraId="0B536F37" w14:textId="143F98E7" w:rsidR="004E301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У случају кашњења са испоруком</w:t>
      </w:r>
      <w:r w:rsidR="00B27B2E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 w:rsidR="00B27B2E" w:rsidRPr="00760163">
        <w:rPr>
          <w:rFonts w:ascii="Times New Roman" w:eastAsia="Times New Roman" w:hAnsi="Times New Roman"/>
          <w:sz w:val="24"/>
          <w:szCs w:val="24"/>
          <w:lang w:val="sr-Cyrl-RS"/>
        </w:rPr>
        <w:t>монтаж</w:t>
      </w:r>
      <w:r w:rsidR="00B27B2E">
        <w:rPr>
          <w:rFonts w:ascii="Times New Roman" w:eastAsia="Times New Roman" w:hAnsi="Times New Roman"/>
          <w:sz w:val="24"/>
          <w:szCs w:val="24"/>
          <w:lang w:val="sr-Cyrl-RS"/>
        </w:rPr>
        <w:t>ом</w:t>
      </w:r>
      <w:r w:rsidR="00B27B2E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 стављањ</w:t>
      </w:r>
      <w:r w:rsidR="00B27B2E">
        <w:rPr>
          <w:rFonts w:ascii="Times New Roman" w:eastAsia="Times New Roman" w:hAnsi="Times New Roman"/>
          <w:sz w:val="24"/>
          <w:szCs w:val="24"/>
          <w:lang w:val="sr-Cyrl-RS"/>
        </w:rPr>
        <w:t>ем</w:t>
      </w:r>
      <w:r w:rsidR="00B27B2E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у функцију</w:t>
      </w:r>
      <w:r w:rsidR="00B27B2E">
        <w:rPr>
          <w:rFonts w:ascii="Times New Roman" w:eastAsia="Times New Roman" w:hAnsi="Times New Roman"/>
          <w:sz w:val="24"/>
          <w:szCs w:val="24"/>
          <w:lang w:val="sr-Cyrl-RS"/>
        </w:rPr>
        <w:t xml:space="preserve"> предметних добара,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2E2256" w:rsidRPr="00760163">
        <w:rPr>
          <w:rFonts w:ascii="Times New Roman" w:hAnsi="Times New Roman"/>
          <w:sz w:val="24"/>
          <w:lang w:val="sr-Cyrl-RS"/>
        </w:rPr>
        <w:t>ДОБАВЉАЧ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је у обавези да плати уговорну казну </w:t>
      </w:r>
      <w:r w:rsidR="00DB2404" w:rsidRPr="00760163">
        <w:rPr>
          <w:rFonts w:ascii="Times New Roman" w:hAnsi="Times New Roman"/>
          <w:sz w:val="24"/>
          <w:lang w:val="sr-Cyrl-RS"/>
        </w:rPr>
        <w:t>НАРУЧИОЦУ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у висини од 0,</w:t>
      </w:r>
      <w:r w:rsidR="004E3011" w:rsidRPr="00760163">
        <w:rPr>
          <w:rFonts w:ascii="Times New Roman" w:eastAsia="Times New Roman" w:hAnsi="Times New Roman"/>
          <w:sz w:val="24"/>
          <w:szCs w:val="24"/>
          <w:lang w:val="sr-Cyrl-RS"/>
        </w:rPr>
        <w:t>1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% вредности уговора без ПДВ-а за сваки дан прекорачења уговореног рока испоруке</w:t>
      </w:r>
      <w:r w:rsidR="00B27B2E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 w:rsidR="00B27B2E" w:rsidRPr="00760163">
        <w:rPr>
          <w:rFonts w:ascii="Times New Roman" w:eastAsia="Times New Roman" w:hAnsi="Times New Roman"/>
          <w:sz w:val="24"/>
          <w:szCs w:val="24"/>
          <w:lang w:val="sr-Cyrl-RS"/>
        </w:rPr>
        <w:t>монтаж</w:t>
      </w:r>
      <w:r w:rsidR="00B27B2E">
        <w:rPr>
          <w:rFonts w:ascii="Times New Roman" w:eastAsia="Times New Roman" w:hAnsi="Times New Roman"/>
          <w:sz w:val="24"/>
          <w:szCs w:val="24"/>
          <w:lang w:val="sr-Cyrl-RS"/>
        </w:rPr>
        <w:t>е</w:t>
      </w:r>
      <w:r w:rsidR="00B27B2E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 стављањ</w:t>
      </w:r>
      <w:r w:rsidR="00B27B2E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="00B27B2E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у функцију</w:t>
      </w:r>
      <w:r w:rsidR="00B27B2E">
        <w:rPr>
          <w:rFonts w:ascii="Times New Roman" w:eastAsia="Times New Roman" w:hAnsi="Times New Roman"/>
          <w:sz w:val="24"/>
          <w:szCs w:val="24"/>
          <w:lang w:val="sr-Cyrl-RS"/>
        </w:rPr>
        <w:t xml:space="preserve"> предметних добара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а највише 5% од укупне вредности уговора без ПДВ-а. </w:t>
      </w:r>
    </w:p>
    <w:p w14:paraId="4C320E92" w14:textId="5A41046B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Уговорна казна и  </w:t>
      </w:r>
      <w:r w:rsidR="00A9651B" w:rsidRPr="00760163">
        <w:rPr>
          <w:rFonts w:ascii="Times New Roman" w:eastAsia="Times New Roman" w:hAnsi="Times New Roman"/>
          <w:sz w:val="24"/>
          <w:szCs w:val="24"/>
          <w:lang w:val="sr-Cyrl-RS"/>
        </w:rPr>
        <w:t>банкарска гаранција за добро извршење посла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не искључују једна другу и </w:t>
      </w:r>
      <w:r w:rsidR="00DB2404" w:rsidRPr="00760163">
        <w:rPr>
          <w:rFonts w:ascii="Times New Roman" w:hAnsi="Times New Roman"/>
          <w:sz w:val="24"/>
          <w:lang w:val="sr-Cyrl-RS"/>
        </w:rPr>
        <w:t>НАРУЧИЛАЦ</w:t>
      </w:r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може реализовати об</w:t>
      </w:r>
      <w:r w:rsidR="00A9651B" w:rsidRPr="00760163">
        <w:rPr>
          <w:rFonts w:ascii="Times New Roman" w:eastAsia="Times New Roman" w:hAnsi="Times New Roman"/>
          <w:sz w:val="24"/>
          <w:szCs w:val="24"/>
          <w:lang w:val="sr-Cyrl-RS"/>
        </w:rPr>
        <w:t>а средства обезбеђења.</w:t>
      </w:r>
      <w:r w:rsidR="00A9651B" w:rsidRPr="00760163">
        <w:rPr>
          <w:rFonts w:ascii="Times New Roman" w:eastAsia="Times New Roman" w:hAnsi="Times New Roman"/>
          <w:sz w:val="24"/>
          <w:szCs w:val="24"/>
          <w:lang w:val="sr-Cyrl-RS"/>
        </w:rPr>
        <w:tab/>
      </w:r>
    </w:p>
    <w:p w14:paraId="3765D394" w14:textId="771A9C62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Делимично извршење уговорне обавезе на искључује обавезу плаћања уговорене казне.</w:t>
      </w:r>
    </w:p>
    <w:p w14:paraId="23E41E45" w14:textId="0A1B1C68" w:rsidR="0070495F" w:rsidRPr="00760163" w:rsidRDefault="00966681" w:rsidP="00966681">
      <w:pPr>
        <w:suppressAutoHyphens/>
        <w:spacing w:before="120" w:after="0" w:line="240" w:lineRule="auto"/>
        <w:ind w:right="-38"/>
        <w:jc w:val="both"/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</w:pPr>
      <w:r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У случају задоцњења у испуњењу уговорних обавеза </w:t>
      </w:r>
      <w:r w:rsidR="004E3011"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од стране </w:t>
      </w:r>
      <w:r w:rsidR="002E2256" w:rsidRPr="00760163">
        <w:rPr>
          <w:rFonts w:ascii="Times New Roman" w:hAnsi="Times New Roman"/>
          <w:sz w:val="24"/>
          <w:lang w:val="sr-Cyrl-RS"/>
        </w:rPr>
        <w:t>ДОБАВЉАЧА</w:t>
      </w:r>
      <w:r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, </w:t>
      </w:r>
      <w:r w:rsidR="00DB2404" w:rsidRPr="00760163">
        <w:rPr>
          <w:rFonts w:ascii="Times New Roman" w:hAnsi="Times New Roman"/>
          <w:sz w:val="24"/>
          <w:lang w:val="sr-Cyrl-RS"/>
        </w:rPr>
        <w:t>НАРУЧИЛАЦ</w:t>
      </w:r>
      <w:r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 без посебног саопштења задржава право на уговорну казну. </w:t>
      </w:r>
    </w:p>
    <w:p w14:paraId="587294C1" w14:textId="6FF8B69B" w:rsidR="00966681" w:rsidRPr="00760163" w:rsidRDefault="00DB2404" w:rsidP="00966681">
      <w:pPr>
        <w:suppressAutoHyphens/>
        <w:spacing w:before="120" w:after="0" w:line="240" w:lineRule="auto"/>
        <w:ind w:right="-38"/>
        <w:jc w:val="both"/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</w:pPr>
      <w:r w:rsidRPr="00760163">
        <w:rPr>
          <w:rFonts w:ascii="Times New Roman" w:hAnsi="Times New Roman"/>
          <w:sz w:val="24"/>
          <w:lang w:val="sr-Cyrl-RS"/>
        </w:rPr>
        <w:t>НАРУЧИЛАЦ</w:t>
      </w:r>
      <w:r w:rsidR="00966681"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 ће, у складу са одредбама овог Уговора, према датуму завршетка уговорних обавеза, утврдити број дана у прекорачењу уговореног рока  од стране </w:t>
      </w:r>
      <w:r w:rsidR="002E2256" w:rsidRPr="00760163">
        <w:rPr>
          <w:rFonts w:ascii="Times New Roman" w:hAnsi="Times New Roman"/>
          <w:sz w:val="24"/>
          <w:lang w:val="sr-Cyrl-RS"/>
        </w:rPr>
        <w:t>ДОБАВЉАЧА</w:t>
      </w:r>
      <w:r w:rsidR="00966681" w:rsidRPr="00760163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 xml:space="preserve"> и на основу тога обрачунати висину уговорне казне. </w:t>
      </w:r>
    </w:p>
    <w:p w14:paraId="79F676E3" w14:textId="77777777" w:rsidR="00572FE5" w:rsidRPr="00760163" w:rsidRDefault="00572FE5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</w:p>
    <w:p w14:paraId="489E82B4" w14:textId="77777777" w:rsidR="0070495F" w:rsidRPr="00760163" w:rsidRDefault="0070495F" w:rsidP="007049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</w:p>
    <w:p w14:paraId="6AF9DA58" w14:textId="77777777" w:rsidR="0070495F" w:rsidRPr="00760163" w:rsidRDefault="0070495F" w:rsidP="007049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</w:p>
    <w:p w14:paraId="22498138" w14:textId="040911BB" w:rsidR="0070495F" w:rsidRPr="00760163" w:rsidRDefault="0070495F" w:rsidP="007049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ПОДИЗВОЂАЧИ ИЛИ ГРУПА ПОНУЂАЧА</w:t>
      </w:r>
    </w:p>
    <w:p w14:paraId="78EEFD95" w14:textId="2D8E978F" w:rsidR="0070495F" w:rsidRPr="00760163" w:rsidRDefault="0070495F" w:rsidP="0070495F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val="sr-Cyrl-RS"/>
        </w:rPr>
      </w:pPr>
      <w:r w:rsidRPr="00760163">
        <w:rPr>
          <w:rFonts w:ascii="Times New Roman" w:eastAsia="Times New Roman" w:hAnsi="Times New Roman"/>
          <w:i/>
          <w:iCs/>
          <w:sz w:val="24"/>
          <w:szCs w:val="24"/>
          <w:u w:val="single"/>
          <w:lang w:val="sr-Cyrl-RS"/>
        </w:rPr>
        <w:t>(попунити само ако ће бити ангажовани подизвођачи или ако се ради о заједничкој понуди)</w:t>
      </w:r>
    </w:p>
    <w:p w14:paraId="03833ED5" w14:textId="1ECCA0E8" w:rsidR="0070495F" w:rsidRPr="00760163" w:rsidRDefault="0070495F" w:rsidP="007049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bCs/>
          <w:i/>
          <w:iCs/>
          <w:sz w:val="24"/>
          <w:szCs w:val="24"/>
          <w:lang w:val="sr-Cyrl-RS"/>
        </w:rPr>
        <w:t>Члан 11.</w:t>
      </w:r>
    </w:p>
    <w:p w14:paraId="5D0E350A" w14:textId="77777777" w:rsidR="0070495F" w:rsidRPr="00760163" w:rsidRDefault="0070495F" w:rsidP="007049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05159B4D" w14:textId="589CC923" w:rsidR="0070495F" w:rsidRPr="00760163" w:rsidRDefault="002E2256" w:rsidP="007049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70495F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је овлашћен да поједине </w:t>
      </w:r>
      <w:r w:rsidR="00760163">
        <w:rPr>
          <w:rFonts w:ascii="Times New Roman" w:eastAsia="Times New Roman" w:hAnsi="Times New Roman"/>
          <w:sz w:val="24"/>
          <w:szCs w:val="24"/>
          <w:lang w:val="sr-Cyrl-RS"/>
        </w:rPr>
        <w:t>обавез</w:t>
      </w:r>
      <w:r w:rsidR="0070495F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е, које су предмет овог уговора, пренесе на извршење другим лицима – подизвођачима, који су овлашћени за извршење тих делова обавеза. </w:t>
      </w:r>
    </w:p>
    <w:p w14:paraId="28F38435" w14:textId="742CDE3C" w:rsidR="0070495F" w:rsidRPr="00760163" w:rsidRDefault="002E2256" w:rsidP="007049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70495F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који наступа са подизвођачем у потпуности одговара </w:t>
      </w:r>
      <w:r w:rsidR="00DB2404" w:rsidRPr="00760163">
        <w:rPr>
          <w:rFonts w:ascii="Times New Roman" w:hAnsi="Times New Roman"/>
          <w:sz w:val="24"/>
          <w:lang w:val="sr-Cyrl-RS"/>
        </w:rPr>
        <w:t xml:space="preserve">НАРУЧИОЦУ </w:t>
      </w:r>
      <w:r w:rsidR="0070495F" w:rsidRPr="00760163">
        <w:rPr>
          <w:rFonts w:ascii="Times New Roman" w:eastAsia="Times New Roman" w:hAnsi="Times New Roman"/>
          <w:sz w:val="24"/>
          <w:szCs w:val="24"/>
          <w:lang w:val="sr-Cyrl-RS"/>
        </w:rPr>
        <w:t>за извршење уговорене набавке, без обзира на број подизвођача.</w:t>
      </w:r>
    </w:p>
    <w:p w14:paraId="32B30399" w14:textId="77777777" w:rsidR="004E3011" w:rsidRPr="00760163" w:rsidRDefault="004E3011" w:rsidP="0070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7A429FBA" w14:textId="77777777" w:rsidR="004E3011" w:rsidRPr="00760163" w:rsidRDefault="004E3011" w:rsidP="0070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558F2D14" w14:textId="77777777" w:rsidR="004E3011" w:rsidRPr="00760163" w:rsidRDefault="004E3011" w:rsidP="0070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2123B7AD" w14:textId="68F68D14" w:rsidR="0070495F" w:rsidRPr="00760163" w:rsidRDefault="0070495F" w:rsidP="0070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У смислу чл. 131. Закона о јавним набавкама, наводе се </w:t>
      </w:r>
      <w:r w:rsidR="004E301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следећи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подаци:</w:t>
      </w:r>
    </w:p>
    <w:p w14:paraId="4C9B6575" w14:textId="77777777" w:rsidR="004E3011" w:rsidRPr="00760163" w:rsidRDefault="004E3011" w:rsidP="007049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724A3A31" w14:textId="4F738894" w:rsidR="0070495F" w:rsidRPr="00760163" w:rsidRDefault="0070495F" w:rsidP="007049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- који део уговора ће се поверити подизвођачу (по предмету, количини, вредности, или проценту)</w:t>
      </w:r>
      <w:r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__________________________________________________________________</w:t>
      </w:r>
    </w:p>
    <w:p w14:paraId="1E4B70BB" w14:textId="77777777" w:rsidR="001B2D54" w:rsidRPr="00760163" w:rsidRDefault="001B2D54" w:rsidP="007049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24A75B8B" w14:textId="0CD17D2D" w:rsidR="0070495F" w:rsidRPr="00760163" w:rsidRDefault="0070495F" w:rsidP="0070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- подаци о подизвођачима: ________________________________________________________</w:t>
      </w:r>
      <w:r w:rsidR="004E3011" w:rsidRPr="00760163">
        <w:rPr>
          <w:rFonts w:ascii="Times New Roman" w:eastAsia="Times New Roman" w:hAnsi="Times New Roman"/>
          <w:sz w:val="24"/>
          <w:szCs w:val="24"/>
          <w:lang w:val="sr-Cyrl-RS"/>
        </w:rPr>
        <w:t>_________________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__</w:t>
      </w:r>
    </w:p>
    <w:p w14:paraId="5BBBD1FC" w14:textId="77777777" w:rsidR="001B2D54" w:rsidRPr="00760163" w:rsidRDefault="001B2D54" w:rsidP="0070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436FB325" w14:textId="2D2F1603" w:rsidR="0070495F" w:rsidRPr="00760163" w:rsidRDefault="0070495F" w:rsidP="001B2D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- да ли ће </w:t>
      </w:r>
      <w:r w:rsidR="00DB2404" w:rsidRPr="00760163">
        <w:rPr>
          <w:rFonts w:ascii="Times New Roman" w:hAnsi="Times New Roman"/>
          <w:sz w:val="24"/>
          <w:lang w:val="sr-Cyrl-RS"/>
        </w:rPr>
        <w:t>НАРУЧИЛАЦ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непосредно да врши плаћање подизвођачу за део уговора који је</w:t>
      </w:r>
      <w:r w:rsidR="001B2D5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он извршио или ће то вршити понуђач  _____________________________________________</w:t>
      </w:r>
      <w:r w:rsidR="001B2D54" w:rsidRPr="00760163">
        <w:rPr>
          <w:rFonts w:ascii="Times New Roman" w:eastAsia="Times New Roman" w:hAnsi="Times New Roman"/>
          <w:sz w:val="24"/>
          <w:szCs w:val="24"/>
          <w:lang w:val="sr-Cyrl-RS"/>
        </w:rPr>
        <w:t>_____________________________</w:t>
      </w:r>
    </w:p>
    <w:p w14:paraId="026C38F3" w14:textId="77777777" w:rsidR="001B2D54" w:rsidRPr="00760163" w:rsidRDefault="001B2D54" w:rsidP="001B2D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2F386F81" w14:textId="5A75C9AB" w:rsidR="0070495F" w:rsidRPr="00760163" w:rsidRDefault="001B2D54" w:rsidP="001B2D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 xml:space="preserve">- </w:t>
      </w:r>
      <w:r w:rsidR="002E2256" w:rsidRPr="00760163">
        <w:rPr>
          <w:rFonts w:ascii="Times New Roman" w:hAnsi="Times New Roman"/>
          <w:sz w:val="24"/>
          <w:lang w:val="sr-Cyrl-RS"/>
        </w:rPr>
        <w:t>ДОБАВЉАЧ</w:t>
      </w:r>
      <w:r w:rsidR="0070495F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наступа као група понуђача у заједничкој понуди (навести податке о учесницима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у </w:t>
      </w:r>
      <w:r w:rsidR="0070495F" w:rsidRPr="00760163">
        <w:rPr>
          <w:rFonts w:ascii="Times New Roman" w:eastAsia="Times New Roman" w:hAnsi="Times New Roman"/>
          <w:sz w:val="24"/>
          <w:szCs w:val="24"/>
          <w:lang w:val="sr-Cyrl-RS"/>
        </w:rPr>
        <w:t>заједничкој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понуди) __________________________________________________________________________.</w:t>
      </w:r>
    </w:p>
    <w:p w14:paraId="375C8CE7" w14:textId="77777777" w:rsidR="00572FE5" w:rsidRPr="00760163" w:rsidRDefault="00572FE5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</w:p>
    <w:p w14:paraId="09C67F2B" w14:textId="77777777" w:rsidR="0070495F" w:rsidRPr="00760163" w:rsidRDefault="0070495F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</w:p>
    <w:p w14:paraId="3EC18E99" w14:textId="5794FD4E" w:rsidR="00966681" w:rsidRPr="00760163" w:rsidRDefault="00966681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  <w:t xml:space="preserve">ВИША СИЛА </w:t>
      </w:r>
    </w:p>
    <w:p w14:paraId="22885F4C" w14:textId="414262B6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1</w:t>
      </w:r>
      <w:r w:rsidR="0070495F"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2</w:t>
      </w: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.</w:t>
      </w:r>
    </w:p>
    <w:p w14:paraId="5C068A95" w14:textId="77777777" w:rsidR="0070495F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Наступање више силе ослобађа од одговорности уговорне стране за кашњење у извршењу уговорних обавеза. </w:t>
      </w:r>
    </w:p>
    <w:p w14:paraId="64BCA6AC" w14:textId="016A09CC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О датуму наступања, трајању и датуму престанка више силе, уговорне стране су обавезне да једна другу обавесте писаним путем у року од 24 часа.</w:t>
      </w:r>
    </w:p>
    <w:p w14:paraId="3452F9F0" w14:textId="02E53EFB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Као случајеви више силе сматрају се природне катастрофе, пожар, поплава, експлозија, транспортне несреће, одлуке органа власти и други случајеви који су законом утврђени као виша сила.</w:t>
      </w:r>
    </w:p>
    <w:p w14:paraId="51FE53B6" w14:textId="77777777" w:rsidR="00572FE5" w:rsidRPr="00760163" w:rsidRDefault="00572FE5" w:rsidP="00572FE5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28A6B0CF" w14:textId="5FF841BA" w:rsidR="00572FE5" w:rsidRPr="00760163" w:rsidRDefault="00966681" w:rsidP="00572FE5">
      <w:pPr>
        <w:spacing w:before="120"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>РЕШАВАЊЕ СПОРОВА</w:t>
      </w:r>
      <w:r w:rsidRPr="00760163"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  <w:t xml:space="preserve"> </w:t>
      </w:r>
    </w:p>
    <w:p w14:paraId="58741018" w14:textId="4C560C7A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1</w:t>
      </w:r>
      <w:r w:rsidR="0070495F"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3</w:t>
      </w: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.</w:t>
      </w:r>
    </w:p>
    <w:p w14:paraId="779A4AA6" w14:textId="7912E5C9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Све евентуалне спорове, који настану поводом овог Уговора, уговорне стране ће покушати да реше споразумно, а у случају одсуства споразума, уговара се надлежност Привредног суда у </w:t>
      </w:r>
      <w:r w:rsidR="00572FE5" w:rsidRPr="00760163">
        <w:rPr>
          <w:rFonts w:ascii="Times New Roman" w:eastAsia="Times New Roman" w:hAnsi="Times New Roman"/>
          <w:sz w:val="24"/>
          <w:szCs w:val="24"/>
          <w:lang w:val="sr-Cyrl-RS"/>
        </w:rPr>
        <w:t>Панчеву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30472602" w14:textId="77777777" w:rsidR="00572FE5" w:rsidRPr="00760163" w:rsidRDefault="00572FE5" w:rsidP="00966681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752EABA7" w14:textId="0FC2E0D1" w:rsidR="00966681" w:rsidRPr="00760163" w:rsidRDefault="00966681" w:rsidP="00966681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ВАЖЕЊЕ УГОВОРА </w:t>
      </w:r>
    </w:p>
    <w:p w14:paraId="1A7C0E7F" w14:textId="7D21F05A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1</w:t>
      </w:r>
      <w:r w:rsidR="0070495F"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4</w:t>
      </w: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.</w:t>
      </w:r>
    </w:p>
    <w:p w14:paraId="2B92C37C" w14:textId="66D9924F" w:rsidR="00C90C97" w:rsidRDefault="00C90C97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Овај Уговор сматра се закљученим и ступа на снагу када га потпишу обе уговорне стране</w:t>
      </w:r>
      <w:r w:rsidR="000A5246">
        <w:rPr>
          <w:rFonts w:ascii="Times New Roman" w:eastAsia="Times New Roman" w:hAnsi="Times New Roman"/>
          <w:sz w:val="24"/>
          <w:szCs w:val="24"/>
          <w:lang w:val="sr-Cyrl-RS"/>
        </w:rPr>
        <w:t xml:space="preserve"> и ДОБАВЉАЧ преда НАРУЧИОЦУ средства обезбеђења из чл. 8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43CEC9F9" w14:textId="50AF5D92" w:rsidR="00B27B2E" w:rsidRPr="00760163" w:rsidRDefault="00B27B2E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Уговор важи до коначног испуњења обавеза обе уговорне стране, а најдуже годину дана.</w:t>
      </w:r>
    </w:p>
    <w:p w14:paraId="68FB2B23" w14:textId="06B2C26C" w:rsidR="003F738D" w:rsidRDefault="003F738D" w:rsidP="00522321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12D96182" w14:textId="77777777" w:rsidR="003F738D" w:rsidRDefault="003F738D" w:rsidP="00522321">
      <w:pPr>
        <w:spacing w:before="120"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Cyrl-RS"/>
        </w:rPr>
      </w:pPr>
    </w:p>
    <w:p w14:paraId="034EA0A5" w14:textId="3928175D" w:rsidR="00522321" w:rsidRPr="00522321" w:rsidRDefault="00522321" w:rsidP="00522321">
      <w:pPr>
        <w:spacing w:before="120"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Cyrl-RS"/>
        </w:rPr>
      </w:pPr>
      <w:r w:rsidRPr="00522321">
        <w:rPr>
          <w:rFonts w:ascii="Times New Roman" w:eastAsia="Times New Roman" w:hAnsi="Times New Roman"/>
          <w:b/>
          <w:iCs/>
          <w:sz w:val="24"/>
          <w:szCs w:val="24"/>
          <w:lang w:val="sr-Cyrl-RS"/>
        </w:rPr>
        <w:t>ОСТАЛЕ ОДРЕДБЕ</w:t>
      </w:r>
    </w:p>
    <w:p w14:paraId="01EAEBCF" w14:textId="28E20E62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15.</w:t>
      </w:r>
    </w:p>
    <w:p w14:paraId="3EDC876B" w14:textId="086F230B" w:rsidR="00966681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На све што није регулисано </w:t>
      </w:r>
      <w:r w:rsidR="001641BA" w:rsidRPr="00760163">
        <w:rPr>
          <w:rFonts w:ascii="Times New Roman" w:eastAsia="Times New Roman" w:hAnsi="Times New Roman"/>
          <w:sz w:val="24"/>
          <w:szCs w:val="24"/>
          <w:lang w:val="sr-Cyrl-RS"/>
        </w:rPr>
        <w:t>одредбама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овог Уговора, примениће се одредбе Закона о облигационим односима.</w:t>
      </w:r>
    </w:p>
    <w:p w14:paraId="2AA01F9C" w14:textId="77777777" w:rsidR="00522321" w:rsidRPr="00760163" w:rsidRDefault="0052232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1F07C722" w14:textId="5BE96981" w:rsidR="00522321" w:rsidRDefault="00522321" w:rsidP="00522321">
      <w:p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0A5246">
        <w:rPr>
          <w:rFonts w:ascii="Times New Roman" w:hAnsi="Times New Roman"/>
          <w:sz w:val="24"/>
          <w:lang w:val="sr-Cyrl-RS"/>
        </w:rPr>
        <w:t>ДОБАВЉАЧ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</w:t>
      </w:r>
    </w:p>
    <w:p w14:paraId="24815ECB" w14:textId="77777777" w:rsidR="00522321" w:rsidRPr="00760163" w:rsidRDefault="00522321" w:rsidP="005223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2D43DC67" w14:textId="35C50918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Овај Уговор је сачињен у 4 (четири) истоветна примерака, по 2 (два) за сваку уговорну страну.</w:t>
      </w:r>
    </w:p>
    <w:p w14:paraId="1F6B2EAA" w14:textId="2066452B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Уговорне стране сагласно изјављују да су Уговор прочитале, разумеле и да уговорне одредбе представљају израз њихове воље.</w:t>
      </w:r>
    </w:p>
    <w:p w14:paraId="6DEA0207" w14:textId="77777777" w:rsidR="00966681" w:rsidRPr="00760163" w:rsidRDefault="00966681" w:rsidP="00966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48C7AD60" w14:textId="5B3740DD" w:rsidR="002E2256" w:rsidRDefault="002E2256" w:rsidP="005223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71C04F6D" w14:textId="79B3ED13" w:rsidR="00522321" w:rsidRDefault="00522321" w:rsidP="005223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069AE213" w14:textId="77777777" w:rsidR="00522321" w:rsidRPr="00760163" w:rsidRDefault="00522321" w:rsidP="005223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20F384F9" w14:textId="77777777" w:rsidR="002E2256" w:rsidRPr="00760163" w:rsidRDefault="002E2256" w:rsidP="0096668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100B4420" w14:textId="5BB0E802" w:rsidR="00966681" w:rsidRPr="00760163" w:rsidRDefault="00966681" w:rsidP="0096668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   ЗА </w:t>
      </w:r>
      <w:r w:rsidR="002E2256" w:rsidRPr="00760163">
        <w:rPr>
          <w:rFonts w:ascii="Times New Roman" w:hAnsi="Times New Roman"/>
          <w:b/>
          <w:bCs/>
          <w:sz w:val="24"/>
          <w:lang w:val="sr-Cyrl-RS"/>
        </w:rPr>
        <w:t>ДОБАВЉАЧ</w:t>
      </w: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>А</w:t>
      </w: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ab/>
        <w:t xml:space="preserve">ЗА </w:t>
      </w:r>
      <w:r w:rsidR="00DB2404"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>НАРУЧИОЦА</w:t>
      </w:r>
    </w:p>
    <w:p w14:paraId="09EDE215" w14:textId="3941177A" w:rsidR="000C2F70" w:rsidRPr="00760163" w:rsidRDefault="000C2F70" w:rsidP="000C2F70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760163">
        <w:rPr>
          <w:rFonts w:ascii="Times New Roman" w:hAnsi="Times New Roman"/>
          <w:i/>
          <w:iCs/>
          <w:sz w:val="24"/>
          <w:szCs w:val="24"/>
          <w:highlight w:val="yellow"/>
          <w:lang w:val="sr-Cyrl-RS"/>
        </w:rPr>
        <w:t>ДИРЕКТОР</w:t>
      </w:r>
      <w:r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5" w:name="_Hlk110608376"/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ДИРЕКТОР  </w:t>
      </w:r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  <w:t xml:space="preserve"> </w:t>
      </w:r>
      <w:r w:rsidR="002E2256"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в.д. ДИРЕКТОРА</w:t>
      </w:r>
      <w:bookmarkEnd w:id="5"/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06070265" w14:textId="77777777" w:rsidR="000C2F70" w:rsidRPr="00760163" w:rsidRDefault="000C2F70" w:rsidP="000C2F70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55F38A19" w14:textId="77777777" w:rsidR="000C2F70" w:rsidRPr="00760163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760163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760163">
        <w:rPr>
          <w:rFonts w:ascii="Times New Roman" w:hAnsi="Times New Roman"/>
          <w:sz w:val="24"/>
          <w:szCs w:val="16"/>
          <w:lang w:val="sr-Cyrl-RS"/>
        </w:rPr>
        <w:tab/>
      </w:r>
      <w:r w:rsidRPr="00760163">
        <w:rPr>
          <w:rFonts w:ascii="Times New Roman" w:hAnsi="Times New Roman"/>
          <w:sz w:val="24"/>
          <w:szCs w:val="16"/>
          <w:lang w:val="sr-Cyrl-RS"/>
        </w:rPr>
        <w:tab/>
      </w:r>
      <w:r w:rsidRPr="00760163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B05BDC4" w14:textId="77777777" w:rsidR="000C2F70" w:rsidRPr="00760163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760163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264DFC7E" w14:textId="77777777" w:rsidR="000C2F70" w:rsidRPr="00760163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760163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18DC4405" w14:textId="77777777" w:rsidR="000C2F70" w:rsidRPr="00760163" w:rsidRDefault="000C2F70" w:rsidP="000C2F70">
      <w:pPr>
        <w:ind w:left="-142" w:right="-472"/>
        <w:jc w:val="right"/>
        <w:rPr>
          <w:rFonts w:ascii="Times New Roman" w:hAnsi="Times New Roman"/>
          <w:lang w:val="sr-Cyrl-RS"/>
        </w:rPr>
      </w:pPr>
      <w:r w:rsidRPr="00760163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760163">
        <w:rPr>
          <w:rFonts w:ascii="Times New Roman" w:hAnsi="Times New Roman"/>
          <w:lang w:val="sr-Cyrl-RS"/>
        </w:rPr>
        <w:tab/>
      </w:r>
      <w:r w:rsidRPr="00760163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52A29EA" w14:textId="77777777" w:rsidR="000C2F70" w:rsidRPr="00760163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760163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4D96D564" w14:textId="45E2FAEE" w:rsidR="000C2F70" w:rsidRPr="00760163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760163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</w:t>
      </w:r>
      <w:r w:rsidR="00C472B1" w:rsidRPr="00760163">
        <w:rPr>
          <w:rFonts w:ascii="Times New Roman" w:hAnsi="Times New Roman"/>
          <w:sz w:val="24"/>
          <w:szCs w:val="16"/>
          <w:lang w:val="sr-Cyrl-RS"/>
        </w:rPr>
        <w:t>________________</w:t>
      </w:r>
    </w:p>
    <w:p w14:paraId="2E853FEF" w14:textId="2BF08003" w:rsidR="000C2F70" w:rsidRPr="00760163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760163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</w:t>
      </w:r>
      <w:r w:rsidR="00C472B1" w:rsidRPr="00760163">
        <w:rPr>
          <w:rFonts w:ascii="Times New Roman" w:hAnsi="Times New Roman"/>
          <w:sz w:val="24"/>
          <w:szCs w:val="16"/>
          <w:lang w:val="sr-Cyrl-RS"/>
        </w:rPr>
        <w:t>_____</w:t>
      </w:r>
      <w:r w:rsidRPr="00760163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6498DED8" w14:textId="77777777" w:rsidR="0059572E" w:rsidRPr="00760163" w:rsidRDefault="0059572E" w:rsidP="0059572E">
      <w:pPr>
        <w:spacing w:after="120"/>
        <w:rPr>
          <w:rFonts w:ascii="Times New Roman" w:hAnsi="Times New Roman"/>
          <w:sz w:val="24"/>
          <w:szCs w:val="16"/>
          <w:lang w:val="sr-Cyrl-RS"/>
        </w:rPr>
      </w:pPr>
    </w:p>
    <w:p w14:paraId="57AA0319" w14:textId="77777777" w:rsidR="0059572E" w:rsidRPr="00760163" w:rsidRDefault="0059572E" w:rsidP="0059572E">
      <w:pPr>
        <w:spacing w:after="0"/>
        <w:rPr>
          <w:rFonts w:ascii="Times New Roman" w:hAnsi="Times New Roman"/>
          <w:iCs/>
          <w:sz w:val="18"/>
          <w:szCs w:val="18"/>
          <w:lang w:val="sr-Cyrl-RS"/>
        </w:rPr>
      </w:pPr>
      <w:r w:rsidRPr="00760163">
        <w:rPr>
          <w:rFonts w:ascii="Times New Roman" w:hAnsi="Times New Roman"/>
          <w:iCs/>
          <w:sz w:val="18"/>
          <w:szCs w:val="18"/>
          <w:lang w:val="sr-Cyrl-RS"/>
        </w:rPr>
        <w:t xml:space="preserve">(* под ред. бр. 1. потписују овлашћени представник </w:t>
      </w:r>
    </w:p>
    <w:p w14:paraId="3045AEE0" w14:textId="77777777" w:rsidR="0059572E" w:rsidRPr="00760163" w:rsidRDefault="0059572E" w:rsidP="0059572E">
      <w:pPr>
        <w:spacing w:after="0"/>
        <w:rPr>
          <w:rFonts w:ascii="Times New Roman" w:hAnsi="Times New Roman"/>
          <w:iCs/>
          <w:sz w:val="18"/>
          <w:szCs w:val="18"/>
          <w:lang w:val="sr-Cyrl-RS"/>
        </w:rPr>
      </w:pPr>
      <w:r w:rsidRPr="00760163">
        <w:rPr>
          <w:rFonts w:ascii="Times New Roman" w:hAnsi="Times New Roman"/>
          <w:iCs/>
          <w:sz w:val="18"/>
          <w:szCs w:val="18"/>
          <w:lang w:val="sr-Cyrl-RS"/>
        </w:rPr>
        <w:t>понуђача за самосталну и понуду са подизвођачем,</w:t>
      </w:r>
    </w:p>
    <w:p w14:paraId="7C528437" w14:textId="77777777" w:rsidR="0059572E" w:rsidRPr="00760163" w:rsidRDefault="0059572E" w:rsidP="0059572E">
      <w:pPr>
        <w:spacing w:after="0"/>
        <w:rPr>
          <w:rFonts w:ascii="Times New Roman" w:hAnsi="Times New Roman"/>
          <w:iCs/>
          <w:sz w:val="18"/>
          <w:szCs w:val="18"/>
          <w:lang w:val="sr-Cyrl-RS"/>
        </w:rPr>
      </w:pPr>
      <w:r w:rsidRPr="00760163">
        <w:rPr>
          <w:rFonts w:ascii="Times New Roman" w:hAnsi="Times New Roman"/>
          <w:iCs/>
          <w:sz w:val="18"/>
          <w:szCs w:val="18"/>
          <w:lang w:val="sr-Cyrl-RS"/>
        </w:rPr>
        <w:t xml:space="preserve"> овлашћени представник понуђача за закључење</w:t>
      </w:r>
    </w:p>
    <w:p w14:paraId="04A71EB5" w14:textId="77777777" w:rsidR="0059572E" w:rsidRPr="00760163" w:rsidRDefault="0059572E" w:rsidP="0059572E">
      <w:pPr>
        <w:spacing w:after="0"/>
        <w:rPr>
          <w:rFonts w:ascii="Times New Roman" w:hAnsi="Times New Roman"/>
          <w:iCs/>
          <w:sz w:val="18"/>
          <w:szCs w:val="18"/>
          <w:lang w:val="sr-Cyrl-RS"/>
        </w:rPr>
      </w:pPr>
      <w:r w:rsidRPr="00760163">
        <w:rPr>
          <w:rFonts w:ascii="Times New Roman" w:hAnsi="Times New Roman"/>
          <w:iCs/>
          <w:sz w:val="18"/>
          <w:szCs w:val="18"/>
          <w:lang w:val="sr-Cyrl-RS"/>
        </w:rPr>
        <w:t xml:space="preserve"> уговора у заједничкој понуди, а </w:t>
      </w:r>
    </w:p>
    <w:p w14:paraId="1A51A873" w14:textId="77777777" w:rsidR="0059572E" w:rsidRPr="00760163" w:rsidRDefault="0059572E" w:rsidP="0059572E">
      <w:pPr>
        <w:spacing w:after="0"/>
        <w:rPr>
          <w:rFonts w:ascii="Times New Roman" w:hAnsi="Times New Roman"/>
          <w:iCs/>
          <w:sz w:val="18"/>
          <w:szCs w:val="18"/>
          <w:lang w:val="sr-Cyrl-RS"/>
        </w:rPr>
      </w:pPr>
      <w:r w:rsidRPr="00760163">
        <w:rPr>
          <w:rFonts w:ascii="Times New Roman" w:hAnsi="Times New Roman"/>
          <w:iCs/>
          <w:sz w:val="18"/>
          <w:szCs w:val="18"/>
          <w:lang w:val="sr-Cyrl-RS"/>
        </w:rPr>
        <w:t xml:space="preserve">под ред.бр. 2, 3. и 4. подизвођачи) </w:t>
      </w:r>
    </w:p>
    <w:p w14:paraId="49B7FB13" w14:textId="77777777" w:rsidR="00DD1900" w:rsidRPr="00760163" w:rsidRDefault="00DD1900">
      <w:pPr>
        <w:rPr>
          <w:lang w:val="sr-Cyrl-RS"/>
        </w:rPr>
      </w:pPr>
    </w:p>
    <w:sectPr w:rsidR="00DD1900" w:rsidRPr="00760163" w:rsidSect="00467EBA">
      <w:footerReference w:type="default" r:id="rId7"/>
      <w:pgSz w:w="11906" w:h="16838"/>
      <w:pgMar w:top="1135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EC8F" w14:textId="77777777" w:rsidR="00E9269F" w:rsidRDefault="00E9269F" w:rsidP="00FE0E78">
      <w:pPr>
        <w:spacing w:after="0" w:line="240" w:lineRule="auto"/>
      </w:pPr>
      <w:r>
        <w:separator/>
      </w:r>
    </w:p>
  </w:endnote>
  <w:endnote w:type="continuationSeparator" w:id="0">
    <w:p w14:paraId="0580CB9A" w14:textId="77777777" w:rsidR="00E9269F" w:rsidRDefault="00E9269F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71266" w14:textId="77777777" w:rsidR="00FE0E78" w:rsidRDefault="00425ABE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B10D2E">
      <w:rPr>
        <w:noProof/>
      </w:rPr>
      <w:t>5</w:t>
    </w:r>
    <w:r>
      <w:fldChar w:fldCharType="end"/>
    </w:r>
  </w:p>
  <w:p w14:paraId="5E69A89F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7E3B1" w14:textId="77777777" w:rsidR="00E9269F" w:rsidRDefault="00E9269F" w:rsidP="00FE0E78">
      <w:pPr>
        <w:spacing w:after="0" w:line="240" w:lineRule="auto"/>
      </w:pPr>
      <w:r>
        <w:separator/>
      </w:r>
    </w:p>
  </w:footnote>
  <w:footnote w:type="continuationSeparator" w:id="0">
    <w:p w14:paraId="7EB6D235" w14:textId="77777777" w:rsidR="00E9269F" w:rsidRDefault="00E9269F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80A19"/>
    <w:multiLevelType w:val="hybridMultilevel"/>
    <w:tmpl w:val="871E1AD4"/>
    <w:lvl w:ilvl="0" w:tplc="9C6ECD86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52322"/>
    <w:multiLevelType w:val="hybridMultilevel"/>
    <w:tmpl w:val="C606750E"/>
    <w:lvl w:ilvl="0" w:tplc="EA22989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C696C"/>
    <w:multiLevelType w:val="multilevel"/>
    <w:tmpl w:val="476EC362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DFF0DFD"/>
    <w:multiLevelType w:val="hybridMultilevel"/>
    <w:tmpl w:val="EC04E510"/>
    <w:lvl w:ilvl="0" w:tplc="324AC186"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2C4870"/>
    <w:multiLevelType w:val="hybridMultilevel"/>
    <w:tmpl w:val="5D7A77DC"/>
    <w:lvl w:ilvl="0" w:tplc="DEC2717E">
      <w:start w:val="1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0"/>
  </w:num>
  <w:num w:numId="5">
    <w:abstractNumId w:val="1"/>
  </w:num>
  <w:num w:numId="6">
    <w:abstractNumId w:val="14"/>
  </w:num>
  <w:num w:numId="7">
    <w:abstractNumId w:val="5"/>
  </w:num>
  <w:num w:numId="8">
    <w:abstractNumId w:val="7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6"/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9"/>
  </w:num>
  <w:num w:numId="18">
    <w:abstractNumId w:val="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72E"/>
    <w:rsid w:val="0000258B"/>
    <w:rsid w:val="000225B3"/>
    <w:rsid w:val="00033194"/>
    <w:rsid w:val="00040A19"/>
    <w:rsid w:val="00044F28"/>
    <w:rsid w:val="00061701"/>
    <w:rsid w:val="00072711"/>
    <w:rsid w:val="0007577E"/>
    <w:rsid w:val="000902F6"/>
    <w:rsid w:val="000909FA"/>
    <w:rsid w:val="00094B48"/>
    <w:rsid w:val="000A5246"/>
    <w:rsid w:val="000A5857"/>
    <w:rsid w:val="000C19C6"/>
    <w:rsid w:val="000C2F70"/>
    <w:rsid w:val="000D23B7"/>
    <w:rsid w:val="000D3F25"/>
    <w:rsid w:val="000F3972"/>
    <w:rsid w:val="00112516"/>
    <w:rsid w:val="00114C67"/>
    <w:rsid w:val="00150F28"/>
    <w:rsid w:val="001641BA"/>
    <w:rsid w:val="00180327"/>
    <w:rsid w:val="001B2D54"/>
    <w:rsid w:val="001D0B08"/>
    <w:rsid w:val="001E221C"/>
    <w:rsid w:val="001E7804"/>
    <w:rsid w:val="001F44E1"/>
    <w:rsid w:val="001F4CB5"/>
    <w:rsid w:val="00206672"/>
    <w:rsid w:val="00243DB5"/>
    <w:rsid w:val="002B0FF7"/>
    <w:rsid w:val="002D61C8"/>
    <w:rsid w:val="002D69F5"/>
    <w:rsid w:val="002E2256"/>
    <w:rsid w:val="0033715F"/>
    <w:rsid w:val="003666EF"/>
    <w:rsid w:val="00387248"/>
    <w:rsid w:val="00390760"/>
    <w:rsid w:val="003951EC"/>
    <w:rsid w:val="003B5E36"/>
    <w:rsid w:val="003C06A9"/>
    <w:rsid w:val="003E1CC8"/>
    <w:rsid w:val="003F738D"/>
    <w:rsid w:val="0040387B"/>
    <w:rsid w:val="00425ABE"/>
    <w:rsid w:val="004628E0"/>
    <w:rsid w:val="00467EBA"/>
    <w:rsid w:val="004803B7"/>
    <w:rsid w:val="00495E9D"/>
    <w:rsid w:val="004B4398"/>
    <w:rsid w:val="004B6CF3"/>
    <w:rsid w:val="004C65DB"/>
    <w:rsid w:val="004D0CBB"/>
    <w:rsid w:val="004E3011"/>
    <w:rsid w:val="00513020"/>
    <w:rsid w:val="0051617B"/>
    <w:rsid w:val="00522321"/>
    <w:rsid w:val="00563F46"/>
    <w:rsid w:val="00572FE5"/>
    <w:rsid w:val="005871E9"/>
    <w:rsid w:val="0059572E"/>
    <w:rsid w:val="005D0EB5"/>
    <w:rsid w:val="005E52F4"/>
    <w:rsid w:val="00621D0F"/>
    <w:rsid w:val="00623C5C"/>
    <w:rsid w:val="006444F1"/>
    <w:rsid w:val="00645EF6"/>
    <w:rsid w:val="00652832"/>
    <w:rsid w:val="006650FF"/>
    <w:rsid w:val="00671FD5"/>
    <w:rsid w:val="006C6577"/>
    <w:rsid w:val="006D074E"/>
    <w:rsid w:val="006E5250"/>
    <w:rsid w:val="006F2179"/>
    <w:rsid w:val="006F6335"/>
    <w:rsid w:val="0070495F"/>
    <w:rsid w:val="00705552"/>
    <w:rsid w:val="00714A69"/>
    <w:rsid w:val="00757FA4"/>
    <w:rsid w:val="00760163"/>
    <w:rsid w:val="00763031"/>
    <w:rsid w:val="00772371"/>
    <w:rsid w:val="0077556B"/>
    <w:rsid w:val="007D2D45"/>
    <w:rsid w:val="007D7863"/>
    <w:rsid w:val="007F24E1"/>
    <w:rsid w:val="0083410B"/>
    <w:rsid w:val="00856251"/>
    <w:rsid w:val="00864113"/>
    <w:rsid w:val="0086544F"/>
    <w:rsid w:val="00872E21"/>
    <w:rsid w:val="008969BD"/>
    <w:rsid w:val="008B3D2E"/>
    <w:rsid w:val="008C2612"/>
    <w:rsid w:val="008C2DEB"/>
    <w:rsid w:val="008D18E0"/>
    <w:rsid w:val="009040BA"/>
    <w:rsid w:val="00933CF8"/>
    <w:rsid w:val="00937392"/>
    <w:rsid w:val="00966681"/>
    <w:rsid w:val="0098006B"/>
    <w:rsid w:val="00985836"/>
    <w:rsid w:val="009953F7"/>
    <w:rsid w:val="009A12C0"/>
    <w:rsid w:val="009D276C"/>
    <w:rsid w:val="009E31D8"/>
    <w:rsid w:val="009F2923"/>
    <w:rsid w:val="00A0016C"/>
    <w:rsid w:val="00A04886"/>
    <w:rsid w:val="00A17211"/>
    <w:rsid w:val="00A564EE"/>
    <w:rsid w:val="00A8552A"/>
    <w:rsid w:val="00A874D5"/>
    <w:rsid w:val="00A92F3A"/>
    <w:rsid w:val="00A9651B"/>
    <w:rsid w:val="00AB2A91"/>
    <w:rsid w:val="00AC2109"/>
    <w:rsid w:val="00AC5848"/>
    <w:rsid w:val="00AD4F7E"/>
    <w:rsid w:val="00AF66AE"/>
    <w:rsid w:val="00B10D2E"/>
    <w:rsid w:val="00B1711E"/>
    <w:rsid w:val="00B178DB"/>
    <w:rsid w:val="00B25F37"/>
    <w:rsid w:val="00B27581"/>
    <w:rsid w:val="00B27B2E"/>
    <w:rsid w:val="00B47159"/>
    <w:rsid w:val="00B5492E"/>
    <w:rsid w:val="00B7315E"/>
    <w:rsid w:val="00B7776F"/>
    <w:rsid w:val="00BD2181"/>
    <w:rsid w:val="00BD65C5"/>
    <w:rsid w:val="00BF07BC"/>
    <w:rsid w:val="00C033EC"/>
    <w:rsid w:val="00C1740E"/>
    <w:rsid w:val="00C33134"/>
    <w:rsid w:val="00C3688A"/>
    <w:rsid w:val="00C449E4"/>
    <w:rsid w:val="00C46E8D"/>
    <w:rsid w:val="00C472B1"/>
    <w:rsid w:val="00C5067A"/>
    <w:rsid w:val="00C540E3"/>
    <w:rsid w:val="00C823AF"/>
    <w:rsid w:val="00C90641"/>
    <w:rsid w:val="00C90C97"/>
    <w:rsid w:val="00C90CE0"/>
    <w:rsid w:val="00CD016B"/>
    <w:rsid w:val="00CE4160"/>
    <w:rsid w:val="00CE57FF"/>
    <w:rsid w:val="00D06CDF"/>
    <w:rsid w:val="00D14EEB"/>
    <w:rsid w:val="00D251A5"/>
    <w:rsid w:val="00D318AD"/>
    <w:rsid w:val="00D342EE"/>
    <w:rsid w:val="00D36D30"/>
    <w:rsid w:val="00D96A6C"/>
    <w:rsid w:val="00DA3167"/>
    <w:rsid w:val="00DB2404"/>
    <w:rsid w:val="00DC61B3"/>
    <w:rsid w:val="00DD1900"/>
    <w:rsid w:val="00DE23AD"/>
    <w:rsid w:val="00DE24E7"/>
    <w:rsid w:val="00DE7DBC"/>
    <w:rsid w:val="00DF1F09"/>
    <w:rsid w:val="00E04F81"/>
    <w:rsid w:val="00E11D66"/>
    <w:rsid w:val="00E122B1"/>
    <w:rsid w:val="00E16ADC"/>
    <w:rsid w:val="00E41D86"/>
    <w:rsid w:val="00E45011"/>
    <w:rsid w:val="00E525C2"/>
    <w:rsid w:val="00E55126"/>
    <w:rsid w:val="00E7735B"/>
    <w:rsid w:val="00E77639"/>
    <w:rsid w:val="00E81E75"/>
    <w:rsid w:val="00E82AA8"/>
    <w:rsid w:val="00E864A2"/>
    <w:rsid w:val="00E9269F"/>
    <w:rsid w:val="00EB7CCC"/>
    <w:rsid w:val="00EC3795"/>
    <w:rsid w:val="00EC4AFE"/>
    <w:rsid w:val="00ED062D"/>
    <w:rsid w:val="00EF6F75"/>
    <w:rsid w:val="00F05E58"/>
    <w:rsid w:val="00F3295D"/>
    <w:rsid w:val="00F374A8"/>
    <w:rsid w:val="00F82F30"/>
    <w:rsid w:val="00F943D3"/>
    <w:rsid w:val="00F96E31"/>
    <w:rsid w:val="00FA554F"/>
    <w:rsid w:val="00FD1ECE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AA49F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7</Pages>
  <Words>2016</Words>
  <Characters>11495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goca</dc:creator>
  <cp:lastModifiedBy>Goran Ilić</cp:lastModifiedBy>
  <cp:revision>107</cp:revision>
  <cp:lastPrinted>2024-09-18T06:53:00Z</cp:lastPrinted>
  <dcterms:created xsi:type="dcterms:W3CDTF">2024-08-26T09:18:00Z</dcterms:created>
  <dcterms:modified xsi:type="dcterms:W3CDTF">2024-09-18T09:09:00Z</dcterms:modified>
</cp:coreProperties>
</file>