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4ED97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42B6ADC" w14:textId="765F7E82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00237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0AF4BD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FFC7F37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B73B6D">
        <w:rPr>
          <w:rFonts w:ascii="Times New Roman" w:hAnsi="Times New Roman"/>
          <w:b/>
          <w:bCs/>
          <w:sz w:val="32"/>
          <w:szCs w:val="32"/>
        </w:rPr>
        <w:t>2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B73B6D" w:rsidRPr="00B73B6D">
        <w:rPr>
          <w:rFonts w:ascii="Times New Roman" w:hAnsi="Times New Roman"/>
          <w:b/>
          <w:bCs/>
          <w:sz w:val="32"/>
          <w:szCs w:val="32"/>
        </w:rPr>
        <w:t>АМБАЛАЖА ЗА ИНФЕКТИВНИ ОТПАД</w:t>
      </w:r>
    </w:p>
    <w:p w14:paraId="31704A2C" w14:textId="16FE37A5" w:rsidR="00986658" w:rsidRPr="00E00237" w:rsidRDefault="00986658" w:rsidP="00986658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E00237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E00237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3BDA55FF" w14:textId="77777777" w:rsidR="00986658" w:rsidRPr="00CC38A6" w:rsidRDefault="00986658" w:rsidP="00986658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221F393" w14:textId="4DB2848A" w:rsidR="00986658" w:rsidRPr="00CC38A6" w:rsidRDefault="00986658" w:rsidP="00986658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00237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2B8A235F" w14:textId="77777777" w:rsidR="00986658" w:rsidRPr="00CC38A6" w:rsidRDefault="00986658" w:rsidP="0098665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D7BCC99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16508A9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C0A17A1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A396C55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7FDC17C" w14:textId="77777777" w:rsidR="00986658" w:rsidRPr="00CF760F" w:rsidRDefault="00986658" w:rsidP="00986658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3CF48C43" w14:textId="77777777" w:rsidR="00986658" w:rsidRPr="00CC38A6" w:rsidRDefault="00986658" w:rsidP="0098665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0CB5B47E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1DA0A8F" w14:textId="0046D65D" w:rsidR="00986658" w:rsidRPr="00CF760F" w:rsidRDefault="00986658" w:rsidP="0098665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00237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00237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32 - АМБАЛАЖА ЗА ИНФЕКТИВНИ ОТПАД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4D3E00D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1F470CDF" w14:textId="243588D3" w:rsidR="00986658" w:rsidRPr="00CC38A6" w:rsidRDefault="00986658" w:rsidP="00986658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32 - АМБАЛАЖА ЗА ИНФЕКТИВНИ ОТПАД</w:t>
      </w:r>
      <w:r w:rsidRPr="00986658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3C578B1" w14:textId="77777777" w:rsidR="00986658" w:rsidRPr="00CC38A6" w:rsidRDefault="00986658" w:rsidP="0098665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49B3E230" w14:textId="77777777" w:rsidR="00986658" w:rsidRPr="00CC38A6" w:rsidRDefault="00986658" w:rsidP="00986658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4F914A5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299C32D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FE168E4" w14:textId="510111B8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581E0FA" w14:textId="77777777" w:rsidR="00986658" w:rsidRPr="00CC38A6" w:rsidRDefault="00986658" w:rsidP="0098665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2A08ABF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53F79681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5C55B9E3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FC9304D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44ED6F5" w14:textId="77777777" w:rsidR="00986658" w:rsidRPr="00CF760F" w:rsidRDefault="00986658" w:rsidP="00986658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D528874" w14:textId="77777777" w:rsidR="00B33B17" w:rsidRDefault="00B33B17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F995ECE" w14:textId="3111A779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59D6CA98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027072E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44B4103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2609C6A4" w14:textId="77777777" w:rsidR="00986658" w:rsidRPr="00CC38A6" w:rsidRDefault="00986658" w:rsidP="00986658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0163E0B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0571C3D" w14:textId="77777777" w:rsidR="00986658" w:rsidRPr="00CC38A6" w:rsidRDefault="00986658" w:rsidP="00986658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8E32DBF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E5ECD34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15F33569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E54B7D1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031C8906" w14:textId="77777777" w:rsidR="00986658" w:rsidRPr="00CC38A6" w:rsidRDefault="00986658" w:rsidP="00986658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78C15237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B7BFA2D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4E395402" w14:textId="77777777" w:rsidR="00986658" w:rsidRPr="00CC38A6" w:rsidRDefault="00986658" w:rsidP="00986658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858AB65" w14:textId="77777777" w:rsidR="00986658" w:rsidRPr="00CC38A6" w:rsidRDefault="00986658" w:rsidP="00986658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CB3ECED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D951285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AF44AAA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18E12723" w14:textId="77777777" w:rsidR="00986658" w:rsidRPr="00CC38A6" w:rsidRDefault="00986658" w:rsidP="00986658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10A73938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7A4AC21A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21055875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651F4177" w14:textId="77777777" w:rsidR="00986658" w:rsidRPr="00CC38A6" w:rsidRDefault="00986658" w:rsidP="00986658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49AC9954" w14:textId="77777777" w:rsidR="00B33B17" w:rsidRDefault="00B33B17" w:rsidP="0098665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</w:p>
    <w:p w14:paraId="7D7C2044" w14:textId="32498629" w:rsidR="00986658" w:rsidRPr="00CC38A6" w:rsidRDefault="00986658" w:rsidP="00986658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DEEBC14" w14:textId="77777777" w:rsidR="00986658" w:rsidRPr="00CC38A6" w:rsidRDefault="00986658" w:rsidP="00986658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6AB209FA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B35BD4C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7ABE1A7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7FCA3BA" w14:textId="77777777" w:rsidR="00986658" w:rsidRPr="008E3CA1" w:rsidRDefault="00986658" w:rsidP="00986658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221EB2A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2A4786DF" w14:textId="77777777" w:rsidR="00986658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384EDF02" w14:textId="77777777" w:rsidR="003E2098" w:rsidRDefault="003E209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318E0ED6" w14:textId="77777777" w:rsidR="003E2098" w:rsidRDefault="003E209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50DDFF9" w14:textId="44CE187B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50560775" w14:textId="711A9B13" w:rsidR="00986658" w:rsidRPr="00CC38A6" w:rsidRDefault="00986658" w:rsidP="0098665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3E2098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3E2098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F68EF98" w14:textId="77777777" w:rsidR="00986658" w:rsidRPr="00CC38A6" w:rsidRDefault="00986658" w:rsidP="00986658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7BC56C3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F5947B1" w14:textId="77777777" w:rsidR="00986658" w:rsidRPr="00CC38A6" w:rsidRDefault="00986658" w:rsidP="00986658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3F200467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A55B89C" w14:textId="77777777" w:rsidR="00986658" w:rsidRPr="00CC38A6" w:rsidRDefault="00986658" w:rsidP="00986658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9826AA" w14:textId="77777777" w:rsidR="00986658" w:rsidRPr="00CC38A6" w:rsidRDefault="00986658" w:rsidP="00986658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49103A79" w14:textId="77777777" w:rsidR="00986658" w:rsidRPr="00CC38A6" w:rsidRDefault="00986658" w:rsidP="00986658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EA01152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DC536B4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1D06EE9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343B9A1E" w14:textId="77777777" w:rsidR="00986658" w:rsidRPr="00CC38A6" w:rsidRDefault="00986658" w:rsidP="00986658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D943096" w14:textId="77777777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6918EA78" w14:textId="0519C492" w:rsidR="00986658" w:rsidRPr="00E00237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00237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E00237">
        <w:rPr>
          <w:rFonts w:ascii="Times New Roman" w:hAnsi="Times New Roman"/>
          <w:sz w:val="24"/>
          <w:szCs w:val="16"/>
          <w:lang w:val="sr-Latn-RS"/>
        </w:rPr>
        <w:t>4</w:t>
      </w:r>
    </w:p>
    <w:p w14:paraId="7BE7E0B8" w14:textId="5E492296" w:rsidR="00986658" w:rsidRPr="00CC38A6" w:rsidRDefault="00986658" w:rsidP="00986658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00237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57B852B6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549F33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1059DA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1F7D69A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94C0E8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5D6347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65A7E138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EEC17" w14:textId="77777777" w:rsidR="00F66C85" w:rsidRDefault="00F66C85" w:rsidP="00FE0E78">
      <w:pPr>
        <w:spacing w:after="0" w:line="240" w:lineRule="auto"/>
      </w:pPr>
      <w:r>
        <w:separator/>
      </w:r>
    </w:p>
  </w:endnote>
  <w:endnote w:type="continuationSeparator" w:id="0">
    <w:p w14:paraId="22EF52AE" w14:textId="77777777" w:rsidR="00F66C85" w:rsidRDefault="00F66C85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C831" w14:textId="77777777" w:rsidR="00FE0E78" w:rsidRDefault="007F4510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D4A67">
      <w:rPr>
        <w:noProof/>
      </w:rPr>
      <w:t>5</w:t>
    </w:r>
    <w:r>
      <w:fldChar w:fldCharType="end"/>
    </w:r>
  </w:p>
  <w:p w14:paraId="7422BE83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0452" w14:textId="77777777" w:rsidR="00F66C85" w:rsidRDefault="00F66C85" w:rsidP="00FE0E78">
      <w:pPr>
        <w:spacing w:after="0" w:line="240" w:lineRule="auto"/>
      </w:pPr>
      <w:r>
        <w:separator/>
      </w:r>
    </w:p>
  </w:footnote>
  <w:footnote w:type="continuationSeparator" w:id="0">
    <w:p w14:paraId="3D19EE70" w14:textId="77777777" w:rsidR="00F66C85" w:rsidRDefault="00F66C85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098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509E6"/>
    <w:rsid w:val="00767E24"/>
    <w:rsid w:val="0077556B"/>
    <w:rsid w:val="00781546"/>
    <w:rsid w:val="007816BA"/>
    <w:rsid w:val="007A032D"/>
    <w:rsid w:val="007D2D45"/>
    <w:rsid w:val="007F24E1"/>
    <w:rsid w:val="007F4510"/>
    <w:rsid w:val="008039B5"/>
    <w:rsid w:val="00804633"/>
    <w:rsid w:val="00840133"/>
    <w:rsid w:val="00841088"/>
    <w:rsid w:val="00856251"/>
    <w:rsid w:val="008B3D2E"/>
    <w:rsid w:val="008E32D9"/>
    <w:rsid w:val="009040BA"/>
    <w:rsid w:val="0093118A"/>
    <w:rsid w:val="00931DB7"/>
    <w:rsid w:val="00937392"/>
    <w:rsid w:val="00941DFA"/>
    <w:rsid w:val="009740BC"/>
    <w:rsid w:val="00986658"/>
    <w:rsid w:val="009D276C"/>
    <w:rsid w:val="009D4A67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33B17"/>
    <w:rsid w:val="00B463D9"/>
    <w:rsid w:val="00B5492E"/>
    <w:rsid w:val="00B6406F"/>
    <w:rsid w:val="00B7315E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768C7"/>
    <w:rsid w:val="00C823AF"/>
    <w:rsid w:val="00CC7AAD"/>
    <w:rsid w:val="00CE158A"/>
    <w:rsid w:val="00CE57FF"/>
    <w:rsid w:val="00CF210B"/>
    <w:rsid w:val="00D14EEB"/>
    <w:rsid w:val="00D96A6C"/>
    <w:rsid w:val="00DB618D"/>
    <w:rsid w:val="00DD1900"/>
    <w:rsid w:val="00DE23AD"/>
    <w:rsid w:val="00E00237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66C85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4DE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9</cp:revision>
  <cp:lastPrinted>2020-11-09T09:57:00Z</cp:lastPrinted>
  <dcterms:created xsi:type="dcterms:W3CDTF">2021-07-16T21:07:00Z</dcterms:created>
  <dcterms:modified xsi:type="dcterms:W3CDTF">2024-04-01T10:24:00Z</dcterms:modified>
</cp:coreProperties>
</file>